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ascii="仿宋_GB2312" w:eastAsia="仿宋_GB2312"/>
          <w:color w:val="000000"/>
          <w:sz w:val="32"/>
          <w:szCs w:val="32"/>
        </w:rPr>
        <w:t>:1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tbl>
      <w:tblPr>
        <w:tblStyle w:val="8"/>
        <w:tblW w:w="15064" w:type="dxa"/>
        <w:tblInd w:w="-3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97"/>
        <w:gridCol w:w="877"/>
        <w:gridCol w:w="1459"/>
        <w:gridCol w:w="1527"/>
        <w:gridCol w:w="1087"/>
        <w:gridCol w:w="1536"/>
        <w:gridCol w:w="65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06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人员需求情况表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6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bookmarkStart w:id="0" w:name="_GoBack" w:colFirst="5" w:colLast="6"/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招商专员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（男女各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电子商务、经济、管理、金融、国际贸易等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相关专业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学士学位及以上</w:t>
            </w:r>
          </w:p>
        </w:tc>
        <w:tc>
          <w:tcPr>
            <w:tcW w:w="6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岁以下，沟通能力、表达能力、公文写作能力强，熟练使用办公软件，身体素质好，吃苦耐劳，能接受经常出差。同时应具备下列条件：</w:t>
            </w: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年以上专业招商工作或大型国企、央企、民营企业对外联络工作经验；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     2、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具有较好的产业研究、活动策划和项目跟踪能力；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有良好的企业人脉资源，熟悉行业相关政策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有国内外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强中层及以上管理岗位经历或从事电子商务、科技研发、金融类行业者优先；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                           4、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具有成都市投促委、经信委、发改委、工商联等相关产业主管部门或产业协会、商会等组织工作经验者优先。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</w:rPr>
              <w:t>2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规划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建设专员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人</w:t>
            </w:r>
          </w:p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（男女不限）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规划设计、建筑管理、工程类等相关专业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6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岁以下，沟通能力、表达能力、公文写作能力强，熟练使用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CAD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等绘图软件及办公软件，身体素质好，吃苦耐劳。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同时应具备下列条件：</w:t>
            </w: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1、具有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大型国企、央企、民企设计院、房地产开发公司、工程公司等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工作经历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从事过设计、规划管理或工程管理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                         2、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具有政府机构、政府平台公司工作经验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</w:rPr>
              <w:t>3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企业服务专员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专业技术岗位</w:t>
            </w: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人</w:t>
            </w:r>
          </w:p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（男女不限）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经济管理、服务管理、中文等相关专业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学士学位及以上</w:t>
            </w:r>
          </w:p>
        </w:tc>
        <w:tc>
          <w:tcPr>
            <w:tcW w:w="6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周岁以下，特殊情况不超过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同时应具备下列条件：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熟悉政府机关工作流程，熟悉企业服务，具有较强的沟通协调能力和亲和力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、具备良好的文字写作能力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numId w:val="0"/>
              </w:numPr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、工作踏实认真，具有良好的责任心和团队协作能力。</w:t>
            </w:r>
          </w:p>
        </w:tc>
      </w:tr>
      <w:bookmarkEnd w:id="0"/>
    </w:tbl>
    <w:p>
      <w:pPr>
        <w:rPr>
          <w:rFonts w:ascii="仿宋_GB2312" w:eastAsia="仿宋_GB2312"/>
          <w:color w:val="000000"/>
          <w:sz w:val="32"/>
          <w:szCs w:val="32"/>
        </w:rPr>
      </w:pPr>
    </w:p>
    <w:sectPr>
      <w:headerReference r:id="rId3" w:type="default"/>
      <w:pgSz w:w="16838" w:h="11906" w:orient="landscape"/>
      <w:pgMar w:top="567" w:right="1440" w:bottom="896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8F814"/>
    <w:multiLevelType w:val="singleLevel"/>
    <w:tmpl w:val="5198F8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C5"/>
    <w:rsid w:val="000C5D26"/>
    <w:rsid w:val="001D7309"/>
    <w:rsid w:val="0023168E"/>
    <w:rsid w:val="002818A4"/>
    <w:rsid w:val="002A3F85"/>
    <w:rsid w:val="002A5AA0"/>
    <w:rsid w:val="002B44E5"/>
    <w:rsid w:val="002C3451"/>
    <w:rsid w:val="00372823"/>
    <w:rsid w:val="00391E3D"/>
    <w:rsid w:val="003951FB"/>
    <w:rsid w:val="00395CEC"/>
    <w:rsid w:val="003D1576"/>
    <w:rsid w:val="003D789D"/>
    <w:rsid w:val="0047229F"/>
    <w:rsid w:val="00480915"/>
    <w:rsid w:val="004B7932"/>
    <w:rsid w:val="0051732F"/>
    <w:rsid w:val="00560720"/>
    <w:rsid w:val="005B41C4"/>
    <w:rsid w:val="00646EC5"/>
    <w:rsid w:val="006939BF"/>
    <w:rsid w:val="00743ED1"/>
    <w:rsid w:val="007A7758"/>
    <w:rsid w:val="007B7882"/>
    <w:rsid w:val="007E2EEF"/>
    <w:rsid w:val="007F5B74"/>
    <w:rsid w:val="00810D7A"/>
    <w:rsid w:val="008B2405"/>
    <w:rsid w:val="008E35FD"/>
    <w:rsid w:val="00906177"/>
    <w:rsid w:val="0092113E"/>
    <w:rsid w:val="00936397"/>
    <w:rsid w:val="00952192"/>
    <w:rsid w:val="009935BE"/>
    <w:rsid w:val="009D1EBF"/>
    <w:rsid w:val="009E42D5"/>
    <w:rsid w:val="00A0213D"/>
    <w:rsid w:val="00A16A2C"/>
    <w:rsid w:val="00A556F2"/>
    <w:rsid w:val="00B16235"/>
    <w:rsid w:val="00BF6467"/>
    <w:rsid w:val="00C11248"/>
    <w:rsid w:val="00C329A1"/>
    <w:rsid w:val="00C53EA6"/>
    <w:rsid w:val="00C62990"/>
    <w:rsid w:val="00CB5C8C"/>
    <w:rsid w:val="00D25B6C"/>
    <w:rsid w:val="00E74CD7"/>
    <w:rsid w:val="00E90D79"/>
    <w:rsid w:val="00EE20C2"/>
    <w:rsid w:val="00EE4D16"/>
    <w:rsid w:val="00EE7E6D"/>
    <w:rsid w:val="00F138C8"/>
    <w:rsid w:val="00F2235B"/>
    <w:rsid w:val="00FA5415"/>
    <w:rsid w:val="00FA74FB"/>
    <w:rsid w:val="066D5FEA"/>
    <w:rsid w:val="0D671D7F"/>
    <w:rsid w:val="0FA4616A"/>
    <w:rsid w:val="14062A6E"/>
    <w:rsid w:val="3CB57C2D"/>
    <w:rsid w:val="4FF27BA6"/>
    <w:rsid w:val="50CD670A"/>
    <w:rsid w:val="52BA7C4B"/>
    <w:rsid w:val="5E612B48"/>
    <w:rsid w:val="791C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Date Char"/>
    <w:basedOn w:val="6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6</Pages>
  <Words>432</Words>
  <Characters>2463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2018-02-26T03:02:00Z</dcterms:created>
  <dc:creator>User</dc:creator>
  <cp:lastModifiedBy>xu</cp:lastModifiedBy>
  <cp:lastPrinted>2018-03-20T06:58:00Z</cp:lastPrinted>
  <dcterms:modified xsi:type="dcterms:W3CDTF">2018-03-28T09:16:48Z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