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岳池银晟文化旅游开发建设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有限公司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应聘人员登记表</w:t>
      </w:r>
    </w:p>
    <w:tbl>
      <w:tblPr>
        <w:tblStyle w:val="3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175"/>
        <w:gridCol w:w="608"/>
        <w:gridCol w:w="147"/>
        <w:gridCol w:w="234"/>
        <w:gridCol w:w="711"/>
        <w:gridCol w:w="780"/>
        <w:gridCol w:w="112"/>
        <w:gridCol w:w="512"/>
        <w:gridCol w:w="472"/>
        <w:gridCol w:w="322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日期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婚否</w:t>
            </w: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健康状况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号码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年限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专业技术职务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爱好特长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入党时间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spacing w:val="-20"/>
                <w:kern w:val="0"/>
                <w:szCs w:val="21"/>
              </w:rPr>
            </w:pPr>
            <w:r>
              <w:rPr>
                <w:kern w:val="0"/>
                <w:szCs w:val="21"/>
              </w:rPr>
              <w:t>电话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邮箱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期望薪酬</w:t>
            </w:r>
          </w:p>
        </w:tc>
        <w:tc>
          <w:tcPr>
            <w:tcW w:w="338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通讯地址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现工作单位及职务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  系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父  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母  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配  偶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兄弟姊妹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1、本人现谨声明，在此表内所陈述全部资料确属事实，谨此授权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岳池银晟文化旅游开发建设有限公司</w:t>
            </w:r>
            <w:r>
              <w:rPr>
                <w:kern w:val="0"/>
                <w:szCs w:val="21"/>
              </w:rPr>
              <w:t>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83F73"/>
    <w:rsid w:val="49C83F7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2018-06-15T01:56:00Z</dcterms:created>
  <dc:creator>1393647874</dc:creator>
  <cp:lastModifiedBy>1393647874</cp:lastModifiedBy>
  <dcterms:modified xsi:type="dcterms:W3CDTF">2018-06-15T01:57:17Z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