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E8" w:rsidRDefault="000262E8" w:rsidP="000262E8">
      <w:pPr>
        <w:widowControl/>
        <w:shd w:val="clear" w:color="auto" w:fill="FFFFFF"/>
        <w:spacing w:line="590" w:lineRule="exact"/>
        <w:rPr>
          <w:rFonts w:eastAsia="黑体" w:hAnsi="黑体" w:cs="宋体" w:hint="eastAsia"/>
          <w:bCs/>
          <w:color w:val="000000"/>
          <w:kern w:val="0"/>
          <w:sz w:val="32"/>
          <w:szCs w:val="32"/>
        </w:rPr>
      </w:pPr>
      <w:r>
        <w:rPr>
          <w:rFonts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eastAsia="黑体" w:hAnsi="黑体" w:cs="宋体" w:hint="eastAsia"/>
          <w:bCs/>
          <w:color w:val="000000"/>
          <w:kern w:val="0"/>
          <w:sz w:val="32"/>
          <w:szCs w:val="32"/>
        </w:rPr>
        <w:t>4</w:t>
      </w:r>
    </w:p>
    <w:p w:rsidR="000262E8" w:rsidRDefault="000262E8" w:rsidP="000262E8">
      <w:pPr>
        <w:widowControl/>
        <w:shd w:val="clear" w:color="auto" w:fill="FFFFFF"/>
        <w:spacing w:line="590" w:lineRule="exact"/>
        <w:rPr>
          <w:rFonts w:eastAsia="黑体" w:hAnsi="黑体" w:cs="宋体" w:hint="eastAsia"/>
          <w:bCs/>
          <w:color w:val="000000"/>
          <w:kern w:val="0"/>
          <w:sz w:val="32"/>
          <w:szCs w:val="32"/>
        </w:rPr>
      </w:pPr>
    </w:p>
    <w:p w:rsidR="000262E8" w:rsidRDefault="000262E8" w:rsidP="000262E8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内江职业技术学院</w:t>
      </w:r>
    </w:p>
    <w:p w:rsidR="000262E8" w:rsidRDefault="000262E8" w:rsidP="000262E8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届高职（专科）毕业生专业统计表</w:t>
      </w:r>
    </w:p>
    <w:p w:rsidR="000262E8" w:rsidRDefault="000262E8" w:rsidP="000262E8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28"/>
          <w:szCs w:val="44"/>
        </w:rPr>
      </w:pPr>
    </w:p>
    <w:tbl>
      <w:tblPr>
        <w:tblpPr w:leftFromText="180" w:rightFromText="180" w:vertAnchor="text" w:horzAnchor="page" w:tblpX="1633" w:tblpY="179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71"/>
        <w:gridCol w:w="3120"/>
        <w:gridCol w:w="885"/>
        <w:gridCol w:w="795"/>
        <w:gridCol w:w="1530"/>
      </w:tblGrid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系别</w:t>
            </w:r>
          </w:p>
        </w:tc>
        <w:tc>
          <w:tcPr>
            <w:tcW w:w="31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专业名称</w:t>
            </w:r>
          </w:p>
        </w:tc>
        <w:tc>
          <w:tcPr>
            <w:tcW w:w="16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性别</w:t>
            </w:r>
          </w:p>
        </w:tc>
        <w:tc>
          <w:tcPr>
            <w:tcW w:w="15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总计</w:t>
            </w:r>
          </w:p>
        </w:tc>
      </w:tr>
      <w:tr w:rsidR="000262E8" w:rsidTr="008F20A4">
        <w:trPr>
          <w:trHeight w:val="20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男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女</w:t>
            </w:r>
          </w:p>
        </w:tc>
        <w:tc>
          <w:tcPr>
            <w:tcW w:w="153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会计系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会计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72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353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425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财务管理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15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93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证券与期货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38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艺术与公共服务系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服装与服饰设计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54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63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环境艺术设计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22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艺术设计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39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老年服务与管理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31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智能制造系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汽车检测与维修技术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129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133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汽车制造与装配技术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118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119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机械设计与制造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汽车营销与服务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34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47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焊接技术与自动化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30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模具设计与制造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26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数控技术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自动化技术系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城市轨道交通运营管理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21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91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机电一体化技术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78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83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电气自动化技术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48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机电设备维修与管理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27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应用电子技术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24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工业机器人技术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16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17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土木工程系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建筑工程技术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99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19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118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道路桥梁工程技术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72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建设工程管理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41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22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63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水利水电建筑工程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32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40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商务管理系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电子商务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42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123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165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物流管理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16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61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77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市场营销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27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35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旅游管理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32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酒店管理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31</w:t>
            </w:r>
          </w:p>
        </w:tc>
      </w:tr>
    </w:tbl>
    <w:p w:rsidR="000262E8" w:rsidRDefault="000262E8" w:rsidP="000262E8">
      <w:pPr>
        <w:adjustRightInd w:val="0"/>
        <w:snapToGrid w:val="0"/>
        <w:spacing w:line="520" w:lineRule="exact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0262E8" w:rsidRDefault="000262E8" w:rsidP="000262E8">
      <w:pPr>
        <w:adjustRightInd w:val="0"/>
        <w:snapToGrid w:val="0"/>
        <w:spacing w:line="520" w:lineRule="exact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tbl>
      <w:tblPr>
        <w:tblpPr w:leftFromText="180" w:rightFromText="180" w:vertAnchor="text" w:horzAnchor="page" w:tblpX="1633" w:tblpY="179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71"/>
        <w:gridCol w:w="3120"/>
        <w:gridCol w:w="885"/>
        <w:gridCol w:w="795"/>
        <w:gridCol w:w="1530"/>
      </w:tblGrid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农业技术系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畜牧兽医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83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99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182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食品营养与检测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11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49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60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园林工程技术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11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34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宠物养护与驯导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22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30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作物生产技术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12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18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30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园林技术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29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园艺技术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17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21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信息技术系</w:t>
            </w: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计算机应用技术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42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30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72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软件技术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45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25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70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通信技术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23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46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计算机信息管理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18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13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31</w:t>
            </w:r>
          </w:p>
        </w:tc>
      </w:tr>
      <w:tr w:rsidR="000262E8" w:rsidTr="008F20A4">
        <w:trPr>
          <w:trHeight w:val="57"/>
        </w:trPr>
        <w:tc>
          <w:tcPr>
            <w:tcW w:w="207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总计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1318</w:t>
            </w:r>
          </w:p>
        </w:tc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1444</w:t>
            </w:r>
          </w:p>
        </w:tc>
        <w:tc>
          <w:tcPr>
            <w:tcW w:w="1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262E8" w:rsidRDefault="000262E8" w:rsidP="008F20A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2762</w:t>
            </w:r>
          </w:p>
        </w:tc>
      </w:tr>
    </w:tbl>
    <w:p w:rsidR="000262E8" w:rsidRDefault="000262E8" w:rsidP="000262E8">
      <w:pPr>
        <w:adjustRightInd w:val="0"/>
        <w:snapToGrid w:val="0"/>
        <w:spacing w:line="520" w:lineRule="exact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bookmarkEnd w:id="0"/>
    <w:p w:rsidR="000262E8" w:rsidRDefault="000262E8" w:rsidP="000262E8">
      <w:pPr>
        <w:widowControl/>
        <w:adjustRightInd w:val="0"/>
        <w:snapToGrid w:val="0"/>
        <w:spacing w:line="48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0262E8" w:rsidRDefault="000262E8" w:rsidP="000262E8">
      <w:pPr>
        <w:widowControl/>
        <w:shd w:val="clear" w:color="auto" w:fill="FFFFFF"/>
        <w:spacing w:line="590" w:lineRule="exact"/>
        <w:rPr>
          <w:rFonts w:eastAsia="黑体" w:hAnsi="黑体" w:cs="宋体" w:hint="eastAsia"/>
          <w:bCs/>
          <w:color w:val="000000"/>
          <w:kern w:val="0"/>
          <w:sz w:val="32"/>
          <w:szCs w:val="32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0262E8" w:rsidRDefault="000262E8" w:rsidP="000262E8">
      <w:pPr>
        <w:tabs>
          <w:tab w:val="left" w:pos="240"/>
          <w:tab w:val="right" w:pos="9406"/>
        </w:tabs>
        <w:spacing w:line="590" w:lineRule="exact"/>
        <w:ind w:firstLineChars="250" w:firstLine="703"/>
        <w:rPr>
          <w:rFonts w:hint="eastAsia"/>
          <w:b/>
          <w:sz w:val="28"/>
          <w:szCs w:val="28"/>
        </w:rPr>
      </w:pPr>
    </w:p>
    <w:p w:rsidR="007A414B" w:rsidRPr="000262E8" w:rsidRDefault="007A414B" w:rsidP="000262E8"/>
    <w:sectPr w:rsidR="007A414B" w:rsidRPr="000262E8" w:rsidSect="00902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2E8" w:rsidRDefault="000262E8" w:rsidP="000262E8">
      <w:r>
        <w:separator/>
      </w:r>
    </w:p>
  </w:endnote>
  <w:endnote w:type="continuationSeparator" w:id="0">
    <w:p w:rsidR="000262E8" w:rsidRDefault="000262E8" w:rsidP="00026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2E8" w:rsidRDefault="000262E8" w:rsidP="000262E8">
      <w:r>
        <w:separator/>
      </w:r>
    </w:p>
  </w:footnote>
  <w:footnote w:type="continuationSeparator" w:id="0">
    <w:p w:rsidR="000262E8" w:rsidRDefault="000262E8" w:rsidP="000262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9D64111"/>
    <w:rsid w:val="000262E8"/>
    <w:rsid w:val="00257EB7"/>
    <w:rsid w:val="00260143"/>
    <w:rsid w:val="004E372A"/>
    <w:rsid w:val="00503287"/>
    <w:rsid w:val="00520FB4"/>
    <w:rsid w:val="00550C71"/>
    <w:rsid w:val="0057129C"/>
    <w:rsid w:val="007A414B"/>
    <w:rsid w:val="00862424"/>
    <w:rsid w:val="00902EEB"/>
    <w:rsid w:val="009D4477"/>
    <w:rsid w:val="00B47627"/>
    <w:rsid w:val="00C85D72"/>
    <w:rsid w:val="00EB474B"/>
    <w:rsid w:val="09D64111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E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2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2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2</Pages>
  <Words>450</Words>
  <Characters>407</Characters>
  <Application>Microsoft Office Word</Application>
  <DocSecurity>0</DocSecurity>
  <Lines>3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微软用户</cp:lastModifiedBy>
  <cp:revision>5</cp:revision>
  <dcterms:created xsi:type="dcterms:W3CDTF">2018-10-30T03:50:00Z</dcterms:created>
  <dcterms:modified xsi:type="dcterms:W3CDTF">2018-11-02T03:46:00Z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2052-10.1.0.7578</vt:lpwstr>
  </property>
</Properties>
</file>