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CF7" w:rsidRPr="00735C7C" w:rsidRDefault="00EF3CF7" w:rsidP="006C72EC">
      <w:pPr>
        <w:jc w:val="center"/>
        <w:rPr>
          <w:rFonts w:ascii="Times New Roman" w:eastAsia="方正小标宋简体" w:hAnsi="Times New Roman"/>
          <w:color w:val="000000"/>
          <w:w w:val="72"/>
          <w:sz w:val="72"/>
          <w:szCs w:val="72"/>
        </w:rPr>
      </w:pPr>
    </w:p>
    <w:p w:rsidR="00EF3CF7" w:rsidRPr="00735C7C" w:rsidRDefault="00EF3CF7" w:rsidP="006C72EC">
      <w:pPr>
        <w:jc w:val="center"/>
        <w:rPr>
          <w:rFonts w:ascii="Times New Roman" w:eastAsia="方正小标宋简体" w:hAnsi="Times New Roman"/>
          <w:color w:val="000000"/>
          <w:w w:val="72"/>
          <w:sz w:val="72"/>
          <w:szCs w:val="72"/>
        </w:rPr>
      </w:pPr>
    </w:p>
    <w:p w:rsidR="00EF3CF7" w:rsidRPr="00735C7C" w:rsidRDefault="00EF3CF7" w:rsidP="006C72EC">
      <w:pPr>
        <w:jc w:val="center"/>
        <w:rPr>
          <w:rFonts w:ascii="Times New Roman" w:eastAsia="方正小标宋简体" w:hAnsi="Times New Roman"/>
          <w:color w:val="000000"/>
          <w:w w:val="72"/>
          <w:sz w:val="72"/>
          <w:szCs w:val="72"/>
        </w:rPr>
      </w:pPr>
    </w:p>
    <w:p w:rsidR="00EF3CF7" w:rsidRDefault="00EF3CF7" w:rsidP="006C72EC">
      <w:pPr>
        <w:jc w:val="center"/>
        <w:rPr>
          <w:rFonts w:ascii="Times New Roman" w:eastAsia="方正小标宋简体" w:hAnsi="Times New Roman"/>
          <w:color w:val="000000"/>
          <w:w w:val="66"/>
          <w:sz w:val="80"/>
          <w:szCs w:val="80"/>
        </w:rPr>
      </w:pPr>
      <w:r w:rsidRPr="00047CF8">
        <w:rPr>
          <w:rFonts w:ascii="Times New Roman" w:eastAsia="方正小标宋简体" w:hAnsi="Times New Roman" w:hint="eastAsia"/>
          <w:color w:val="000000"/>
          <w:w w:val="66"/>
          <w:sz w:val="80"/>
          <w:szCs w:val="80"/>
        </w:rPr>
        <w:t>江苏省</w:t>
      </w:r>
      <w:r w:rsidRPr="00047CF8">
        <w:rPr>
          <w:rFonts w:ascii="Times New Roman" w:eastAsia="方正小标宋简体" w:hAnsi="Times New Roman"/>
          <w:color w:val="000000"/>
          <w:w w:val="66"/>
          <w:sz w:val="80"/>
          <w:szCs w:val="80"/>
        </w:rPr>
        <w:t>201</w:t>
      </w:r>
      <w:r>
        <w:rPr>
          <w:rFonts w:ascii="Times New Roman" w:eastAsia="方正小标宋简体" w:hAnsi="Times New Roman"/>
          <w:color w:val="000000"/>
          <w:w w:val="66"/>
          <w:sz w:val="80"/>
          <w:szCs w:val="80"/>
        </w:rPr>
        <w:t>9</w:t>
      </w:r>
      <w:r w:rsidRPr="00047CF8">
        <w:rPr>
          <w:rFonts w:ascii="Times New Roman" w:eastAsia="方正小标宋简体" w:hAnsi="Times New Roman" w:hint="eastAsia"/>
          <w:color w:val="000000"/>
          <w:w w:val="66"/>
          <w:sz w:val="80"/>
          <w:szCs w:val="80"/>
        </w:rPr>
        <w:t>年考试录用公务员</w:t>
      </w:r>
    </w:p>
    <w:p w:rsidR="00EF3CF7" w:rsidRDefault="00EF3CF7" w:rsidP="006C72EC">
      <w:pPr>
        <w:jc w:val="center"/>
        <w:rPr>
          <w:rFonts w:ascii="Times New Roman" w:eastAsia="方正小标宋简体" w:hAnsi="Times New Roman"/>
          <w:color w:val="000000"/>
          <w:w w:val="66"/>
          <w:sz w:val="80"/>
          <w:szCs w:val="80"/>
        </w:rPr>
      </w:pPr>
      <w:r w:rsidRPr="00047CF8">
        <w:rPr>
          <w:rFonts w:ascii="Times New Roman" w:eastAsia="方正小标宋简体" w:hAnsi="Times New Roman" w:hint="eastAsia"/>
          <w:color w:val="000000"/>
          <w:w w:val="66"/>
          <w:sz w:val="80"/>
          <w:szCs w:val="80"/>
        </w:rPr>
        <w:t>专业参考目录</w:t>
      </w:r>
    </w:p>
    <w:p w:rsidR="00EF3CF7" w:rsidRPr="00735C7C" w:rsidRDefault="00EF3CF7" w:rsidP="006C72EC">
      <w:pPr>
        <w:jc w:val="center"/>
        <w:rPr>
          <w:rFonts w:ascii="Times New Roman" w:eastAsia="方正楷体简体" w:hAnsi="Times New Roman"/>
          <w:color w:val="000000"/>
          <w:sz w:val="36"/>
          <w:szCs w:val="36"/>
        </w:rPr>
      </w:pPr>
    </w:p>
    <w:p w:rsidR="00EF3CF7" w:rsidRPr="00735C7C" w:rsidRDefault="00EF3CF7" w:rsidP="006C72EC">
      <w:pPr>
        <w:jc w:val="center"/>
        <w:rPr>
          <w:rFonts w:ascii="Times New Roman" w:eastAsia="方正楷体简体" w:hAnsi="Times New Roman"/>
          <w:color w:val="000000"/>
          <w:sz w:val="36"/>
          <w:szCs w:val="36"/>
        </w:rPr>
      </w:pPr>
    </w:p>
    <w:p w:rsidR="00EF3CF7" w:rsidRPr="00735C7C" w:rsidRDefault="00EF3CF7" w:rsidP="006C72EC">
      <w:pPr>
        <w:jc w:val="center"/>
        <w:rPr>
          <w:rFonts w:ascii="Times New Roman" w:eastAsia="方正楷体简体" w:hAnsi="Times New Roman"/>
          <w:color w:val="000000"/>
          <w:sz w:val="36"/>
          <w:szCs w:val="36"/>
        </w:rPr>
      </w:pPr>
    </w:p>
    <w:p w:rsidR="00EF3CF7" w:rsidRPr="00735C7C" w:rsidRDefault="00EF3CF7" w:rsidP="006C72EC">
      <w:pPr>
        <w:jc w:val="center"/>
        <w:rPr>
          <w:rFonts w:ascii="Times New Roman" w:eastAsia="方正楷体简体" w:hAnsi="Times New Roman"/>
          <w:color w:val="000000"/>
          <w:sz w:val="36"/>
          <w:szCs w:val="36"/>
        </w:rPr>
      </w:pPr>
    </w:p>
    <w:p w:rsidR="00EF3CF7" w:rsidRPr="00735C7C" w:rsidRDefault="00EF3CF7" w:rsidP="006C72EC">
      <w:pPr>
        <w:jc w:val="center"/>
        <w:rPr>
          <w:rFonts w:ascii="Times New Roman" w:eastAsia="黑体" w:hAnsi="Times New Roman"/>
          <w:color w:val="000000"/>
          <w:sz w:val="36"/>
          <w:szCs w:val="36"/>
        </w:rPr>
      </w:pPr>
    </w:p>
    <w:p w:rsidR="00EF3CF7" w:rsidRPr="00735C7C" w:rsidRDefault="00EF3CF7" w:rsidP="006C72EC">
      <w:pPr>
        <w:jc w:val="center"/>
        <w:rPr>
          <w:rFonts w:ascii="Times New Roman" w:eastAsia="黑体" w:hAnsi="Times New Roman"/>
          <w:color w:val="000000"/>
          <w:sz w:val="36"/>
          <w:szCs w:val="36"/>
        </w:rPr>
      </w:pPr>
    </w:p>
    <w:p w:rsidR="00EF3CF7" w:rsidRPr="00735C7C" w:rsidRDefault="00EF3CF7" w:rsidP="006C72EC">
      <w:pPr>
        <w:jc w:val="center"/>
        <w:rPr>
          <w:rFonts w:ascii="Times New Roman" w:eastAsia="黑体" w:hAnsi="Times New Roman"/>
          <w:color w:val="000000"/>
          <w:sz w:val="36"/>
          <w:szCs w:val="36"/>
        </w:rPr>
      </w:pPr>
    </w:p>
    <w:p w:rsidR="00EF3CF7" w:rsidRPr="00735C7C" w:rsidRDefault="00EF3CF7" w:rsidP="006C72EC">
      <w:pPr>
        <w:jc w:val="center"/>
        <w:rPr>
          <w:rFonts w:ascii="Times New Roman" w:eastAsia="黑体" w:hAnsi="Times New Roman"/>
          <w:color w:val="000000"/>
          <w:sz w:val="36"/>
          <w:szCs w:val="36"/>
        </w:rPr>
      </w:pPr>
    </w:p>
    <w:p w:rsidR="00EF3CF7" w:rsidRPr="00735C7C" w:rsidRDefault="00EF3CF7" w:rsidP="006C72EC">
      <w:pPr>
        <w:jc w:val="center"/>
        <w:rPr>
          <w:rFonts w:ascii="Times New Roman" w:eastAsia="黑体" w:hAnsi="Times New Roman"/>
          <w:color w:val="000000"/>
          <w:sz w:val="36"/>
          <w:szCs w:val="36"/>
        </w:rPr>
      </w:pPr>
    </w:p>
    <w:tbl>
      <w:tblPr>
        <w:tblW w:w="0" w:type="auto"/>
        <w:jc w:val="center"/>
        <w:tblLook w:val="01E0"/>
      </w:tblPr>
      <w:tblGrid>
        <w:gridCol w:w="5076"/>
      </w:tblGrid>
      <w:tr w:rsidR="00EF3CF7" w:rsidRPr="00E605BB">
        <w:trPr>
          <w:jc w:val="center"/>
        </w:trPr>
        <w:tc>
          <w:tcPr>
            <w:tcW w:w="5076" w:type="dxa"/>
          </w:tcPr>
          <w:p w:rsidR="00EF3CF7" w:rsidRPr="00E605BB" w:rsidRDefault="00EF3CF7" w:rsidP="00E605BB">
            <w:pPr>
              <w:spacing w:line="580" w:lineRule="exact"/>
              <w:jc w:val="distribute"/>
              <w:rPr>
                <w:rFonts w:ascii="Times New Roman" w:eastAsia="黑体" w:hAnsi="Times New Roman"/>
                <w:color w:val="000000"/>
                <w:sz w:val="36"/>
                <w:szCs w:val="36"/>
              </w:rPr>
            </w:pPr>
          </w:p>
        </w:tc>
      </w:tr>
    </w:tbl>
    <w:p w:rsidR="00EF3CF7" w:rsidRPr="00735C7C" w:rsidRDefault="00EF3CF7" w:rsidP="00EF3CF7">
      <w:pPr>
        <w:ind w:firstLineChars="200" w:firstLine="31680"/>
        <w:textAlignment w:val="baseline"/>
        <w:rPr>
          <w:rFonts w:ascii="黑体" w:eastAsia="黑体" w:hAnsi="黑体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pacing w:val="-10"/>
          <w:sz w:val="44"/>
          <w:szCs w:val="44"/>
        </w:rPr>
        <w:br w:type="page"/>
      </w:r>
    </w:p>
    <w:tbl>
      <w:tblPr>
        <w:tblW w:w="89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5"/>
        <w:gridCol w:w="430"/>
        <w:gridCol w:w="1741"/>
        <w:gridCol w:w="2045"/>
        <w:gridCol w:w="2126"/>
        <w:gridCol w:w="2633"/>
      </w:tblGrid>
      <w:tr w:rsidR="00EF3CF7" w:rsidRPr="00735C7C">
        <w:trPr>
          <w:trHeight w:val="1394"/>
          <w:jc w:val="center"/>
        </w:trPr>
        <w:tc>
          <w:tcPr>
            <w:tcW w:w="430" w:type="dxa"/>
            <w:gridSpan w:val="2"/>
            <w:tcBorders>
              <w:top w:val="single" w:sz="12" w:space="0" w:color="auto"/>
            </w:tcBorders>
            <w:vAlign w:val="center"/>
          </w:tcPr>
          <w:p w:rsidR="00EF3CF7" w:rsidRPr="00735C7C" w:rsidRDefault="00EF3CF7" w:rsidP="006C72EC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序号</w:t>
            </w:r>
          </w:p>
        </w:tc>
        <w:tc>
          <w:tcPr>
            <w:tcW w:w="1742" w:type="dxa"/>
            <w:tcBorders>
              <w:top w:val="single" w:sz="12" w:space="0" w:color="auto"/>
            </w:tcBorders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>
              <w:rPr>
                <w:noProof/>
              </w:rPr>
              <w:pict>
                <v:group id="__TH_G32五号4" o:spid="_x0000_s1026" style="position:absolute;left:0;text-align:left;margin-left:-5.3pt;margin-top:-.5pt;width:87pt;height:93.6pt;rotation:180;z-index:251658240;mso-position-horizontal-relative:text;mso-position-vertical-relative:text" coordorigin="-103" coordsize="420,1980">
                  <v:line id="__TH_L2" o:spid="_x0000_s1027" style="position:absolute" from="-103,0" to="317,990" strokeweight=".5pt"/>
                  <v:line id="__TH_L3" o:spid="_x0000_s1028" style="position:absolute" from="-103,0" to="317,1980" strokeweight=".5pt"/>
                </v:group>
              </w:pict>
            </w:r>
            <w:r w:rsidRPr="00735C7C">
              <w:rPr>
                <w:rFonts w:ascii="黑体" w:eastAsia="黑体"/>
                <w:color w:val="000000"/>
                <w:szCs w:val="21"/>
              </w:rPr>
              <w:t xml:space="preserve">  </w:t>
            </w:r>
          </w:p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 xml:space="preserve">   </w:t>
            </w:r>
            <w:r w:rsidRPr="00735C7C">
              <w:rPr>
                <w:rFonts w:ascii="黑体" w:eastAsia="黑体" w:hint="eastAsia"/>
                <w:color w:val="000000"/>
                <w:szCs w:val="21"/>
              </w:rPr>
              <w:t>学历层次</w:t>
            </w:r>
          </w:p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 xml:space="preserve">  </w:t>
            </w:r>
          </w:p>
          <w:p w:rsidR="00EF3CF7" w:rsidRPr="00735C7C" w:rsidRDefault="00EF3CF7" w:rsidP="00EF3CF7">
            <w:pPr>
              <w:ind w:firstLineChars="150" w:firstLine="31680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专业</w:t>
            </w:r>
          </w:p>
          <w:p w:rsidR="00EF3CF7" w:rsidRPr="00735C7C" w:rsidRDefault="00EF3CF7" w:rsidP="00E14E47">
            <w:pPr>
              <w:rPr>
                <w:rFonts w:ascii="黑体" w:eastAsia="黑体"/>
                <w:color w:val="000000"/>
                <w:szCs w:val="21"/>
              </w:rPr>
            </w:pPr>
          </w:p>
          <w:p w:rsidR="00EF3CF7" w:rsidRPr="00735C7C" w:rsidRDefault="00EF3CF7" w:rsidP="00E14E47">
            <w:pPr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专业大类</w:t>
            </w:r>
          </w:p>
        </w:tc>
        <w:tc>
          <w:tcPr>
            <w:tcW w:w="2046" w:type="dxa"/>
            <w:tcBorders>
              <w:top w:val="single" w:sz="12" w:space="0" w:color="auto"/>
            </w:tcBorders>
            <w:vAlign w:val="center"/>
          </w:tcPr>
          <w:p w:rsidR="00EF3CF7" w:rsidRPr="00735C7C" w:rsidRDefault="00EF3CF7" w:rsidP="006C72EC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研究生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EF3CF7" w:rsidRPr="00735C7C" w:rsidRDefault="00EF3CF7" w:rsidP="006C72EC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本科</w:t>
            </w:r>
          </w:p>
        </w:tc>
        <w:tc>
          <w:tcPr>
            <w:tcW w:w="2635" w:type="dxa"/>
            <w:tcBorders>
              <w:top w:val="single" w:sz="12" w:space="0" w:color="auto"/>
            </w:tcBorders>
            <w:vAlign w:val="center"/>
          </w:tcPr>
          <w:p w:rsidR="00EF3CF7" w:rsidRPr="00735C7C" w:rsidRDefault="00EF3CF7" w:rsidP="006C72EC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专科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</w:t>
            </w:r>
          </w:p>
        </w:tc>
        <w:tc>
          <w:tcPr>
            <w:tcW w:w="1742" w:type="dxa"/>
          </w:tcPr>
          <w:p w:rsidR="00EF3CF7" w:rsidRPr="00735C7C" w:rsidRDefault="00EF3CF7" w:rsidP="00A6571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中文文秘类</w:t>
            </w:r>
          </w:p>
        </w:tc>
        <w:tc>
          <w:tcPr>
            <w:tcW w:w="2046" w:type="dxa"/>
          </w:tcPr>
          <w:p w:rsidR="00EF3CF7" w:rsidRPr="00FC5A1B" w:rsidRDefault="00EF3CF7" w:rsidP="00D83143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</w:p>
        </w:tc>
        <w:tc>
          <w:tcPr>
            <w:tcW w:w="2127" w:type="dxa"/>
          </w:tcPr>
          <w:p w:rsidR="00EF3CF7" w:rsidRPr="00FC5A1B" w:rsidRDefault="00EF3CF7" w:rsidP="00C80216">
            <w:pPr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</w:t>
            </w:r>
            <w:r w:rsidRPr="00B555EB">
              <w:rPr>
                <w:rFonts w:ascii="宋体" w:hAnsi="宋体" w:hint="eastAsia"/>
                <w:color w:val="000000"/>
                <w:sz w:val="18"/>
                <w:szCs w:val="18"/>
              </w:rPr>
              <w:t>广播电视编导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广播电视新闻学，广告学，编辑出版学，传播学，媒体创意，广播电视学，网络与新媒体，数字出版，秘书学，历史学，世界史，世界历史，考古学，博物馆学，文物与博物馆学，文物保护技术，汉语国际教育，文物鉴赏与修复，高级文秘，汉语言文学教育，文秘教育，新媒体与信息网络，戏剧影视文学</w:t>
            </w:r>
          </w:p>
        </w:tc>
        <w:tc>
          <w:tcPr>
            <w:tcW w:w="2635" w:type="dxa"/>
          </w:tcPr>
          <w:p w:rsidR="00EF3CF7" w:rsidRPr="00FC5A1B" w:rsidRDefault="00EF3CF7" w:rsidP="00816E52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信息传播与策划，传媒策划与管理，文秘，医学文秘，文秘速录，文化创意与策划，涉外文秘，文秘与办公自动化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艺术类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艺术学，音乐学，舞蹈学，戏剧戏曲学，电影学，广播电视艺术学，美术学，设计艺术学，艺术，文物与博物馆，设计学，艺术设计，戏剧与影视学，美术，考古学，工业设计工程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t xml:space="preserve"> </w:t>
            </w:r>
            <w:r w:rsidRPr="00527198">
              <w:rPr>
                <w:rFonts w:ascii="宋体" w:hAnsi="宋体" w:hint="eastAsia"/>
                <w:color w:val="000000"/>
                <w:sz w:val="18"/>
                <w:szCs w:val="18"/>
              </w:rPr>
              <w:t>艺术学理论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A17E63">
              <w:rPr>
                <w:rFonts w:ascii="宋体" w:hAnsi="宋体" w:hint="eastAsia"/>
                <w:color w:val="000000"/>
                <w:sz w:val="18"/>
                <w:szCs w:val="18"/>
              </w:rPr>
              <w:t>音乐与舞蹈学</w:t>
            </w:r>
          </w:p>
        </w:tc>
        <w:tc>
          <w:tcPr>
            <w:tcW w:w="2127" w:type="dxa"/>
          </w:tcPr>
          <w:p w:rsidR="00EF3CF7" w:rsidRPr="00FC5A1B" w:rsidRDefault="00EF3CF7" w:rsidP="00FC5A1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术与技术，表演，导演，录音艺术，影视学，影视艺术技术，数字媒体艺术，电影学，戏剧影视导演，摄影，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音乐表演，舞蹈表演，乐器维修技术，钢琴调律，表演艺术，服装表演，影视表演，戏曲表演，编导，主持与播音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室内设计，平面设计，剪辑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BC04E3">
              <w:rPr>
                <w:rFonts w:ascii="宋体" w:hAnsi="宋体" w:hint="eastAsia"/>
                <w:color w:val="000000"/>
                <w:sz w:val="18"/>
                <w:szCs w:val="18"/>
              </w:rPr>
              <w:t>环境艺术设计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法律类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，法律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硕士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（法学），法律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硕士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（非法学）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，知识产权法学，国际法，经济法，比较法学</w:t>
            </w:r>
          </w:p>
        </w:tc>
        <w:tc>
          <w:tcPr>
            <w:tcW w:w="2127" w:type="dxa"/>
          </w:tcPr>
          <w:p w:rsidR="00EF3CF7" w:rsidRPr="00FC5A1B" w:rsidRDefault="00EF3CF7" w:rsidP="00151578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法学，知识产权，监狱学，律师，知识产权法，民商法，法律，法学（法务会计），海商法学</w:t>
            </w:r>
          </w:p>
        </w:tc>
        <w:tc>
          <w:tcPr>
            <w:tcW w:w="2635" w:type="dxa"/>
          </w:tcPr>
          <w:p w:rsidR="00EF3CF7" w:rsidRPr="00FC5A1B" w:rsidRDefault="00EF3CF7" w:rsidP="000560EC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</w:t>
            </w:r>
          </w:p>
        </w:tc>
        <w:tc>
          <w:tcPr>
            <w:tcW w:w="1742" w:type="dxa"/>
          </w:tcPr>
          <w:p w:rsidR="00EF3CF7" w:rsidRPr="00735C7C" w:rsidRDefault="00EF3CF7" w:rsidP="00FD019E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社会政治类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马克思主义理论与思想政治教育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</w:p>
        </w:tc>
        <w:tc>
          <w:tcPr>
            <w:tcW w:w="2127" w:type="dxa"/>
          </w:tcPr>
          <w:p w:rsidR="00EF3CF7" w:rsidRPr="00FC5A1B" w:rsidRDefault="00EF3CF7" w:rsidP="002F53A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5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经济类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政治经济学，经济思想史，经济史，西方经济学，世界经济，人口、资源与环境经济学，国民经济学，区域经济学，财政学（含税收学），金融学（含保险学），产业经济学，国际贸易学，劳动经济学，统计学，数量经济学，国防经济，技术经济及管理，农业经济管理，林业经济管理，渔业经济管理，教育经济与管理，应用统计，金融，保险，资产评估，国际贸易，农村与区域发展，中国少数民族经济，应用经济学，国际商务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，金融学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86A4B">
              <w:rPr>
                <w:rFonts w:ascii="宋体" w:hAnsi="宋体" w:hint="eastAsia"/>
                <w:color w:val="000000"/>
                <w:sz w:val="18"/>
                <w:szCs w:val="18"/>
              </w:rPr>
              <w:t>理论经济学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86A4B">
              <w:rPr>
                <w:rFonts w:ascii="宋体" w:hAnsi="宋体" w:hint="eastAsia"/>
                <w:color w:val="000000"/>
                <w:sz w:val="18"/>
                <w:szCs w:val="18"/>
              </w:rPr>
              <w:t>应用经济学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12265F">
              <w:rPr>
                <w:rFonts w:ascii="宋体" w:hAnsi="宋体" w:hint="eastAsia"/>
                <w:color w:val="000000"/>
                <w:sz w:val="18"/>
                <w:szCs w:val="18"/>
              </w:rPr>
              <w:t>企业管理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D03CE4">
              <w:rPr>
                <w:rFonts w:ascii="宋体" w:hAnsi="宋体" w:hint="eastAsia"/>
                <w:color w:val="000000"/>
                <w:sz w:val="18"/>
                <w:szCs w:val="18"/>
              </w:rPr>
              <w:t>工商管理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0442B">
              <w:rPr>
                <w:rFonts w:ascii="宋体" w:hAnsi="宋体" w:hint="eastAsia"/>
                <w:color w:val="000000"/>
                <w:sz w:val="18"/>
                <w:szCs w:val="18"/>
              </w:rPr>
              <w:t>工商管理硕士</w:t>
            </w:r>
          </w:p>
        </w:tc>
        <w:tc>
          <w:tcPr>
            <w:tcW w:w="2127" w:type="dxa"/>
          </w:tcPr>
          <w:p w:rsidR="00EF3CF7" w:rsidRPr="00FC5A1B" w:rsidRDefault="00EF3CF7" w:rsidP="007B0056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工程造价，财务管理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881715">
              <w:rPr>
                <w:rFonts w:ascii="宋体" w:hAnsi="宋体" w:hint="eastAsia"/>
                <w:color w:val="000000"/>
                <w:sz w:val="18"/>
                <w:szCs w:val="18"/>
              </w:rPr>
              <w:t>经济贸易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6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公共管理类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管理科学与工程，行政管理，社会医学与卫生事业管理，教育经济与管理，社会保障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，社会工作，社会学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，土地资源管理，图书馆学，情报学，档案学，农业经济管理，林业经济管理，渔业经济管理，公共管理，图书情报与档案管理，图书情报，人力资源管理，工程管理，教育领导与管理，农村与区域发展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E23877">
              <w:rPr>
                <w:rFonts w:ascii="宋体" w:hAnsi="宋体" w:hint="eastAsia"/>
                <w:color w:val="000000"/>
                <w:sz w:val="18"/>
                <w:szCs w:val="18"/>
              </w:rPr>
              <w:t>教育管理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85494E">
              <w:rPr>
                <w:rFonts w:ascii="宋体" w:hAnsi="宋体" w:hint="eastAsia"/>
                <w:color w:val="000000"/>
                <w:sz w:val="18"/>
                <w:szCs w:val="18"/>
              </w:rPr>
              <w:t>公共管理硕士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，工商管理，旅游管理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0442B">
              <w:rPr>
                <w:rFonts w:ascii="宋体" w:hAnsi="宋体" w:hint="eastAsia"/>
                <w:color w:val="000000"/>
                <w:sz w:val="18"/>
                <w:szCs w:val="18"/>
              </w:rPr>
              <w:t>工商管理硕士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F3909">
              <w:rPr>
                <w:rFonts w:ascii="宋体" w:hAnsi="宋体" w:hint="eastAsia"/>
                <w:color w:val="000000"/>
                <w:sz w:val="18"/>
                <w:szCs w:val="18"/>
              </w:rPr>
              <w:t>政治学理论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12265F">
              <w:rPr>
                <w:rFonts w:ascii="宋体" w:hAnsi="宋体" w:hint="eastAsia"/>
                <w:color w:val="000000"/>
                <w:sz w:val="18"/>
                <w:szCs w:val="18"/>
              </w:rPr>
              <w:t>企业管理</w:t>
            </w:r>
          </w:p>
        </w:tc>
        <w:tc>
          <w:tcPr>
            <w:tcW w:w="2127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，旅游管理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农村行政管理，乡镇企业管理，城市管理与监察，工商行政管理，管理科学与工程，交通管理，图书馆学，档案学，保密管理，管理工程，档案管理，卫生事业管理，经济与行政管理，工程管理，社会工作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，社会学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，行政管理学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务管理，知识产权管理，文化艺术管理，工商行政管理，教育管理，档案管理，经济与行政管理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，旅游管理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7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工商管理类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管理科学与工程，会计学，</w:t>
            </w:r>
            <w:r w:rsidRPr="00265645">
              <w:rPr>
                <w:rFonts w:ascii="宋体" w:hAnsi="宋体" w:hint="eastAsia"/>
                <w:color w:val="000000"/>
                <w:sz w:val="18"/>
                <w:szCs w:val="18"/>
              </w:rPr>
              <w:t>会计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265645">
              <w:rPr>
                <w:rFonts w:ascii="宋体" w:hAnsi="宋体" w:hint="eastAsia"/>
                <w:color w:val="000000"/>
                <w:sz w:val="18"/>
                <w:szCs w:val="18"/>
              </w:rPr>
              <w:t>会计硕士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企业管理（含：财务管理、市场营销，旅游管理，技术经济及管理，人力资源管理），工程管理，工商管理</w:t>
            </w:r>
            <w:r w:rsidRPr="00FC5A1B">
              <w:rPr>
                <w:rFonts w:ascii="宋体"/>
                <w:color w:val="000000"/>
                <w:sz w:val="18"/>
                <w:szCs w:val="18"/>
              </w:rPr>
              <w:t>,</w:t>
            </w:r>
            <w:r w:rsidRPr="00FC5A1B">
              <w:rPr>
                <w:rFonts w:ascii="宋体" w:hAnsi="宋体"/>
                <w:sz w:val="18"/>
                <w:szCs w:val="18"/>
              </w:rPr>
              <w:t xml:space="preserve"> 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工商管理硕士，工业工程，物流工程，国际商务</w:t>
            </w:r>
          </w:p>
        </w:tc>
        <w:tc>
          <w:tcPr>
            <w:tcW w:w="2127" w:type="dxa"/>
          </w:tcPr>
          <w:p w:rsidR="00EF3CF7" w:rsidRPr="00FC5A1B" w:rsidRDefault="00EF3CF7" w:rsidP="00CF782E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高尔夫服务与管理，高尔夫运动技术与管理，建筑工程管理，资产评估，经济与行政管理，销售管理，国际商务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8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商务贸易类</w:t>
            </w:r>
          </w:p>
        </w:tc>
        <w:tc>
          <w:tcPr>
            <w:tcW w:w="2046" w:type="dxa"/>
          </w:tcPr>
          <w:p w:rsidR="00EF3CF7" w:rsidRPr="00FC5A1B" w:rsidRDefault="00EF3CF7" w:rsidP="00B5096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2127" w:type="dxa"/>
          </w:tcPr>
          <w:p w:rsidR="00EF3CF7" w:rsidRPr="00FC5A1B" w:rsidRDefault="00EF3CF7" w:rsidP="00FE4549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国际经济与贸易，贸易经济，经济贸易，国际文化贸易，经济与金融，电子商务，物流，物流管理，国际物流，国际商务，商务策划管理，商务管理，电子商务物流，金融管理，市场营销，国际市场营销，金融保险，国际贸易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经济管理，经济信息管理，国际经济与贸易，国际贸易实务，国际商务，商务经纪与代理，电子商务，物流，物流管理，移动商务，国际贸易，商务管理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，市场营销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9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财务财会类</w:t>
            </w:r>
          </w:p>
        </w:tc>
        <w:tc>
          <w:tcPr>
            <w:tcW w:w="2046" w:type="dxa"/>
          </w:tcPr>
          <w:p w:rsidR="00EF3CF7" w:rsidRPr="00FC5A1B" w:rsidRDefault="00EF3CF7" w:rsidP="006736B0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会计学，财政学（含税收学），会计，会计硕士，金融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0A5BBE">
              <w:rPr>
                <w:rFonts w:ascii="宋体" w:hAnsi="宋体" w:hint="eastAsia"/>
                <w:color w:val="000000"/>
                <w:sz w:val="18"/>
                <w:szCs w:val="18"/>
              </w:rPr>
              <w:t>金融硕士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，金融学</w:t>
            </w:r>
          </w:p>
        </w:tc>
        <w:tc>
          <w:tcPr>
            <w:tcW w:w="2127" w:type="dxa"/>
          </w:tcPr>
          <w:p w:rsidR="00EF3CF7" w:rsidRPr="00FC5A1B" w:rsidRDefault="00EF3CF7" w:rsidP="00D3360F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财政学，金融学，会计学，财务管理，会计信息技术，财务会计与审计，国际会计，财务会计教育，注册会计师专门化，法学（法务会计），财务会计教育，审计学（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ACCA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方向），会计，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金融工程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10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税务税收类</w:t>
            </w:r>
          </w:p>
        </w:tc>
        <w:tc>
          <w:tcPr>
            <w:tcW w:w="2046" w:type="dxa"/>
          </w:tcPr>
          <w:p w:rsidR="00EF3CF7" w:rsidRPr="00FC5A1B" w:rsidRDefault="00EF3CF7" w:rsidP="00B5096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税务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，税务硕士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税务，财税，税收学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税务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11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统计类</w:t>
            </w:r>
          </w:p>
        </w:tc>
        <w:tc>
          <w:tcPr>
            <w:tcW w:w="2046" w:type="dxa"/>
          </w:tcPr>
          <w:p w:rsidR="00EF3CF7" w:rsidRPr="00FC5A1B" w:rsidRDefault="00EF3CF7" w:rsidP="006736B0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统计学，系统理论，应用统计，应用统计硕士，概率论与数理统计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统计学，系统理论，系统科学与工程，应用统计学，经济统计学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12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审计类</w:t>
            </w:r>
          </w:p>
        </w:tc>
        <w:tc>
          <w:tcPr>
            <w:tcW w:w="2046" w:type="dxa"/>
          </w:tcPr>
          <w:p w:rsidR="00EF3CF7" w:rsidRPr="00FC5A1B" w:rsidRDefault="00EF3CF7" w:rsidP="006736B0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审计，审计硕士</w:t>
            </w:r>
          </w:p>
        </w:tc>
        <w:tc>
          <w:tcPr>
            <w:tcW w:w="2127" w:type="dxa"/>
          </w:tcPr>
          <w:p w:rsidR="00EF3CF7" w:rsidRPr="00FC5A1B" w:rsidRDefault="00EF3CF7" w:rsidP="00B5096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审计学，财务会计与审计，审计学（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ACCA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方向）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会计与审计，审计实务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13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教育类</w:t>
            </w:r>
          </w:p>
        </w:tc>
        <w:tc>
          <w:tcPr>
            <w:tcW w:w="2046" w:type="dxa"/>
          </w:tcPr>
          <w:p w:rsidR="00EF3CF7" w:rsidRPr="00FC5A1B" w:rsidRDefault="00EF3CF7" w:rsidP="001A2FC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教育学原理，课程与教学论，教育史，比较教育学，比较教育史，学前教育学，小学教育学，高等教育学，成人教育学，职业技术教育学，特殊教育学，教育技术学，思想政治教育，基础心理学，发展与教育心理学，应用心理学，心理学，体育人文社会学，运动人体科学，体育教育训练学，民族传统体育学，体育学，体育教学，教育，教育学，汉语国际教育，体育，应用心理，学科教学（分学科），教育管理，运动训练，学前教育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5D1FED">
              <w:rPr>
                <w:rFonts w:ascii="宋体" w:hAnsi="宋体" w:hint="eastAsia"/>
                <w:color w:val="000000"/>
                <w:sz w:val="18"/>
                <w:szCs w:val="18"/>
              </w:rPr>
              <w:t>教育法学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，各类师范专业</w:t>
            </w:r>
          </w:p>
        </w:tc>
        <w:tc>
          <w:tcPr>
            <w:tcW w:w="2127" w:type="dxa"/>
          </w:tcPr>
          <w:p w:rsidR="00EF3CF7" w:rsidRPr="00FC5A1B" w:rsidRDefault="00EF3CF7" w:rsidP="00B5096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体育教育，竞技体育，运动训练，社会体育，体育保健，体育服务与管理，武术，民族传统体育，太极拳，手语翻译，小学英语教育，计算机科学教育，各类师范专业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14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外国语言文学类</w:t>
            </w:r>
          </w:p>
        </w:tc>
        <w:tc>
          <w:tcPr>
            <w:tcW w:w="2046" w:type="dxa"/>
          </w:tcPr>
          <w:p w:rsidR="00EF3CF7" w:rsidRPr="00FC5A1B" w:rsidRDefault="00EF3CF7" w:rsidP="006736B0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</w:t>
            </w:r>
            <w:r w:rsidRPr="00220FFC">
              <w:rPr>
                <w:rFonts w:ascii="宋体" w:hAnsi="宋体" w:hint="eastAsia"/>
                <w:color w:val="000000"/>
                <w:sz w:val="18"/>
                <w:szCs w:val="18"/>
              </w:rPr>
              <w:t>日语笔译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1B396A">
              <w:rPr>
                <w:rFonts w:ascii="宋体" w:hAnsi="宋体" w:hint="eastAsia"/>
                <w:color w:val="000000"/>
                <w:sz w:val="18"/>
                <w:szCs w:val="18"/>
              </w:rPr>
              <w:t>日语口译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外国语言文学</w:t>
            </w:r>
          </w:p>
        </w:tc>
        <w:tc>
          <w:tcPr>
            <w:tcW w:w="2127" w:type="dxa"/>
          </w:tcPr>
          <w:p w:rsidR="00EF3CF7" w:rsidRPr="00FC5A1B" w:rsidRDefault="00EF3CF7" w:rsidP="00CF782E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—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克罗地亚语，塞尔维亚语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—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商务英语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15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公安类</w:t>
            </w:r>
          </w:p>
        </w:tc>
        <w:tc>
          <w:tcPr>
            <w:tcW w:w="2046" w:type="dxa"/>
          </w:tcPr>
          <w:p w:rsidR="00EF3CF7" w:rsidRPr="00FC5A1B" w:rsidRDefault="00EF3CF7" w:rsidP="006736B0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公安学，公安技术，警务，警务硕士，警察科学</w:t>
            </w:r>
          </w:p>
        </w:tc>
        <w:tc>
          <w:tcPr>
            <w:tcW w:w="2127" w:type="dxa"/>
          </w:tcPr>
          <w:p w:rsidR="00EF3CF7" w:rsidRPr="00FC5A1B" w:rsidRDefault="00EF3CF7" w:rsidP="00B5096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，司法警务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，劳教管理，应用法制心理技术，罪犯心理测量与矫正技术，司法会计，毒品犯罪矫治，涉毒人员矫治，社区矫正，职务犯罪预防与控制，安全技术与文秘，刑事侦查，特警，刑事科学技术，国内安全保卫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，强制隔离戒毒管理，刑事侦查技术，安全防范技术，司法信息技术，司法信息安全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16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监所管理类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管理科学与工程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监狱学，监所管理</w:t>
            </w:r>
          </w:p>
        </w:tc>
        <w:tc>
          <w:tcPr>
            <w:tcW w:w="2635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监狱管理，劳教管理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，司法警务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，罪犯心理测量与矫正技术，毒品犯罪矫治，涉毒人员矫治，监狱信息技术与应用，社区矫正，监所管理，刑事执行</w:t>
            </w:r>
            <w:r w:rsidRPr="001D51B3">
              <w:rPr>
                <w:rFonts w:ascii="宋体" w:hAnsi="宋体" w:hint="eastAsia"/>
                <w:color w:val="000000"/>
                <w:sz w:val="18"/>
                <w:szCs w:val="18"/>
              </w:rPr>
              <w:t>，强制隔离戒毒管理，刑事侦查技术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17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计算机（大类）类</w:t>
            </w:r>
          </w:p>
        </w:tc>
        <w:tc>
          <w:tcPr>
            <w:tcW w:w="2046" w:type="dxa"/>
          </w:tcPr>
          <w:p w:rsidR="00EF3CF7" w:rsidRPr="00FC5A1B" w:rsidRDefault="00EF3CF7" w:rsidP="00CF782E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计算机系统结构，计算机应用技术，系统工程，计算机技术，计算机科学与技术，专业大类序号为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18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19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20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127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计算机科学与技术，电子与计算机工程，空间信息与数字技术，计算机通信工程，计算机及应用，专业大类序号为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18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19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20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大类序号为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18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19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20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的所有专业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18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计算机（软件）类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计算机软件与理论，软件工程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计算机软件，软件工程，计算机应用软件，信息与计算科学，信息管理与信息系统，数字媒体技术，信息技术应用与管理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19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计算机（网络管理）类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EF3CF7" w:rsidRPr="00FC5A1B" w:rsidRDefault="00EF3CF7" w:rsidP="0052605C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网络工程，物联网工程，信息安全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20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电子信息类</w:t>
            </w:r>
          </w:p>
        </w:tc>
        <w:tc>
          <w:tcPr>
            <w:tcW w:w="2046" w:type="dxa"/>
          </w:tcPr>
          <w:p w:rsidR="00EF3CF7" w:rsidRPr="00FC5A1B" w:rsidRDefault="00EF3CF7" w:rsidP="00B5096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物理电子学，电路与系统，微电子学与固体电子学，电磁场与微波技术，通信与信息系统，信号与信息处理，电子与通信工程，信息与通信工程，计算机科学与技术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BF21BA">
              <w:rPr>
                <w:rFonts w:ascii="宋体" w:hAnsi="宋体" w:hint="eastAsia"/>
                <w:color w:val="000000"/>
                <w:sz w:val="18"/>
                <w:szCs w:val="18"/>
              </w:rPr>
              <w:t>集成电路工程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AE7983">
              <w:rPr>
                <w:rFonts w:ascii="宋体" w:hAnsi="宋体" w:hint="eastAsia"/>
                <w:color w:val="000000"/>
                <w:sz w:val="18"/>
                <w:szCs w:val="18"/>
              </w:rPr>
              <w:t>光学工程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622DFB">
              <w:rPr>
                <w:rFonts w:ascii="宋体" w:hAnsi="宋体" w:hint="eastAsia"/>
                <w:color w:val="000000"/>
                <w:sz w:val="18"/>
                <w:szCs w:val="18"/>
              </w:rPr>
              <w:t>农业信息化</w:t>
            </w:r>
          </w:p>
        </w:tc>
        <w:tc>
          <w:tcPr>
            <w:tcW w:w="2127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B90620">
              <w:rPr>
                <w:rFonts w:ascii="宋体" w:hAnsi="宋体" w:hint="eastAsia"/>
                <w:color w:val="000000"/>
                <w:sz w:val="18"/>
                <w:szCs w:val="18"/>
              </w:rPr>
              <w:t>应用电子技术教育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8764DD">
              <w:rPr>
                <w:rFonts w:ascii="宋体" w:hAnsi="宋体" w:hint="eastAsia"/>
                <w:color w:val="000000"/>
                <w:sz w:val="18"/>
                <w:szCs w:val="18"/>
              </w:rPr>
              <w:t>教育技术学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8F0B06">
              <w:rPr>
                <w:rFonts w:ascii="宋体" w:hAnsi="宋体" w:hint="eastAsia"/>
                <w:color w:val="000000"/>
                <w:sz w:val="18"/>
                <w:szCs w:val="18"/>
              </w:rPr>
              <w:t>测控技术与仪器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信息对抗技术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会计信息技术，信息技术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6E3C90">
              <w:rPr>
                <w:rFonts w:ascii="宋体" w:hAnsi="宋体" w:hint="eastAsia"/>
                <w:color w:val="000000"/>
                <w:sz w:val="18"/>
                <w:szCs w:val="18"/>
              </w:rPr>
              <w:t>光电技术应用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21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机电控制类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</w:t>
            </w:r>
            <w:r w:rsidRPr="00A26F8C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B30737">
              <w:rPr>
                <w:rFonts w:ascii="宋体" w:hAnsi="宋体" w:hint="eastAsia"/>
                <w:color w:val="000000"/>
                <w:sz w:val="18"/>
                <w:szCs w:val="18"/>
              </w:rPr>
              <w:t>农业电气化与自动化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B30737">
              <w:rPr>
                <w:rFonts w:ascii="宋体" w:hAnsi="宋体" w:hint="eastAsia"/>
                <w:color w:val="000000"/>
                <w:sz w:val="18"/>
                <w:szCs w:val="18"/>
              </w:rPr>
              <w:t>机械电子工程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44C5C">
              <w:rPr>
                <w:rFonts w:ascii="宋体" w:hAnsi="宋体" w:hint="eastAsia"/>
                <w:color w:val="000000"/>
                <w:sz w:val="18"/>
                <w:szCs w:val="18"/>
              </w:rPr>
              <w:t>仪器科学与技术</w:t>
            </w:r>
          </w:p>
        </w:tc>
        <w:tc>
          <w:tcPr>
            <w:tcW w:w="2127" w:type="dxa"/>
          </w:tcPr>
          <w:p w:rsidR="00EF3CF7" w:rsidRPr="00FC5A1B" w:rsidRDefault="00EF3CF7" w:rsidP="00A426B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</w:t>
            </w:r>
            <w:r w:rsidRPr="00A26F8C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B30737">
              <w:rPr>
                <w:rFonts w:ascii="宋体" w:hAnsi="宋体" w:hint="eastAsia"/>
                <w:color w:val="000000"/>
                <w:sz w:val="18"/>
                <w:szCs w:val="18"/>
              </w:rPr>
              <w:t>机械电子工程</w:t>
            </w:r>
            <w:r w:rsidRPr="006716C5">
              <w:rPr>
                <w:rFonts w:ascii="宋体" w:hAnsi="宋体" w:hint="eastAsia"/>
                <w:color w:val="000000"/>
                <w:sz w:val="18"/>
                <w:szCs w:val="18"/>
              </w:rPr>
              <w:t>，自动化（数控技术）</w:t>
            </w:r>
          </w:p>
        </w:tc>
        <w:tc>
          <w:tcPr>
            <w:tcW w:w="2635" w:type="dxa"/>
          </w:tcPr>
          <w:p w:rsidR="00EF3CF7" w:rsidRPr="00FC5A1B" w:rsidRDefault="00EF3CF7" w:rsidP="006736B0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22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机械工程类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精密仪器及机械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，动力工程及工程热物理</w:t>
            </w:r>
          </w:p>
        </w:tc>
        <w:tc>
          <w:tcPr>
            <w:tcW w:w="2127" w:type="dxa"/>
          </w:tcPr>
          <w:p w:rsidR="00EF3CF7" w:rsidRPr="00FC5A1B" w:rsidRDefault="00EF3CF7" w:rsidP="00FC5A1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机械设计制造及自动化，机械设计制造及其自动化，材料成型及控制工程，工业设计，过程装备与控制工程</w:t>
            </w:r>
            <w:r w:rsidRPr="00E03A16">
              <w:rPr>
                <w:rFonts w:ascii="宋体" w:hAnsi="宋体" w:hint="eastAsia"/>
                <w:color w:val="000000"/>
                <w:sz w:val="18"/>
                <w:szCs w:val="18"/>
              </w:rPr>
              <w:t>，自动化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，机械工程及自动化，机械工程及其自动化，车辆工程，机械电子工程，汽车服务工程，制造自动化与测控技术，</w:t>
            </w:r>
            <w:r w:rsidRPr="00977F74">
              <w:rPr>
                <w:rFonts w:ascii="宋体" w:hAnsi="宋体" w:hint="eastAsia"/>
                <w:color w:val="000000"/>
                <w:sz w:val="18"/>
                <w:szCs w:val="18"/>
              </w:rPr>
              <w:t>测控技术与仪器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微机电系统工程，制造工程，体育装备工程，医疗器械工程，农业机械化及其自动化，机械工程，机械工艺技术，标准化工程，质量管理工程，自动化（数控技术），数控加工与模具设计，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工业工程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23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交通工程类</w:t>
            </w:r>
          </w:p>
        </w:tc>
        <w:tc>
          <w:tcPr>
            <w:tcW w:w="2046" w:type="dxa"/>
          </w:tcPr>
          <w:p w:rsidR="00EF3CF7" w:rsidRPr="00FC5A1B" w:rsidRDefault="00EF3CF7" w:rsidP="007331A4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</w:t>
            </w:r>
            <w:r w:rsidRPr="00FC5A1B">
              <w:rPr>
                <w:rFonts w:ascii="宋体"/>
                <w:color w:val="000000"/>
                <w:sz w:val="18"/>
                <w:szCs w:val="18"/>
              </w:rPr>
              <w:t>,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船舶电子电气工程，船舶与海洋工程，交通管理工程，轨道交通信号与控制，海洋技术，海洋工程与技术，交通土建工程，工程造价管理，工程造价，土木工程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24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航道港口类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港口、海岸及近海工程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港口航道与海岸工程，港口海岸及治河工程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25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船舶工程类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船舶与海洋结构物设计制造，轮机工程，水声工程，</w:t>
            </w:r>
            <w:r w:rsidRPr="00FC5A1B">
              <w:rPr>
                <w:rFonts w:ascii="宋体" w:hAnsi="宋体" w:cs="Arial" w:hint="eastAsia"/>
                <w:sz w:val="18"/>
                <w:szCs w:val="18"/>
              </w:rPr>
              <w:t>船舶与海洋工程</w:t>
            </w:r>
          </w:p>
        </w:tc>
        <w:tc>
          <w:tcPr>
            <w:tcW w:w="2127" w:type="dxa"/>
          </w:tcPr>
          <w:p w:rsidR="00EF3CF7" w:rsidRPr="00FC5A1B" w:rsidRDefault="00EF3CF7" w:rsidP="00B900A2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船舶与海洋工程，海洋工程与技</w:t>
            </w:r>
            <w:r w:rsidRPr="00B900A2">
              <w:rPr>
                <w:rFonts w:hint="eastAsia"/>
                <w:color w:val="000000"/>
                <w:sz w:val="18"/>
                <w:szCs w:val="18"/>
              </w:rPr>
              <w:t>术，海洋资源开发技术，海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洋技术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船舶工程技术，船舶检验，轮机工程技术，船舶栖装，船机制造与维修，船舶电气工程技术，国际油轮乘务，船舶电子电器技术，游艇设计与制造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753479">
              <w:rPr>
                <w:rFonts w:ascii="宋体" w:hAnsi="宋体" w:hint="eastAsia"/>
                <w:color w:val="000000"/>
                <w:sz w:val="18"/>
                <w:szCs w:val="18"/>
              </w:rPr>
              <w:t>船舶通信与导航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26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水利工程类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，给排水科学与工程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27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城建规划类</w:t>
            </w:r>
          </w:p>
        </w:tc>
        <w:tc>
          <w:tcPr>
            <w:tcW w:w="2046" w:type="dxa"/>
          </w:tcPr>
          <w:p w:rsidR="00EF3CF7" w:rsidRPr="00FC5A1B" w:rsidRDefault="00EF3CF7" w:rsidP="00B5096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城乡规划学，城市规划与设计（含：风景园林规划与设计），市政工程，建筑历史与理论，建筑设计及其理论，建筑技术科学，城市规划，风景园林，风景园林学，城市与区域规划，建筑学，园林植物与观赏园艺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9D057F">
              <w:rPr>
                <w:rFonts w:ascii="宋体" w:hAnsi="宋体" w:hint="eastAsia"/>
                <w:color w:val="000000"/>
                <w:sz w:val="18"/>
                <w:szCs w:val="18"/>
              </w:rPr>
              <w:t>建筑与土木工程</w:t>
            </w:r>
          </w:p>
        </w:tc>
        <w:tc>
          <w:tcPr>
            <w:tcW w:w="2127" w:type="dxa"/>
          </w:tcPr>
          <w:p w:rsidR="00EF3CF7" w:rsidRPr="00FC5A1B" w:rsidRDefault="00EF3CF7" w:rsidP="001875F4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，环境设计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813C2">
              <w:rPr>
                <w:rFonts w:ascii="宋体" w:hAnsi="宋体" w:hint="eastAsia"/>
                <w:color w:val="000000"/>
                <w:sz w:val="18"/>
                <w:szCs w:val="18"/>
              </w:rPr>
              <w:t>历史建筑保护工程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28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土地管理类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地图制图学与地理信息工程，土壤学，地图学与地理信息系统，自然地理学，人文地理学，地理学，土地资源管理</w:t>
            </w:r>
          </w:p>
        </w:tc>
        <w:tc>
          <w:tcPr>
            <w:tcW w:w="2127" w:type="dxa"/>
          </w:tcPr>
          <w:p w:rsidR="00EF3CF7" w:rsidRPr="00FC5A1B" w:rsidRDefault="00EF3CF7" w:rsidP="00FC5A1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 xml:space="preserve">29 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测绘类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大地测量学与测量工程，摄影测量与遥感，地图学与地理信息系统，地图制图学与地理信息工程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F76B5">
              <w:rPr>
                <w:rFonts w:ascii="宋体" w:hAnsi="宋体" w:hint="eastAsia"/>
                <w:color w:val="000000"/>
                <w:sz w:val="18"/>
                <w:szCs w:val="18"/>
              </w:rPr>
              <w:t>测绘工程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813C2">
              <w:rPr>
                <w:rFonts w:ascii="宋体" w:hAnsi="宋体" w:hint="eastAsia"/>
                <w:sz w:val="18"/>
                <w:szCs w:val="18"/>
              </w:rPr>
              <w:t>测绘科学与技术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测绘工程，遥感科学与技术，空间科学与数字技术，地理国情监测，大地测量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730F67">
              <w:rPr>
                <w:rFonts w:ascii="宋体" w:hAnsi="宋体" w:hint="eastAsia"/>
                <w:color w:val="000000"/>
                <w:sz w:val="18"/>
                <w:szCs w:val="18"/>
              </w:rPr>
              <w:t>地理信息科学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工程测量技术，工程测量与监理，摄影测量与遥感技术，大地测量与卫星定位技术，大地测量与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GPS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30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建筑工程类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供热、供燃气、通风及空调工程，防灾减灾工程及防护工程，桥梁与隧道工程，城市规划，风景园林，风景园林学，建筑学，建筑与土木工程，土木工程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，工程管理</w:t>
            </w:r>
          </w:p>
        </w:tc>
        <w:tc>
          <w:tcPr>
            <w:tcW w:w="2127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建筑学，土木工程，建筑环境与设备工程，给水排水工程，城市地下空间工程，历史建筑保护工程，景观建筑设计，水务工程，建筑设施智能技术，给排水科学与工程，建筑电气与智能化，景观学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风景园林，园林，道路桥梁与渡河工程，工程力学，工程结构分析，建筑环境与能源应用工程，标准化工程，质量管理工程，工业与民用建筑，给水排水，给排水工程，工民建，工程管理，工程造价，交通土建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 w:rsidR="00EF3CF7" w:rsidRPr="00735C7C">
        <w:trPr>
          <w:jc w:val="center"/>
        </w:trPr>
        <w:tc>
          <w:tcPr>
            <w:tcW w:w="430" w:type="dxa"/>
            <w:gridSpan w:val="2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31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材料工程类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材料物理与化学，材料学，材料加工工程，冶金物理化学，钢铁冶金，有色金属冶金，制浆造纸工程，皮革化学与工程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796220">
              <w:rPr>
                <w:rFonts w:ascii="宋体" w:hAnsi="宋体" w:hint="eastAsia"/>
                <w:color w:val="000000"/>
                <w:sz w:val="18"/>
                <w:szCs w:val="18"/>
              </w:rPr>
              <w:t>高分子化学与物理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4E1C0A">
              <w:rPr>
                <w:rFonts w:ascii="宋体" w:hAnsi="宋体" w:hint="eastAsia"/>
                <w:color w:val="000000"/>
                <w:sz w:val="18"/>
                <w:szCs w:val="18"/>
              </w:rPr>
              <w:t>材料工程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电子封装技术，材料物理，材料化学，功能材料，纳米材料与技术，新能源材料与器件，标准化工程，质量管理工程，高分子材料科学与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9A1D2E">
              <w:rPr>
                <w:rFonts w:ascii="宋体" w:hAnsi="宋体" w:cs="宋体" w:hint="eastAsia"/>
                <w:kern w:val="0"/>
                <w:sz w:val="18"/>
                <w:szCs w:val="18"/>
              </w:rPr>
              <w:t>材料成型及控制工程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炭素加工技术，建筑材料工程技术，光伏材料加工与应用技术，粉末冶金技术，轧钢技术，硅材料技术，钢铁冶金技术，建筑材料检测技术，橡胶工艺与应用技术，石材开发与应用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D25F86">
              <w:rPr>
                <w:rFonts w:ascii="宋体" w:hAnsi="宋体" w:cs="宋体" w:hint="eastAsia"/>
                <w:kern w:val="0"/>
                <w:sz w:val="18"/>
                <w:szCs w:val="18"/>
              </w:rPr>
              <w:t>金属压力加工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32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地质矿产类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矿产普查与勘探，地球探测与信息技术，矿物学、岩石学、矿床学，地球化学，地质工程，古生物学与地层学，构造地质学，第四纪地质学</w:t>
            </w:r>
            <w:r w:rsidRPr="00A175E5">
              <w:rPr>
                <w:rFonts w:ascii="宋体" w:hAnsi="宋体" w:hint="eastAsia"/>
                <w:color w:val="000000"/>
                <w:sz w:val="18"/>
                <w:szCs w:val="18"/>
              </w:rPr>
              <w:t>，地质学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，采矿工程，安全技术及工程，油气井工程，油气田开发工程，油气储运工程，矿物加工工程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40F90">
              <w:rPr>
                <w:rFonts w:ascii="宋体" w:hAnsi="宋体" w:hint="eastAsia"/>
                <w:color w:val="000000"/>
                <w:sz w:val="18"/>
                <w:szCs w:val="18"/>
              </w:rPr>
              <w:t>石油与天然气工程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5B0A0C">
              <w:rPr>
                <w:rFonts w:ascii="宋体" w:hAnsi="宋体" w:hint="eastAsia"/>
                <w:color w:val="000000"/>
                <w:sz w:val="18"/>
                <w:szCs w:val="18"/>
              </w:rPr>
              <w:t>矿业工程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8130B">
              <w:rPr>
                <w:rFonts w:ascii="宋体" w:hAnsi="宋体" w:hint="eastAsia"/>
                <w:sz w:val="18"/>
                <w:szCs w:val="18"/>
              </w:rPr>
              <w:t>地质资源与地质工程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采矿工程，矿物资源工程，煤及煤层气工程，石油工程，海洋油气工程，油气储运工程，矿物加工工程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地球物理学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4255DC">
              <w:rPr>
                <w:rFonts w:ascii="宋体" w:hAnsi="宋体" w:hint="eastAsia"/>
                <w:color w:val="000000"/>
                <w:sz w:val="18"/>
                <w:szCs w:val="18"/>
              </w:rPr>
              <w:t>地球信息科学与技术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020FBB">
              <w:rPr>
                <w:rFonts w:ascii="宋体" w:hAnsi="宋体" w:hint="eastAsia"/>
                <w:color w:val="000000"/>
                <w:sz w:val="18"/>
                <w:szCs w:val="18"/>
              </w:rPr>
              <w:t>宝石及材料工艺学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710F59">
              <w:rPr>
                <w:rFonts w:ascii="宋体" w:hAnsi="宋体" w:hint="eastAsia"/>
                <w:color w:val="000000"/>
                <w:sz w:val="18"/>
                <w:szCs w:val="18"/>
              </w:rPr>
              <w:t>固体地球物理学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33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安全生产类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安全技术及工程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94C21">
              <w:rPr>
                <w:rFonts w:ascii="宋体" w:hAnsi="宋体" w:hint="eastAsia"/>
                <w:color w:val="000000"/>
                <w:sz w:val="18"/>
                <w:szCs w:val="18"/>
              </w:rPr>
              <w:t>安全科学与工程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42059">
              <w:rPr>
                <w:rFonts w:ascii="宋体" w:hAnsi="宋体" w:hint="eastAsia"/>
                <w:color w:val="000000"/>
                <w:sz w:val="18"/>
                <w:szCs w:val="18"/>
              </w:rPr>
              <w:t>安全工程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安全工程，安全防范工程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，火灾勘查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E46D03">
              <w:rPr>
                <w:rFonts w:ascii="宋体" w:hAnsi="宋体" w:hint="eastAsia"/>
                <w:color w:val="000000"/>
                <w:sz w:val="18"/>
                <w:szCs w:val="18"/>
              </w:rPr>
              <w:t>雷电防护科学与技术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34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能源动力类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核能科学与工程，核燃料循环与材料，工程热物理，热能工程，动力工程，制冷及低温工程，流体机械及工程，动力工程及工程热物理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能源与动力工程，能源与环境系统工程，风能与动力工程，新能源科学与工程，热能与动力工程，能源工程及自动化，建筑环境与能源应用工程，能源经济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35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环境保护类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环境科学，环境工程，生态学</w:t>
            </w:r>
            <w:r w:rsidRPr="00A26F8C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430517">
              <w:rPr>
                <w:rFonts w:ascii="宋体" w:hAnsi="宋体" w:hint="eastAsia"/>
                <w:color w:val="000000"/>
                <w:sz w:val="18"/>
                <w:szCs w:val="18"/>
              </w:rPr>
              <w:t>环境科学与工程</w:t>
            </w:r>
            <w:r w:rsidRPr="00E40602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水土保持与荒漠化防治，大气物理学与大气环境</w:t>
            </w:r>
          </w:p>
        </w:tc>
        <w:tc>
          <w:tcPr>
            <w:tcW w:w="2127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环境工程，安全工程，水质科学与技术，灾害防治工程，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环境科学与工程，环境监察，雷电防护科学与技术，环境科学，生态学，资源环境科学，</w:t>
            </w:r>
            <w:r w:rsidRPr="00E40602">
              <w:rPr>
                <w:rFonts w:ascii="宋体" w:hAnsi="宋体" w:hint="eastAsia"/>
                <w:color w:val="000000"/>
                <w:sz w:val="18"/>
                <w:szCs w:val="18"/>
              </w:rPr>
              <w:t>资源环境与城乡规划管理，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水土保持与荒漠化防治，农业资源与环境，环境生态工程，环保设备工程，野生动物与自然保护区管理，园林，自然地理与资源环境，大气科学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，应用气象学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36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化学工程类</w:t>
            </w:r>
          </w:p>
        </w:tc>
        <w:tc>
          <w:tcPr>
            <w:tcW w:w="2046" w:type="dxa"/>
          </w:tcPr>
          <w:p w:rsidR="00EF3CF7" w:rsidRPr="00FC5A1B" w:rsidRDefault="00EF3CF7" w:rsidP="00CF782E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化学工程，化学工艺，生物化工，应用化学，</w:t>
            </w:r>
            <w:r w:rsidRPr="00253857">
              <w:rPr>
                <w:rFonts w:ascii="宋体" w:hAnsi="宋体" w:cs="宋体" w:hint="eastAsia"/>
                <w:kern w:val="0"/>
                <w:sz w:val="18"/>
                <w:szCs w:val="18"/>
              </w:rPr>
              <w:t>化学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工业催化，化学工程与技术，</w:t>
            </w:r>
            <w:r w:rsidRPr="00D43F24">
              <w:rPr>
                <w:rFonts w:ascii="宋体" w:hAnsi="宋体" w:hint="eastAsia"/>
                <w:color w:val="000000"/>
                <w:sz w:val="18"/>
                <w:szCs w:val="18"/>
              </w:rPr>
              <w:t>有机化学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796220">
              <w:rPr>
                <w:rFonts w:ascii="宋体" w:hAnsi="宋体" w:hint="eastAsia"/>
                <w:color w:val="000000"/>
                <w:sz w:val="18"/>
                <w:szCs w:val="18"/>
              </w:rPr>
              <w:t>高分子化学与物理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4D7B5D">
              <w:rPr>
                <w:rFonts w:ascii="宋体" w:hAnsi="宋体" w:cs="宋体" w:hint="eastAsia"/>
                <w:kern w:val="0"/>
                <w:sz w:val="18"/>
                <w:szCs w:val="18"/>
              </w:rPr>
              <w:t>化工过程机械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专业大类序号为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37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127" w:type="dxa"/>
          </w:tcPr>
          <w:p w:rsidR="00EF3CF7" w:rsidRPr="00FC5A1B" w:rsidRDefault="00EF3CF7" w:rsidP="0059346A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化学工程与工艺，化学工程与工业生物工程，</w:t>
            </w:r>
            <w:r w:rsidRPr="00253857">
              <w:rPr>
                <w:rFonts w:ascii="宋体" w:hAnsi="宋体" w:cs="宋体" w:hint="eastAsia"/>
                <w:kern w:val="0"/>
                <w:sz w:val="18"/>
                <w:szCs w:val="18"/>
              </w:rPr>
              <w:t>化学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资源科学与工程，</w:t>
            </w:r>
            <w:r w:rsidRPr="003E23AE">
              <w:rPr>
                <w:rFonts w:ascii="宋体" w:hAnsi="宋体" w:cs="宋体" w:hint="eastAsia"/>
                <w:kern w:val="0"/>
                <w:sz w:val="18"/>
                <w:szCs w:val="18"/>
              </w:rPr>
              <w:t>化学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化工与制药，油气加工工程，资源循环科学与工程，能源化学工程，应用化学，高分子材料与工程</w:t>
            </w:r>
            <w:r w:rsidRPr="00855774">
              <w:rPr>
                <w:rFonts w:ascii="宋体" w:hAnsi="宋体" w:hint="eastAsia"/>
                <w:color w:val="000000"/>
                <w:sz w:val="18"/>
                <w:szCs w:val="18"/>
              </w:rPr>
              <w:t>，轻化工程</w:t>
            </w:r>
            <w:r w:rsidRPr="002C172B">
              <w:rPr>
                <w:rFonts w:ascii="宋体" w:hAnsi="宋体" w:hint="eastAsia"/>
                <w:color w:val="000000"/>
                <w:sz w:val="18"/>
                <w:szCs w:val="18"/>
              </w:rPr>
              <w:t>，林产化工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AE3065">
              <w:rPr>
                <w:rFonts w:ascii="宋体" w:hAnsi="宋体" w:hint="eastAsia"/>
                <w:color w:val="000000"/>
                <w:sz w:val="18"/>
                <w:szCs w:val="18"/>
              </w:rPr>
              <w:t>材料化学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，特种能源工程与烟火技术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4D2312">
              <w:rPr>
                <w:rFonts w:ascii="宋体" w:hAnsi="宋体" w:hint="eastAsia"/>
                <w:color w:val="000000"/>
                <w:sz w:val="18"/>
                <w:szCs w:val="18"/>
              </w:rPr>
              <w:t>特种能源技术与工程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专业大类序号为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37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的所有专业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</w:t>
            </w:r>
            <w:r w:rsidRPr="00FC5A1B">
              <w:rPr>
                <w:rFonts w:ascii="宋体" w:hAnsi="宋体"/>
                <w:color w:val="000000"/>
                <w:sz w:val="18"/>
                <w:szCs w:val="18"/>
              </w:rPr>
              <w:t>37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的所有专业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37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医药化工类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药物化学，微生物与生化药学，制药工程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制药工程，化工与制药，化学生物学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，药物化学，中药制药，生物制药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B73218">
              <w:rPr>
                <w:rFonts w:ascii="宋体" w:hAnsi="宋体" w:cs="宋体" w:hint="eastAsia"/>
                <w:kern w:val="0"/>
                <w:sz w:val="18"/>
                <w:szCs w:val="18"/>
              </w:rPr>
              <w:t>药物制剂</w:t>
            </w:r>
          </w:p>
        </w:tc>
        <w:tc>
          <w:tcPr>
            <w:tcW w:w="2635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生化制药技术，化学制药技术，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生物制药技术，中药制药技术，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药物制剂技术，药物分析技术，食品药品监督管理，药品质量检测技术，药品经营与管理，保健品开发与管理，技术监督与商检，生化分析检测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38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食品工程类</w:t>
            </w:r>
          </w:p>
        </w:tc>
        <w:tc>
          <w:tcPr>
            <w:tcW w:w="2046" w:type="dxa"/>
          </w:tcPr>
          <w:p w:rsidR="00EF3CF7" w:rsidRPr="00FC5A1B" w:rsidRDefault="00EF3CF7" w:rsidP="006736B0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量与安全监管，黄酒酿造，食品质量与安全，餐饮食品安全，食品安全与检测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39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生物工程类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4602B5">
              <w:rPr>
                <w:rFonts w:ascii="宋体" w:hAnsi="宋体" w:cs="宋体" w:hint="eastAsia"/>
                <w:kern w:val="0"/>
                <w:sz w:val="18"/>
                <w:szCs w:val="18"/>
              </w:rPr>
              <w:t>生物化工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3C3DFC">
              <w:rPr>
                <w:rFonts w:ascii="宋体" w:hAnsi="宋体" w:cs="宋体" w:hint="eastAsia"/>
                <w:kern w:val="0"/>
                <w:sz w:val="18"/>
                <w:szCs w:val="18"/>
              </w:rPr>
              <w:t>发酵工程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55EAE">
              <w:rPr>
                <w:rFonts w:ascii="宋体" w:hAnsi="宋体" w:hint="eastAsia"/>
                <w:color w:val="000000"/>
                <w:sz w:val="18"/>
                <w:szCs w:val="18"/>
              </w:rPr>
              <w:t>海洋资源开发技术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40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轻工纺织类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纺织工程，纺织材料与纺织品设计，纺织化学与染整工程，服装，制浆造纸工程，皮革化学与工程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纺织科学与工程，轻工技术与工程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EB52A1">
              <w:rPr>
                <w:rFonts w:ascii="宋体" w:hAnsi="宋体" w:cs="宋体" w:hint="eastAsia"/>
                <w:kern w:val="0"/>
                <w:sz w:val="18"/>
                <w:szCs w:val="18"/>
              </w:rPr>
              <w:t>服装设计与工艺教育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050038">
              <w:rPr>
                <w:rFonts w:ascii="宋体" w:hAnsi="宋体" w:cs="宋体" w:hint="eastAsia"/>
                <w:kern w:val="0"/>
                <w:sz w:val="18"/>
                <w:szCs w:val="18"/>
              </w:rPr>
              <w:t>服装设计与工艺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41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农业类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农业机械化工程，农业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渔业经济管理，渔业资源与渔政管理，渔业，植物资源工程，植物学，农业推广，农业科技组织与服务，作物安全生产与质量管理，农业资源利用，农村与区域发展，农业工程，园艺，</w:t>
            </w:r>
            <w:r w:rsidRPr="00C7006D">
              <w:rPr>
                <w:rFonts w:ascii="宋体" w:hAnsi="宋体" w:hint="eastAsia"/>
                <w:sz w:val="18"/>
                <w:szCs w:val="18"/>
              </w:rPr>
              <w:t>园艺学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7006D">
              <w:rPr>
                <w:rFonts w:ascii="宋体" w:hAnsi="宋体" w:hint="eastAsia"/>
                <w:sz w:val="18"/>
                <w:szCs w:val="18"/>
              </w:rPr>
              <w:t>草学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7006D">
              <w:rPr>
                <w:rFonts w:ascii="宋体" w:hAnsi="宋体" w:hint="eastAsia"/>
                <w:sz w:val="18"/>
                <w:szCs w:val="18"/>
              </w:rPr>
              <w:t>作物学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农业信息化，农业机械化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农业机械化及其自动化，农业电气化与自动化，农业电气化，农业建筑环境与能源工程，农业水利工程，农业工程，生物系统工程，农学，园艺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农艺教育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作物生产技术，种子生产与经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42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林业类</w:t>
            </w:r>
          </w:p>
        </w:tc>
        <w:tc>
          <w:tcPr>
            <w:tcW w:w="2046" w:type="dxa"/>
          </w:tcPr>
          <w:p w:rsidR="00EF3CF7" w:rsidRPr="00FC5A1B" w:rsidRDefault="00EF3CF7" w:rsidP="001A2FCD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水土保持与荒漠化防治，林业经济管理，植物资源工程，土壤学，植物营养学，植物病理学，植物学，林业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66458B">
              <w:rPr>
                <w:rFonts w:ascii="宋体" w:hAnsi="宋体" w:hint="eastAsia"/>
                <w:color w:val="000000"/>
                <w:sz w:val="18"/>
                <w:szCs w:val="18"/>
              </w:rPr>
              <w:t>林业工程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园艺，</w:t>
            </w:r>
            <w:r w:rsidRPr="00C7006D">
              <w:rPr>
                <w:rFonts w:ascii="宋体" w:hAnsi="宋体" w:hint="eastAsia"/>
                <w:sz w:val="18"/>
                <w:szCs w:val="18"/>
              </w:rPr>
              <w:t>园艺学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</w:t>
            </w:r>
            <w:r w:rsidRPr="00E40602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水土保持与荒漠化防治，草业科学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C05402">
              <w:rPr>
                <w:rFonts w:ascii="宋体" w:hAnsi="宋体" w:cs="宋体" w:hint="eastAsia"/>
                <w:kern w:val="0"/>
                <w:sz w:val="18"/>
                <w:szCs w:val="18"/>
              </w:rPr>
              <w:t>风景园林设计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43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畜牧养殖类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动物遗传育种与繁殖，动物营养与饲料科学，特种经济动物饲养（含：蚕、蜂等），基础兽医学，预防兽医学，临床兽医学，</w:t>
            </w:r>
            <w:r w:rsidRPr="00A74493">
              <w:rPr>
                <w:rFonts w:ascii="宋体" w:hAnsi="宋体" w:hint="eastAsia"/>
                <w:sz w:val="18"/>
                <w:szCs w:val="18"/>
              </w:rPr>
              <w:t>水产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水产养殖，捕捞学，渔业资源，渔业，动物学，兽医，</w:t>
            </w:r>
            <w:r w:rsidRPr="00A74493">
              <w:rPr>
                <w:rFonts w:ascii="宋体" w:hAnsi="宋体" w:hint="eastAsia"/>
                <w:sz w:val="18"/>
                <w:szCs w:val="18"/>
              </w:rPr>
              <w:t>兽医学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养殖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86BE1">
              <w:rPr>
                <w:rFonts w:ascii="宋体" w:hAnsi="宋体" w:hint="eastAsia"/>
                <w:sz w:val="18"/>
                <w:szCs w:val="18"/>
              </w:rPr>
              <w:t>畜牧学</w:t>
            </w:r>
          </w:p>
        </w:tc>
        <w:tc>
          <w:tcPr>
            <w:tcW w:w="2127" w:type="dxa"/>
          </w:tcPr>
          <w:p w:rsidR="00EF3CF7" w:rsidRPr="00FC5A1B" w:rsidRDefault="00EF3CF7" w:rsidP="00FC5A1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动物科学，蚕学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，草业科学，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蜂学，水产养殖学，海洋渔业科学与技术，水族科学与技术，动物医学，动物药学，动植物检疫，海洋技术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44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医学类</w:t>
            </w:r>
          </w:p>
        </w:tc>
        <w:tc>
          <w:tcPr>
            <w:tcW w:w="2046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人体解剖与组织胚胎学，免疫学，</w:t>
            </w:r>
            <w:r w:rsidRPr="00CE5D86">
              <w:rPr>
                <w:rFonts w:ascii="宋体" w:hAnsi="宋体" w:hint="eastAsia"/>
                <w:color w:val="000000"/>
                <w:sz w:val="18"/>
                <w:szCs w:val="18"/>
              </w:rPr>
              <w:t>遗传学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</w:t>
            </w:r>
            <w:r w:rsidRPr="00A26F8C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712DBD">
              <w:rPr>
                <w:rFonts w:ascii="宋体" w:hAnsi="宋体" w:hint="eastAsia"/>
                <w:color w:val="000000"/>
                <w:sz w:val="18"/>
                <w:szCs w:val="18"/>
              </w:rPr>
              <w:t>预防医学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45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公共卫生类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265DE9">
              <w:rPr>
                <w:rFonts w:ascii="宋体" w:hAnsi="宋体" w:cs="宋体" w:hint="eastAsia"/>
                <w:kern w:val="0"/>
                <w:sz w:val="18"/>
                <w:szCs w:val="18"/>
              </w:rPr>
              <w:t>公共卫生与预防医学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F05A19">
              <w:rPr>
                <w:rFonts w:ascii="宋体" w:hAnsi="宋体" w:cs="宋体" w:hint="eastAsia"/>
                <w:kern w:val="0"/>
                <w:sz w:val="18"/>
                <w:szCs w:val="18"/>
              </w:rPr>
              <w:t>社会医学与卫生事业管理</w:t>
            </w:r>
          </w:p>
        </w:tc>
        <w:tc>
          <w:tcPr>
            <w:tcW w:w="2127" w:type="dxa"/>
          </w:tcPr>
          <w:p w:rsidR="00EF3CF7" w:rsidRPr="00FC5A1B" w:rsidRDefault="00EF3CF7" w:rsidP="00E8705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预防医学，基础医学，卫生检验，卫生检验与检疫，食品卫生与营养学</w:t>
            </w:r>
            <w:r w:rsidRPr="00384195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全球健康学，卫生事业管理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647CD1">
              <w:rPr>
                <w:rFonts w:ascii="宋体" w:hAnsi="宋体" w:hint="eastAsia"/>
                <w:color w:val="000000"/>
                <w:sz w:val="18"/>
                <w:szCs w:val="18"/>
              </w:rPr>
              <w:t>药事管理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，营养学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卫生监督，卫生信息管理，公共卫生管理，卫生检验与检疫技术，医学文秘</w:t>
            </w:r>
            <w:r w:rsidRPr="00A26F8C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E7454A">
              <w:rPr>
                <w:rFonts w:ascii="宋体" w:hAnsi="宋体" w:hint="eastAsia"/>
                <w:color w:val="000000"/>
                <w:sz w:val="18"/>
                <w:szCs w:val="18"/>
              </w:rPr>
              <w:t>预防医学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46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药学类</w:t>
            </w:r>
          </w:p>
        </w:tc>
        <w:tc>
          <w:tcPr>
            <w:tcW w:w="2046" w:type="dxa"/>
          </w:tcPr>
          <w:p w:rsidR="00EF3CF7" w:rsidRPr="00FC5A1B" w:rsidRDefault="00EF3CF7" w:rsidP="004B2A6C">
            <w:pPr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药物化学，药剂学，生药学，药物分析学，微生物与生化药学，药理学，中药学，药学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632A31">
              <w:rPr>
                <w:rFonts w:ascii="宋体" w:hAnsi="宋体" w:hint="eastAsia"/>
                <w:color w:val="000000"/>
                <w:sz w:val="18"/>
                <w:szCs w:val="18"/>
              </w:rPr>
              <w:t>制药工程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632A31">
              <w:rPr>
                <w:rFonts w:ascii="宋体" w:hAnsi="宋体" w:hint="eastAsia"/>
                <w:color w:val="000000"/>
                <w:sz w:val="18"/>
                <w:szCs w:val="18"/>
              </w:rPr>
              <w:t>制药工程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药学，中药，中药鉴定与质量检测技术，现代中药技术，维药学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47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基础理学类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F05A19">
              <w:rPr>
                <w:rFonts w:ascii="宋体" w:hAnsi="宋体" w:hint="eastAsia"/>
                <w:sz w:val="18"/>
                <w:szCs w:val="18"/>
              </w:rPr>
              <w:t>数学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416F3B">
              <w:rPr>
                <w:rFonts w:ascii="宋体" w:hAnsi="宋体" w:hint="eastAsia"/>
                <w:sz w:val="18"/>
                <w:szCs w:val="18"/>
              </w:rPr>
              <w:t>生物学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416F3B">
              <w:rPr>
                <w:rFonts w:ascii="宋体" w:hAnsi="宋体" w:hint="eastAsia"/>
                <w:sz w:val="18"/>
                <w:szCs w:val="18"/>
              </w:rPr>
              <w:t>系统科学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050F76">
              <w:rPr>
                <w:rFonts w:ascii="宋体" w:hAnsi="宋体" w:cs="宋体" w:hint="eastAsia"/>
                <w:kern w:val="0"/>
                <w:sz w:val="18"/>
                <w:szCs w:val="18"/>
              </w:rPr>
              <w:t>农药学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0F2A8B">
              <w:rPr>
                <w:rFonts w:ascii="宋体" w:hAnsi="宋体" w:cs="宋体" w:hint="eastAsia"/>
                <w:kern w:val="0"/>
                <w:sz w:val="18"/>
                <w:szCs w:val="18"/>
              </w:rPr>
              <w:t>生物工程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数学与应用数学，数学及应用数学，信息与计算科学，数理基础科学，物理学，应用物理学，声学，核物理，化学，应用化学，</w:t>
            </w:r>
            <w:r w:rsidRPr="00E053D2">
              <w:rPr>
                <w:rFonts w:ascii="宋体" w:hAnsi="宋体" w:cs="宋体" w:hint="eastAsia"/>
                <w:kern w:val="0"/>
                <w:sz w:val="18"/>
                <w:szCs w:val="18"/>
              </w:rPr>
              <w:t>材料化学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48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兵工宇航类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5971AC">
              <w:rPr>
                <w:rFonts w:ascii="宋体" w:hAnsi="宋体" w:hint="eastAsia"/>
                <w:sz w:val="18"/>
                <w:szCs w:val="18"/>
              </w:rPr>
              <w:t>航空宇航科学与技术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5971AC">
              <w:rPr>
                <w:rFonts w:ascii="宋体" w:hAnsi="宋体" w:hint="eastAsia"/>
                <w:sz w:val="18"/>
                <w:szCs w:val="18"/>
              </w:rPr>
              <w:t>兵器科学与技术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06CF9">
              <w:rPr>
                <w:rFonts w:ascii="宋体" w:hAnsi="宋体" w:hint="eastAsia"/>
                <w:sz w:val="18"/>
                <w:szCs w:val="18"/>
              </w:rPr>
              <w:t>核科学与技术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DC19B8">
              <w:rPr>
                <w:rFonts w:ascii="宋体" w:hAnsi="宋体" w:cs="宋体" w:hint="eastAsia"/>
                <w:kern w:val="0"/>
                <w:sz w:val="18"/>
                <w:szCs w:val="18"/>
              </w:rPr>
              <w:t>兵器工程</w:t>
            </w:r>
          </w:p>
        </w:tc>
        <w:tc>
          <w:tcPr>
            <w:tcW w:w="2127" w:type="dxa"/>
          </w:tcPr>
          <w:p w:rsidR="00EF3CF7" w:rsidRPr="00FC5A1B" w:rsidRDefault="00EF3CF7" w:rsidP="00682ADB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D51ECF">
              <w:rPr>
                <w:rFonts w:ascii="宋体" w:hAnsi="宋体" w:cs="宋体" w:hint="eastAsia"/>
                <w:kern w:val="0"/>
                <w:sz w:val="18"/>
                <w:szCs w:val="18"/>
              </w:rPr>
              <w:t>导航工程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无人机应用技术，航天器制造技术，低空无人机操控技术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D51ECF">
              <w:rPr>
                <w:rFonts w:ascii="宋体" w:hAnsi="宋体" w:cs="宋体" w:hint="eastAsia"/>
                <w:kern w:val="0"/>
                <w:sz w:val="18"/>
                <w:szCs w:val="18"/>
              </w:rPr>
              <w:t>导弹维修</w:t>
            </w: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49</w:t>
            </w:r>
          </w:p>
        </w:tc>
        <w:tc>
          <w:tcPr>
            <w:tcW w:w="1742" w:type="dxa"/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仪表仪器及</w:t>
            </w:r>
          </w:p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测试技术类</w:t>
            </w:r>
          </w:p>
        </w:tc>
        <w:tc>
          <w:tcPr>
            <w:tcW w:w="2046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精密仪器及机械，测试计量技术及仪器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9033F0">
              <w:rPr>
                <w:rFonts w:ascii="宋体" w:hAnsi="宋体" w:hint="eastAsia"/>
                <w:sz w:val="18"/>
                <w:szCs w:val="18"/>
              </w:rPr>
              <w:t>仪器科学与技术</w:t>
            </w:r>
            <w:r>
              <w:rPr>
                <w:rFonts w:ascii="宋体" w:hAnsi="宋体" w:hint="eastAsia"/>
                <w:sz w:val="18"/>
                <w:szCs w:val="18"/>
              </w:rPr>
              <w:t>，仪器仪表工程</w:t>
            </w:r>
          </w:p>
        </w:tc>
        <w:tc>
          <w:tcPr>
            <w:tcW w:w="2127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测控技术与仪器，电子信息技术及仪器</w:t>
            </w:r>
          </w:p>
        </w:tc>
        <w:tc>
          <w:tcPr>
            <w:tcW w:w="2635" w:type="dxa"/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EF3CF7" w:rsidRPr="00735C7C">
        <w:trPr>
          <w:gridBefore w:val="1"/>
          <w:jc w:val="center"/>
        </w:trPr>
        <w:tc>
          <w:tcPr>
            <w:tcW w:w="430" w:type="dxa"/>
            <w:tcBorders>
              <w:bottom w:val="single" w:sz="12" w:space="0" w:color="auto"/>
            </w:tcBorders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/>
                <w:color w:val="000000"/>
                <w:szCs w:val="21"/>
              </w:rPr>
              <w:t>50</w:t>
            </w:r>
          </w:p>
        </w:tc>
        <w:tc>
          <w:tcPr>
            <w:tcW w:w="1742" w:type="dxa"/>
            <w:tcBorders>
              <w:bottom w:val="single" w:sz="12" w:space="0" w:color="auto"/>
            </w:tcBorders>
          </w:tcPr>
          <w:p w:rsidR="00EF3CF7" w:rsidRPr="00735C7C" w:rsidRDefault="00EF3CF7" w:rsidP="00E14E47">
            <w:pPr>
              <w:jc w:val="center"/>
              <w:rPr>
                <w:rFonts w:ascii="黑体" w:eastAsia="黑体"/>
                <w:color w:val="000000"/>
                <w:szCs w:val="21"/>
              </w:rPr>
            </w:pPr>
            <w:r w:rsidRPr="00735C7C">
              <w:rPr>
                <w:rFonts w:ascii="黑体" w:eastAsia="黑体" w:hint="eastAsia"/>
                <w:color w:val="000000"/>
                <w:szCs w:val="21"/>
              </w:rPr>
              <w:t>军事学类</w:t>
            </w:r>
          </w:p>
        </w:tc>
        <w:tc>
          <w:tcPr>
            <w:tcW w:w="2046" w:type="dxa"/>
            <w:tcBorders>
              <w:bottom w:val="single" w:sz="12" w:space="0" w:color="auto"/>
            </w:tcBorders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FC5A1B">
              <w:rPr>
                <w:rFonts w:ascii="宋体" w:hAnsi="宋体" w:hint="eastAsia"/>
                <w:color w:val="00000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9033F0">
              <w:rPr>
                <w:rFonts w:ascii="宋体" w:hAnsi="宋体" w:hint="eastAsia"/>
                <w:sz w:val="18"/>
                <w:szCs w:val="18"/>
              </w:rPr>
              <w:t>军事训练学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9033F0">
              <w:rPr>
                <w:rFonts w:ascii="宋体" w:hAnsi="宋体" w:hint="eastAsia"/>
                <w:sz w:val="18"/>
                <w:szCs w:val="18"/>
              </w:rPr>
              <w:t>军事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9033F0">
              <w:rPr>
                <w:rFonts w:ascii="宋体" w:hAnsi="宋体" w:hint="eastAsia"/>
                <w:sz w:val="18"/>
                <w:szCs w:val="18"/>
              </w:rPr>
              <w:t>战略学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9033F0">
              <w:rPr>
                <w:rFonts w:ascii="宋体" w:hAnsi="宋体" w:hint="eastAsia"/>
                <w:sz w:val="18"/>
                <w:szCs w:val="18"/>
              </w:rPr>
              <w:t>军事思想及军事历史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261D9E">
              <w:rPr>
                <w:rFonts w:ascii="宋体" w:hAnsi="宋体" w:hint="eastAsia"/>
                <w:sz w:val="18"/>
                <w:szCs w:val="18"/>
              </w:rPr>
              <w:t>军制学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261D9E">
              <w:rPr>
                <w:rFonts w:ascii="宋体" w:hAnsi="宋体" w:hint="eastAsia"/>
                <w:sz w:val="18"/>
                <w:szCs w:val="18"/>
              </w:rPr>
              <w:t>战役学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261D9E">
              <w:rPr>
                <w:rFonts w:ascii="宋体" w:hAnsi="宋体" w:hint="eastAsia"/>
                <w:sz w:val="18"/>
                <w:szCs w:val="18"/>
              </w:rPr>
              <w:t>战术学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261D9E">
              <w:rPr>
                <w:rFonts w:ascii="宋体" w:hAnsi="宋体" w:hint="eastAsia"/>
                <w:sz w:val="18"/>
                <w:szCs w:val="18"/>
              </w:rPr>
              <w:t>军队指挥学</w:t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2635" w:type="dxa"/>
            <w:tcBorders>
              <w:bottom w:val="single" w:sz="12" w:space="0" w:color="auto"/>
            </w:tcBorders>
          </w:tcPr>
          <w:p w:rsidR="00EF3CF7" w:rsidRPr="00FC5A1B" w:rsidRDefault="00EF3CF7" w:rsidP="00E14E47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</w:tbl>
    <w:p w:rsidR="00EF3CF7" w:rsidRPr="00735C7C" w:rsidRDefault="00EF3CF7" w:rsidP="00E14E47">
      <w:pPr>
        <w:rPr>
          <w:rFonts w:ascii="黑体" w:eastAsia="黑体" w:hAnsi="黑体"/>
          <w:color w:val="000000"/>
          <w:sz w:val="24"/>
          <w:szCs w:val="24"/>
        </w:rPr>
      </w:pPr>
    </w:p>
    <w:p w:rsidR="00EF3CF7" w:rsidRPr="00735C7C" w:rsidRDefault="00EF3CF7">
      <w:pPr>
        <w:rPr>
          <w:color w:val="000000"/>
        </w:rPr>
      </w:pPr>
    </w:p>
    <w:sectPr w:rsidR="00EF3CF7" w:rsidRPr="00735C7C" w:rsidSect="00B439E1">
      <w:footerReference w:type="default" r:id="rId6"/>
      <w:pgSz w:w="11906" w:h="16838" w:code="9"/>
      <w:pgMar w:top="1701" w:right="1531" w:bottom="1588" w:left="1531" w:header="851" w:footer="1304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CF7" w:rsidRDefault="00EF3CF7">
      <w:r>
        <w:separator/>
      </w:r>
    </w:p>
  </w:endnote>
  <w:endnote w:type="continuationSeparator" w:id="0">
    <w:p w:rsidR="00EF3CF7" w:rsidRDefault="00EF3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楷体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CF7" w:rsidRPr="006C72EC" w:rsidRDefault="00EF3CF7" w:rsidP="006C72EC">
    <w:pPr>
      <w:pStyle w:val="Footer"/>
      <w:framePr w:wrap="around" w:vAnchor="text" w:hAnchor="margin" w:xAlign="outside" w:y="1"/>
      <w:rPr>
        <w:rStyle w:val="PageNumber"/>
        <w:rFonts w:ascii="宋体"/>
        <w:sz w:val="28"/>
        <w:szCs w:val="28"/>
      </w:rPr>
    </w:pPr>
    <w:r>
      <w:rPr>
        <w:rStyle w:val="PageNumber"/>
        <w:rFonts w:ascii="宋体" w:hAnsi="宋体"/>
        <w:sz w:val="28"/>
        <w:szCs w:val="28"/>
      </w:rPr>
      <w:t xml:space="preserve">— </w:t>
    </w:r>
    <w:r w:rsidRPr="006C72EC">
      <w:rPr>
        <w:rStyle w:val="PageNumber"/>
        <w:rFonts w:ascii="宋体" w:hAnsi="宋体"/>
        <w:sz w:val="28"/>
        <w:szCs w:val="28"/>
      </w:rPr>
      <w:fldChar w:fldCharType="begin"/>
    </w:r>
    <w:r w:rsidRPr="006C72EC">
      <w:rPr>
        <w:rStyle w:val="PageNumber"/>
        <w:rFonts w:ascii="宋体" w:hAnsi="宋体"/>
        <w:sz w:val="28"/>
        <w:szCs w:val="28"/>
      </w:rPr>
      <w:instrText xml:space="preserve">PAGE  </w:instrText>
    </w:r>
    <w:r w:rsidRPr="006C72EC"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3</w:t>
    </w:r>
    <w:r w:rsidRPr="006C72EC">
      <w:rPr>
        <w:rStyle w:val="PageNumber"/>
        <w:rFonts w:ascii="宋体" w:hAnsi="宋体"/>
        <w:sz w:val="28"/>
        <w:szCs w:val="28"/>
      </w:rPr>
      <w:fldChar w:fldCharType="end"/>
    </w:r>
    <w:r>
      <w:rPr>
        <w:rStyle w:val="PageNumber"/>
        <w:rFonts w:ascii="宋体" w:hAnsi="宋体"/>
        <w:sz w:val="28"/>
        <w:szCs w:val="28"/>
      </w:rPr>
      <w:t xml:space="preserve"> —</w:t>
    </w:r>
  </w:p>
  <w:p w:rsidR="00EF3CF7" w:rsidRPr="006C72EC" w:rsidRDefault="00EF3CF7" w:rsidP="006C72EC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CF7" w:rsidRDefault="00EF3CF7">
      <w:r>
        <w:separator/>
      </w:r>
    </w:p>
  </w:footnote>
  <w:footnote w:type="continuationSeparator" w:id="0">
    <w:p w:rsidR="00EF3CF7" w:rsidRDefault="00EF3C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E47"/>
    <w:rsid w:val="00001A94"/>
    <w:rsid w:val="00004923"/>
    <w:rsid w:val="00007E94"/>
    <w:rsid w:val="000202EB"/>
    <w:rsid w:val="00020FBB"/>
    <w:rsid w:val="00021D54"/>
    <w:rsid w:val="00022BCD"/>
    <w:rsid w:val="000275D2"/>
    <w:rsid w:val="00027EB6"/>
    <w:rsid w:val="00030450"/>
    <w:rsid w:val="00031697"/>
    <w:rsid w:val="00033E04"/>
    <w:rsid w:val="00036D2E"/>
    <w:rsid w:val="0004115A"/>
    <w:rsid w:val="000426E4"/>
    <w:rsid w:val="000429F1"/>
    <w:rsid w:val="0004384A"/>
    <w:rsid w:val="00047CF8"/>
    <w:rsid w:val="00050038"/>
    <w:rsid w:val="00050F76"/>
    <w:rsid w:val="00051D8A"/>
    <w:rsid w:val="000560EC"/>
    <w:rsid w:val="0005646A"/>
    <w:rsid w:val="0005700C"/>
    <w:rsid w:val="00060736"/>
    <w:rsid w:val="00060947"/>
    <w:rsid w:val="00060FE7"/>
    <w:rsid w:val="0006188E"/>
    <w:rsid w:val="00064DEB"/>
    <w:rsid w:val="00070385"/>
    <w:rsid w:val="0007112F"/>
    <w:rsid w:val="0007113C"/>
    <w:rsid w:val="000752A0"/>
    <w:rsid w:val="000758EE"/>
    <w:rsid w:val="00077F31"/>
    <w:rsid w:val="00081C18"/>
    <w:rsid w:val="00090C41"/>
    <w:rsid w:val="000944CE"/>
    <w:rsid w:val="00096AA8"/>
    <w:rsid w:val="000A09ED"/>
    <w:rsid w:val="000A5BBE"/>
    <w:rsid w:val="000B2FA8"/>
    <w:rsid w:val="000B342E"/>
    <w:rsid w:val="000B63E5"/>
    <w:rsid w:val="000B7262"/>
    <w:rsid w:val="000C0AF0"/>
    <w:rsid w:val="000C2A7F"/>
    <w:rsid w:val="000C2FE7"/>
    <w:rsid w:val="000C3098"/>
    <w:rsid w:val="000C4C98"/>
    <w:rsid w:val="000C52CD"/>
    <w:rsid w:val="000D0153"/>
    <w:rsid w:val="000D2A5C"/>
    <w:rsid w:val="000D3EB4"/>
    <w:rsid w:val="000D5AEF"/>
    <w:rsid w:val="000E10E8"/>
    <w:rsid w:val="000E18B0"/>
    <w:rsid w:val="000F2549"/>
    <w:rsid w:val="000F2A8B"/>
    <w:rsid w:val="000F52F4"/>
    <w:rsid w:val="000F60D8"/>
    <w:rsid w:val="000F73B3"/>
    <w:rsid w:val="0010266E"/>
    <w:rsid w:val="00103606"/>
    <w:rsid w:val="00105EA0"/>
    <w:rsid w:val="0010633A"/>
    <w:rsid w:val="0010755F"/>
    <w:rsid w:val="00107CA1"/>
    <w:rsid w:val="0012258B"/>
    <w:rsid w:val="0012265F"/>
    <w:rsid w:val="0012710A"/>
    <w:rsid w:val="0013005E"/>
    <w:rsid w:val="0013159A"/>
    <w:rsid w:val="0013259F"/>
    <w:rsid w:val="0013367D"/>
    <w:rsid w:val="0014271C"/>
    <w:rsid w:val="0014317E"/>
    <w:rsid w:val="001460E8"/>
    <w:rsid w:val="001477CD"/>
    <w:rsid w:val="00151578"/>
    <w:rsid w:val="00153EE2"/>
    <w:rsid w:val="00154620"/>
    <w:rsid w:val="00154844"/>
    <w:rsid w:val="001561BB"/>
    <w:rsid w:val="00157439"/>
    <w:rsid w:val="00157ED1"/>
    <w:rsid w:val="00162F82"/>
    <w:rsid w:val="0016316E"/>
    <w:rsid w:val="00163B71"/>
    <w:rsid w:val="00166B5D"/>
    <w:rsid w:val="001726D5"/>
    <w:rsid w:val="0017601B"/>
    <w:rsid w:val="00180430"/>
    <w:rsid w:val="00180F3E"/>
    <w:rsid w:val="001875F4"/>
    <w:rsid w:val="00191B43"/>
    <w:rsid w:val="00196C72"/>
    <w:rsid w:val="00197D73"/>
    <w:rsid w:val="001A04CE"/>
    <w:rsid w:val="001A1411"/>
    <w:rsid w:val="001A1D70"/>
    <w:rsid w:val="001A2FCD"/>
    <w:rsid w:val="001A31DA"/>
    <w:rsid w:val="001A46B4"/>
    <w:rsid w:val="001A5D83"/>
    <w:rsid w:val="001A6824"/>
    <w:rsid w:val="001A7668"/>
    <w:rsid w:val="001B1491"/>
    <w:rsid w:val="001B1638"/>
    <w:rsid w:val="001B32B3"/>
    <w:rsid w:val="001B396A"/>
    <w:rsid w:val="001C078E"/>
    <w:rsid w:val="001C10CC"/>
    <w:rsid w:val="001C3814"/>
    <w:rsid w:val="001C5C94"/>
    <w:rsid w:val="001C5E17"/>
    <w:rsid w:val="001C66F1"/>
    <w:rsid w:val="001C67B8"/>
    <w:rsid w:val="001D2F46"/>
    <w:rsid w:val="001D51B3"/>
    <w:rsid w:val="001D63C4"/>
    <w:rsid w:val="001D7E9C"/>
    <w:rsid w:val="001E0429"/>
    <w:rsid w:val="001E2BB4"/>
    <w:rsid w:val="001E301C"/>
    <w:rsid w:val="001E6B49"/>
    <w:rsid w:val="001F1B59"/>
    <w:rsid w:val="001F383C"/>
    <w:rsid w:val="001F48BF"/>
    <w:rsid w:val="001F6D7B"/>
    <w:rsid w:val="00200188"/>
    <w:rsid w:val="00204613"/>
    <w:rsid w:val="002047ED"/>
    <w:rsid w:val="002062BE"/>
    <w:rsid w:val="002106BC"/>
    <w:rsid w:val="00215EE5"/>
    <w:rsid w:val="00217D81"/>
    <w:rsid w:val="0022065D"/>
    <w:rsid w:val="00220FFC"/>
    <w:rsid w:val="00223C92"/>
    <w:rsid w:val="00230573"/>
    <w:rsid w:val="0023100E"/>
    <w:rsid w:val="00234010"/>
    <w:rsid w:val="0023679F"/>
    <w:rsid w:val="00236AD3"/>
    <w:rsid w:val="002373AE"/>
    <w:rsid w:val="0024714B"/>
    <w:rsid w:val="00247BDF"/>
    <w:rsid w:val="002513F7"/>
    <w:rsid w:val="00251480"/>
    <w:rsid w:val="00253857"/>
    <w:rsid w:val="00253EB6"/>
    <w:rsid w:val="00254A10"/>
    <w:rsid w:val="002577C3"/>
    <w:rsid w:val="00261D9E"/>
    <w:rsid w:val="00263A8B"/>
    <w:rsid w:val="00264141"/>
    <w:rsid w:val="00264A99"/>
    <w:rsid w:val="00265645"/>
    <w:rsid w:val="00265A5F"/>
    <w:rsid w:val="00265DE9"/>
    <w:rsid w:val="00265FF3"/>
    <w:rsid w:val="00270588"/>
    <w:rsid w:val="0027188D"/>
    <w:rsid w:val="00272E32"/>
    <w:rsid w:val="00274ED0"/>
    <w:rsid w:val="00276862"/>
    <w:rsid w:val="00276E3D"/>
    <w:rsid w:val="0027707C"/>
    <w:rsid w:val="0028385F"/>
    <w:rsid w:val="00291E46"/>
    <w:rsid w:val="00293398"/>
    <w:rsid w:val="00296B79"/>
    <w:rsid w:val="002A33C4"/>
    <w:rsid w:val="002A457C"/>
    <w:rsid w:val="002A6FB7"/>
    <w:rsid w:val="002B138D"/>
    <w:rsid w:val="002B7428"/>
    <w:rsid w:val="002C1437"/>
    <w:rsid w:val="002C1696"/>
    <w:rsid w:val="002C172B"/>
    <w:rsid w:val="002C2862"/>
    <w:rsid w:val="002D0592"/>
    <w:rsid w:val="002D342A"/>
    <w:rsid w:val="002D4798"/>
    <w:rsid w:val="002D569A"/>
    <w:rsid w:val="002D6101"/>
    <w:rsid w:val="002D6A01"/>
    <w:rsid w:val="002D76D8"/>
    <w:rsid w:val="002E2626"/>
    <w:rsid w:val="002E316E"/>
    <w:rsid w:val="002E33D1"/>
    <w:rsid w:val="002F1A43"/>
    <w:rsid w:val="002F1D1F"/>
    <w:rsid w:val="002F201B"/>
    <w:rsid w:val="002F2D3D"/>
    <w:rsid w:val="002F53AB"/>
    <w:rsid w:val="00300799"/>
    <w:rsid w:val="00300CF4"/>
    <w:rsid w:val="0030311C"/>
    <w:rsid w:val="0030335D"/>
    <w:rsid w:val="00306E2F"/>
    <w:rsid w:val="003073EA"/>
    <w:rsid w:val="003115FE"/>
    <w:rsid w:val="003125D2"/>
    <w:rsid w:val="00314107"/>
    <w:rsid w:val="00314F03"/>
    <w:rsid w:val="00326DCE"/>
    <w:rsid w:val="00330693"/>
    <w:rsid w:val="0033182C"/>
    <w:rsid w:val="0033199A"/>
    <w:rsid w:val="003336B1"/>
    <w:rsid w:val="00333AEA"/>
    <w:rsid w:val="0033415A"/>
    <w:rsid w:val="00335ED7"/>
    <w:rsid w:val="0034063C"/>
    <w:rsid w:val="00342059"/>
    <w:rsid w:val="0034431C"/>
    <w:rsid w:val="00344C5C"/>
    <w:rsid w:val="003451B4"/>
    <w:rsid w:val="00354E65"/>
    <w:rsid w:val="003559B3"/>
    <w:rsid w:val="00360D60"/>
    <w:rsid w:val="00362997"/>
    <w:rsid w:val="00365299"/>
    <w:rsid w:val="00370177"/>
    <w:rsid w:val="0037043D"/>
    <w:rsid w:val="00371026"/>
    <w:rsid w:val="00371053"/>
    <w:rsid w:val="003721C5"/>
    <w:rsid w:val="0037504E"/>
    <w:rsid w:val="0038068C"/>
    <w:rsid w:val="0038130B"/>
    <w:rsid w:val="00384195"/>
    <w:rsid w:val="00386239"/>
    <w:rsid w:val="00386BE1"/>
    <w:rsid w:val="003877A4"/>
    <w:rsid w:val="00396F6C"/>
    <w:rsid w:val="0039715C"/>
    <w:rsid w:val="00397766"/>
    <w:rsid w:val="00397B99"/>
    <w:rsid w:val="003A2AA5"/>
    <w:rsid w:val="003A2B6C"/>
    <w:rsid w:val="003A3A47"/>
    <w:rsid w:val="003A4036"/>
    <w:rsid w:val="003A49B7"/>
    <w:rsid w:val="003A5058"/>
    <w:rsid w:val="003A51F2"/>
    <w:rsid w:val="003A613E"/>
    <w:rsid w:val="003A672F"/>
    <w:rsid w:val="003A72B5"/>
    <w:rsid w:val="003A73F7"/>
    <w:rsid w:val="003B1EB5"/>
    <w:rsid w:val="003B2128"/>
    <w:rsid w:val="003B29DE"/>
    <w:rsid w:val="003B5E45"/>
    <w:rsid w:val="003B73DB"/>
    <w:rsid w:val="003B7725"/>
    <w:rsid w:val="003C10D3"/>
    <w:rsid w:val="003C13F7"/>
    <w:rsid w:val="003C28C1"/>
    <w:rsid w:val="003C3DFC"/>
    <w:rsid w:val="003C4A56"/>
    <w:rsid w:val="003C4F11"/>
    <w:rsid w:val="003C79B9"/>
    <w:rsid w:val="003D761F"/>
    <w:rsid w:val="003E14F4"/>
    <w:rsid w:val="003E23AE"/>
    <w:rsid w:val="003E2B29"/>
    <w:rsid w:val="003E4C44"/>
    <w:rsid w:val="003E5387"/>
    <w:rsid w:val="003F0A9A"/>
    <w:rsid w:val="003F0C66"/>
    <w:rsid w:val="003F15BF"/>
    <w:rsid w:val="003F1AA1"/>
    <w:rsid w:val="003F3909"/>
    <w:rsid w:val="003F4C14"/>
    <w:rsid w:val="003F50FF"/>
    <w:rsid w:val="003F7C5C"/>
    <w:rsid w:val="004001FF"/>
    <w:rsid w:val="00400501"/>
    <w:rsid w:val="0040167C"/>
    <w:rsid w:val="004022AF"/>
    <w:rsid w:val="00403323"/>
    <w:rsid w:val="00403F2F"/>
    <w:rsid w:val="00410F7E"/>
    <w:rsid w:val="00411C51"/>
    <w:rsid w:val="00413B2A"/>
    <w:rsid w:val="004163CF"/>
    <w:rsid w:val="00416F3B"/>
    <w:rsid w:val="004223EC"/>
    <w:rsid w:val="004255DC"/>
    <w:rsid w:val="004259D3"/>
    <w:rsid w:val="00430517"/>
    <w:rsid w:val="004319F4"/>
    <w:rsid w:val="00431BF8"/>
    <w:rsid w:val="004359A8"/>
    <w:rsid w:val="00442594"/>
    <w:rsid w:val="00444219"/>
    <w:rsid w:val="00451220"/>
    <w:rsid w:val="004527C4"/>
    <w:rsid w:val="00453CA8"/>
    <w:rsid w:val="00454A5E"/>
    <w:rsid w:val="004602B5"/>
    <w:rsid w:val="00461A31"/>
    <w:rsid w:val="00463D62"/>
    <w:rsid w:val="004655D0"/>
    <w:rsid w:val="0047018C"/>
    <w:rsid w:val="00470B71"/>
    <w:rsid w:val="00473F0D"/>
    <w:rsid w:val="00476DEE"/>
    <w:rsid w:val="00481B6C"/>
    <w:rsid w:val="00485B92"/>
    <w:rsid w:val="0049014E"/>
    <w:rsid w:val="004928A8"/>
    <w:rsid w:val="004933DB"/>
    <w:rsid w:val="00493F36"/>
    <w:rsid w:val="004A077A"/>
    <w:rsid w:val="004A142C"/>
    <w:rsid w:val="004A394D"/>
    <w:rsid w:val="004B2A6C"/>
    <w:rsid w:val="004B5DE2"/>
    <w:rsid w:val="004B6419"/>
    <w:rsid w:val="004B7C53"/>
    <w:rsid w:val="004C2718"/>
    <w:rsid w:val="004C539F"/>
    <w:rsid w:val="004C786C"/>
    <w:rsid w:val="004D2312"/>
    <w:rsid w:val="004D382C"/>
    <w:rsid w:val="004D3BB4"/>
    <w:rsid w:val="004D4E1A"/>
    <w:rsid w:val="004D7322"/>
    <w:rsid w:val="004D7B5D"/>
    <w:rsid w:val="004E0B8E"/>
    <w:rsid w:val="004E1C0A"/>
    <w:rsid w:val="004E42C8"/>
    <w:rsid w:val="004F08C8"/>
    <w:rsid w:val="004F5F73"/>
    <w:rsid w:val="004F7221"/>
    <w:rsid w:val="005028A7"/>
    <w:rsid w:val="00504664"/>
    <w:rsid w:val="005056E3"/>
    <w:rsid w:val="00512C75"/>
    <w:rsid w:val="00513618"/>
    <w:rsid w:val="005234BC"/>
    <w:rsid w:val="00523F6A"/>
    <w:rsid w:val="00524721"/>
    <w:rsid w:val="0052605C"/>
    <w:rsid w:val="00527198"/>
    <w:rsid w:val="005306FA"/>
    <w:rsid w:val="0053167B"/>
    <w:rsid w:val="005326B5"/>
    <w:rsid w:val="00534370"/>
    <w:rsid w:val="00534D73"/>
    <w:rsid w:val="00537DF1"/>
    <w:rsid w:val="00540DAB"/>
    <w:rsid w:val="00542579"/>
    <w:rsid w:val="005444E6"/>
    <w:rsid w:val="0054567D"/>
    <w:rsid w:val="00546DD2"/>
    <w:rsid w:val="005474B5"/>
    <w:rsid w:val="005517F2"/>
    <w:rsid w:val="005534F1"/>
    <w:rsid w:val="00553F21"/>
    <w:rsid w:val="00556B49"/>
    <w:rsid w:val="0055773D"/>
    <w:rsid w:val="00561A31"/>
    <w:rsid w:val="00565B58"/>
    <w:rsid w:val="0056752D"/>
    <w:rsid w:val="00567907"/>
    <w:rsid w:val="00570E3A"/>
    <w:rsid w:val="00572441"/>
    <w:rsid w:val="00572550"/>
    <w:rsid w:val="00572A91"/>
    <w:rsid w:val="00581CD0"/>
    <w:rsid w:val="005851B5"/>
    <w:rsid w:val="005863E9"/>
    <w:rsid w:val="00590C05"/>
    <w:rsid w:val="00590EAD"/>
    <w:rsid w:val="005919B0"/>
    <w:rsid w:val="0059346A"/>
    <w:rsid w:val="005949FD"/>
    <w:rsid w:val="005971AC"/>
    <w:rsid w:val="005A0DB4"/>
    <w:rsid w:val="005A2786"/>
    <w:rsid w:val="005A573D"/>
    <w:rsid w:val="005A790C"/>
    <w:rsid w:val="005B0A0C"/>
    <w:rsid w:val="005B2A0B"/>
    <w:rsid w:val="005B2C10"/>
    <w:rsid w:val="005B4A3F"/>
    <w:rsid w:val="005B5452"/>
    <w:rsid w:val="005B60C2"/>
    <w:rsid w:val="005B6D16"/>
    <w:rsid w:val="005C14CD"/>
    <w:rsid w:val="005C3A92"/>
    <w:rsid w:val="005C45FB"/>
    <w:rsid w:val="005C6198"/>
    <w:rsid w:val="005D1FED"/>
    <w:rsid w:val="005D2753"/>
    <w:rsid w:val="005D4542"/>
    <w:rsid w:val="005D73B6"/>
    <w:rsid w:val="005E1ED5"/>
    <w:rsid w:val="005E350E"/>
    <w:rsid w:val="005E441E"/>
    <w:rsid w:val="005E6520"/>
    <w:rsid w:val="0060019B"/>
    <w:rsid w:val="006032A0"/>
    <w:rsid w:val="0060570D"/>
    <w:rsid w:val="0061079D"/>
    <w:rsid w:val="00612472"/>
    <w:rsid w:val="006133B5"/>
    <w:rsid w:val="006135FC"/>
    <w:rsid w:val="00615EF4"/>
    <w:rsid w:val="00616596"/>
    <w:rsid w:val="00622081"/>
    <w:rsid w:val="00622DFB"/>
    <w:rsid w:val="00624665"/>
    <w:rsid w:val="0062645B"/>
    <w:rsid w:val="006265B3"/>
    <w:rsid w:val="0062674C"/>
    <w:rsid w:val="00630A32"/>
    <w:rsid w:val="00632A31"/>
    <w:rsid w:val="0063361C"/>
    <w:rsid w:val="00634FC6"/>
    <w:rsid w:val="0063621D"/>
    <w:rsid w:val="0063694B"/>
    <w:rsid w:val="00636D2A"/>
    <w:rsid w:val="00637B48"/>
    <w:rsid w:val="00640DDD"/>
    <w:rsid w:val="00644991"/>
    <w:rsid w:val="006450D4"/>
    <w:rsid w:val="00647CD1"/>
    <w:rsid w:val="006552E2"/>
    <w:rsid w:val="00657A36"/>
    <w:rsid w:val="00662733"/>
    <w:rsid w:val="0066458B"/>
    <w:rsid w:val="0066472B"/>
    <w:rsid w:val="00665C87"/>
    <w:rsid w:val="006716C5"/>
    <w:rsid w:val="006724B5"/>
    <w:rsid w:val="006736B0"/>
    <w:rsid w:val="00680F7D"/>
    <w:rsid w:val="00682ADB"/>
    <w:rsid w:val="0068449D"/>
    <w:rsid w:val="00686728"/>
    <w:rsid w:val="0069072B"/>
    <w:rsid w:val="006910BD"/>
    <w:rsid w:val="0069124A"/>
    <w:rsid w:val="00691898"/>
    <w:rsid w:val="00693DAC"/>
    <w:rsid w:val="00693F8D"/>
    <w:rsid w:val="006A1EC1"/>
    <w:rsid w:val="006A49AB"/>
    <w:rsid w:val="006A6F8D"/>
    <w:rsid w:val="006B026D"/>
    <w:rsid w:val="006B1449"/>
    <w:rsid w:val="006C10E5"/>
    <w:rsid w:val="006C1F7B"/>
    <w:rsid w:val="006C56B0"/>
    <w:rsid w:val="006C5E8C"/>
    <w:rsid w:val="006C72EC"/>
    <w:rsid w:val="006D00AD"/>
    <w:rsid w:val="006D0714"/>
    <w:rsid w:val="006D0B2D"/>
    <w:rsid w:val="006D0B5F"/>
    <w:rsid w:val="006D0D0C"/>
    <w:rsid w:val="006D44C6"/>
    <w:rsid w:val="006D4AE0"/>
    <w:rsid w:val="006D59FD"/>
    <w:rsid w:val="006D5ADE"/>
    <w:rsid w:val="006D724B"/>
    <w:rsid w:val="006D7B7F"/>
    <w:rsid w:val="006E293F"/>
    <w:rsid w:val="006E3B0E"/>
    <w:rsid w:val="006E3C90"/>
    <w:rsid w:val="006E5509"/>
    <w:rsid w:val="006E64C0"/>
    <w:rsid w:val="006F5438"/>
    <w:rsid w:val="006F60B3"/>
    <w:rsid w:val="006F6D31"/>
    <w:rsid w:val="006F78F3"/>
    <w:rsid w:val="00701722"/>
    <w:rsid w:val="00701DE5"/>
    <w:rsid w:val="007023C7"/>
    <w:rsid w:val="007025BF"/>
    <w:rsid w:val="0070327C"/>
    <w:rsid w:val="00703F2B"/>
    <w:rsid w:val="00703F40"/>
    <w:rsid w:val="0070637F"/>
    <w:rsid w:val="00710F59"/>
    <w:rsid w:val="00712DBD"/>
    <w:rsid w:val="007149BD"/>
    <w:rsid w:val="0072227C"/>
    <w:rsid w:val="00723009"/>
    <w:rsid w:val="007277E7"/>
    <w:rsid w:val="00730F1F"/>
    <w:rsid w:val="00730F67"/>
    <w:rsid w:val="00732AAC"/>
    <w:rsid w:val="00732EA0"/>
    <w:rsid w:val="007331A4"/>
    <w:rsid w:val="007342B9"/>
    <w:rsid w:val="007343FA"/>
    <w:rsid w:val="00735C5D"/>
    <w:rsid w:val="00735C7C"/>
    <w:rsid w:val="00736F56"/>
    <w:rsid w:val="007401AF"/>
    <w:rsid w:val="007420F3"/>
    <w:rsid w:val="007446BC"/>
    <w:rsid w:val="00744DD5"/>
    <w:rsid w:val="00745558"/>
    <w:rsid w:val="00747A34"/>
    <w:rsid w:val="00750C71"/>
    <w:rsid w:val="007526E3"/>
    <w:rsid w:val="00753479"/>
    <w:rsid w:val="00764E84"/>
    <w:rsid w:val="007653D9"/>
    <w:rsid w:val="0076576E"/>
    <w:rsid w:val="0076687B"/>
    <w:rsid w:val="0076741A"/>
    <w:rsid w:val="007729ED"/>
    <w:rsid w:val="00774B56"/>
    <w:rsid w:val="00774BF3"/>
    <w:rsid w:val="00777D6A"/>
    <w:rsid w:val="00780134"/>
    <w:rsid w:val="0078025B"/>
    <w:rsid w:val="00784F1B"/>
    <w:rsid w:val="00785CAB"/>
    <w:rsid w:val="007868C0"/>
    <w:rsid w:val="00792721"/>
    <w:rsid w:val="00796220"/>
    <w:rsid w:val="007A0C69"/>
    <w:rsid w:val="007A4233"/>
    <w:rsid w:val="007A7369"/>
    <w:rsid w:val="007A785C"/>
    <w:rsid w:val="007B0056"/>
    <w:rsid w:val="007B01E7"/>
    <w:rsid w:val="007B3A92"/>
    <w:rsid w:val="007B64DD"/>
    <w:rsid w:val="007B7041"/>
    <w:rsid w:val="007C0702"/>
    <w:rsid w:val="007C1DDE"/>
    <w:rsid w:val="007C26EE"/>
    <w:rsid w:val="007C3729"/>
    <w:rsid w:val="007C3E48"/>
    <w:rsid w:val="007C4584"/>
    <w:rsid w:val="007C487D"/>
    <w:rsid w:val="007C6A97"/>
    <w:rsid w:val="007D1A2E"/>
    <w:rsid w:val="007D3BD0"/>
    <w:rsid w:val="007D5018"/>
    <w:rsid w:val="007E1DB2"/>
    <w:rsid w:val="007E33C1"/>
    <w:rsid w:val="007E430F"/>
    <w:rsid w:val="007E5BA3"/>
    <w:rsid w:val="007E5C1F"/>
    <w:rsid w:val="007E6533"/>
    <w:rsid w:val="007E7504"/>
    <w:rsid w:val="007F19EA"/>
    <w:rsid w:val="007F5423"/>
    <w:rsid w:val="007F551B"/>
    <w:rsid w:val="007F5DBF"/>
    <w:rsid w:val="00802C85"/>
    <w:rsid w:val="008103E7"/>
    <w:rsid w:val="00811373"/>
    <w:rsid w:val="00813283"/>
    <w:rsid w:val="008163F0"/>
    <w:rsid w:val="00816E52"/>
    <w:rsid w:val="00822AF8"/>
    <w:rsid w:val="00824154"/>
    <w:rsid w:val="00824498"/>
    <w:rsid w:val="008312D6"/>
    <w:rsid w:val="00832092"/>
    <w:rsid w:val="0083487F"/>
    <w:rsid w:val="00840CE0"/>
    <w:rsid w:val="0084118E"/>
    <w:rsid w:val="008466A3"/>
    <w:rsid w:val="00847DBB"/>
    <w:rsid w:val="00850198"/>
    <w:rsid w:val="00850BCB"/>
    <w:rsid w:val="008514BA"/>
    <w:rsid w:val="008548EE"/>
    <w:rsid w:val="0085494E"/>
    <w:rsid w:val="00854E75"/>
    <w:rsid w:val="008551CC"/>
    <w:rsid w:val="00855774"/>
    <w:rsid w:val="00856245"/>
    <w:rsid w:val="008579DB"/>
    <w:rsid w:val="00863747"/>
    <w:rsid w:val="008641F7"/>
    <w:rsid w:val="008654B2"/>
    <w:rsid w:val="008659EF"/>
    <w:rsid w:val="00871656"/>
    <w:rsid w:val="0087420D"/>
    <w:rsid w:val="00874CEB"/>
    <w:rsid w:val="008764DD"/>
    <w:rsid w:val="00877902"/>
    <w:rsid w:val="00881484"/>
    <w:rsid w:val="00881715"/>
    <w:rsid w:val="00883003"/>
    <w:rsid w:val="008922F4"/>
    <w:rsid w:val="008A1054"/>
    <w:rsid w:val="008A278E"/>
    <w:rsid w:val="008A2AE6"/>
    <w:rsid w:val="008B4806"/>
    <w:rsid w:val="008B5A67"/>
    <w:rsid w:val="008B6257"/>
    <w:rsid w:val="008B74CF"/>
    <w:rsid w:val="008B7BD9"/>
    <w:rsid w:val="008C0D2C"/>
    <w:rsid w:val="008C0EAC"/>
    <w:rsid w:val="008C2991"/>
    <w:rsid w:val="008C3E85"/>
    <w:rsid w:val="008C4254"/>
    <w:rsid w:val="008C55E9"/>
    <w:rsid w:val="008C62E4"/>
    <w:rsid w:val="008C7113"/>
    <w:rsid w:val="008C7FDC"/>
    <w:rsid w:val="008D3448"/>
    <w:rsid w:val="008D7530"/>
    <w:rsid w:val="008E5508"/>
    <w:rsid w:val="008E74AC"/>
    <w:rsid w:val="008E7508"/>
    <w:rsid w:val="008E7CCA"/>
    <w:rsid w:val="008E7D06"/>
    <w:rsid w:val="008F0B06"/>
    <w:rsid w:val="008F3E39"/>
    <w:rsid w:val="008F464D"/>
    <w:rsid w:val="008F6B9E"/>
    <w:rsid w:val="008F7100"/>
    <w:rsid w:val="009009BF"/>
    <w:rsid w:val="009019C8"/>
    <w:rsid w:val="009033F0"/>
    <w:rsid w:val="0090425D"/>
    <w:rsid w:val="009048F9"/>
    <w:rsid w:val="00904A82"/>
    <w:rsid w:val="009064EB"/>
    <w:rsid w:val="00917E9F"/>
    <w:rsid w:val="0092177C"/>
    <w:rsid w:val="00921DD8"/>
    <w:rsid w:val="009247FE"/>
    <w:rsid w:val="00927B07"/>
    <w:rsid w:val="009320FB"/>
    <w:rsid w:val="0093435A"/>
    <w:rsid w:val="00934669"/>
    <w:rsid w:val="0093799A"/>
    <w:rsid w:val="00940A97"/>
    <w:rsid w:val="00940CD7"/>
    <w:rsid w:val="00941673"/>
    <w:rsid w:val="009423D5"/>
    <w:rsid w:val="009425F4"/>
    <w:rsid w:val="0094396C"/>
    <w:rsid w:val="009440C8"/>
    <w:rsid w:val="00946954"/>
    <w:rsid w:val="009514D4"/>
    <w:rsid w:val="0095360E"/>
    <w:rsid w:val="009539B5"/>
    <w:rsid w:val="00953C62"/>
    <w:rsid w:val="00954507"/>
    <w:rsid w:val="009645AA"/>
    <w:rsid w:val="00964DB7"/>
    <w:rsid w:val="00965DEC"/>
    <w:rsid w:val="009714E3"/>
    <w:rsid w:val="00971B64"/>
    <w:rsid w:val="00971B9F"/>
    <w:rsid w:val="00971FA2"/>
    <w:rsid w:val="00972CA7"/>
    <w:rsid w:val="00972F10"/>
    <w:rsid w:val="00973A2C"/>
    <w:rsid w:val="0097539E"/>
    <w:rsid w:val="00976C1C"/>
    <w:rsid w:val="00977F74"/>
    <w:rsid w:val="00980F29"/>
    <w:rsid w:val="00981570"/>
    <w:rsid w:val="00982358"/>
    <w:rsid w:val="00990409"/>
    <w:rsid w:val="009924CD"/>
    <w:rsid w:val="00992B92"/>
    <w:rsid w:val="0099501C"/>
    <w:rsid w:val="00995877"/>
    <w:rsid w:val="009A0A05"/>
    <w:rsid w:val="009A1D2E"/>
    <w:rsid w:val="009A210C"/>
    <w:rsid w:val="009A5997"/>
    <w:rsid w:val="009B10F2"/>
    <w:rsid w:val="009B242E"/>
    <w:rsid w:val="009B7F02"/>
    <w:rsid w:val="009C03C4"/>
    <w:rsid w:val="009C268A"/>
    <w:rsid w:val="009C42E4"/>
    <w:rsid w:val="009C466D"/>
    <w:rsid w:val="009D057F"/>
    <w:rsid w:val="009D10FA"/>
    <w:rsid w:val="009D22F0"/>
    <w:rsid w:val="009D2DD6"/>
    <w:rsid w:val="009D7C18"/>
    <w:rsid w:val="009E205C"/>
    <w:rsid w:val="009E34A4"/>
    <w:rsid w:val="009E4E24"/>
    <w:rsid w:val="009E590F"/>
    <w:rsid w:val="009E652E"/>
    <w:rsid w:val="009F1E40"/>
    <w:rsid w:val="009F44CB"/>
    <w:rsid w:val="009F6111"/>
    <w:rsid w:val="00A01C9D"/>
    <w:rsid w:val="00A03F3D"/>
    <w:rsid w:val="00A04CB4"/>
    <w:rsid w:val="00A12049"/>
    <w:rsid w:val="00A12634"/>
    <w:rsid w:val="00A137E4"/>
    <w:rsid w:val="00A14214"/>
    <w:rsid w:val="00A15BAA"/>
    <w:rsid w:val="00A161E2"/>
    <w:rsid w:val="00A175E5"/>
    <w:rsid w:val="00A17B7E"/>
    <w:rsid w:val="00A17C3C"/>
    <w:rsid w:val="00A17E63"/>
    <w:rsid w:val="00A2324A"/>
    <w:rsid w:val="00A238ED"/>
    <w:rsid w:val="00A26908"/>
    <w:rsid w:val="00A26F8C"/>
    <w:rsid w:val="00A3052C"/>
    <w:rsid w:val="00A3470E"/>
    <w:rsid w:val="00A35291"/>
    <w:rsid w:val="00A41BE3"/>
    <w:rsid w:val="00A426BD"/>
    <w:rsid w:val="00A4579B"/>
    <w:rsid w:val="00A511CC"/>
    <w:rsid w:val="00A53A1D"/>
    <w:rsid w:val="00A56691"/>
    <w:rsid w:val="00A6222D"/>
    <w:rsid w:val="00A62AAE"/>
    <w:rsid w:val="00A62EB4"/>
    <w:rsid w:val="00A6454E"/>
    <w:rsid w:val="00A64F3A"/>
    <w:rsid w:val="00A655C6"/>
    <w:rsid w:val="00A65717"/>
    <w:rsid w:val="00A66CA6"/>
    <w:rsid w:val="00A66FBE"/>
    <w:rsid w:val="00A674E0"/>
    <w:rsid w:val="00A729EC"/>
    <w:rsid w:val="00A74493"/>
    <w:rsid w:val="00A76860"/>
    <w:rsid w:val="00A81DF5"/>
    <w:rsid w:val="00A9403C"/>
    <w:rsid w:val="00A96609"/>
    <w:rsid w:val="00A96EBA"/>
    <w:rsid w:val="00AA3B07"/>
    <w:rsid w:val="00AA51CE"/>
    <w:rsid w:val="00AB143C"/>
    <w:rsid w:val="00AC2721"/>
    <w:rsid w:val="00AD4FF0"/>
    <w:rsid w:val="00AE3065"/>
    <w:rsid w:val="00AE365D"/>
    <w:rsid w:val="00AE7983"/>
    <w:rsid w:val="00AF0D05"/>
    <w:rsid w:val="00AF0EE1"/>
    <w:rsid w:val="00AF1A96"/>
    <w:rsid w:val="00AF3084"/>
    <w:rsid w:val="00AF6F15"/>
    <w:rsid w:val="00B052BF"/>
    <w:rsid w:val="00B0577B"/>
    <w:rsid w:val="00B16E3B"/>
    <w:rsid w:val="00B17FCD"/>
    <w:rsid w:val="00B20DB6"/>
    <w:rsid w:val="00B21E1C"/>
    <w:rsid w:val="00B22C2F"/>
    <w:rsid w:val="00B2753E"/>
    <w:rsid w:val="00B30737"/>
    <w:rsid w:val="00B32D18"/>
    <w:rsid w:val="00B439E1"/>
    <w:rsid w:val="00B46063"/>
    <w:rsid w:val="00B46C76"/>
    <w:rsid w:val="00B5096D"/>
    <w:rsid w:val="00B555EB"/>
    <w:rsid w:val="00B612EE"/>
    <w:rsid w:val="00B626F4"/>
    <w:rsid w:val="00B62DA0"/>
    <w:rsid w:val="00B67204"/>
    <w:rsid w:val="00B704A2"/>
    <w:rsid w:val="00B70E88"/>
    <w:rsid w:val="00B71A09"/>
    <w:rsid w:val="00B73218"/>
    <w:rsid w:val="00B75EB7"/>
    <w:rsid w:val="00B76B6B"/>
    <w:rsid w:val="00B76EE0"/>
    <w:rsid w:val="00B7717B"/>
    <w:rsid w:val="00B80041"/>
    <w:rsid w:val="00B81C57"/>
    <w:rsid w:val="00B83A91"/>
    <w:rsid w:val="00B83B9C"/>
    <w:rsid w:val="00B855DD"/>
    <w:rsid w:val="00B900A2"/>
    <w:rsid w:val="00B90620"/>
    <w:rsid w:val="00B91A92"/>
    <w:rsid w:val="00B9294B"/>
    <w:rsid w:val="00BA3437"/>
    <w:rsid w:val="00BB06E9"/>
    <w:rsid w:val="00BB0FFC"/>
    <w:rsid w:val="00BB1005"/>
    <w:rsid w:val="00BB130F"/>
    <w:rsid w:val="00BB2D25"/>
    <w:rsid w:val="00BB7A30"/>
    <w:rsid w:val="00BC04E3"/>
    <w:rsid w:val="00BC05D5"/>
    <w:rsid w:val="00BC4C6C"/>
    <w:rsid w:val="00BC6788"/>
    <w:rsid w:val="00BC7A0A"/>
    <w:rsid w:val="00BD2D52"/>
    <w:rsid w:val="00BD33F5"/>
    <w:rsid w:val="00BD4673"/>
    <w:rsid w:val="00BD74B6"/>
    <w:rsid w:val="00BD7688"/>
    <w:rsid w:val="00BE2FE8"/>
    <w:rsid w:val="00BE5338"/>
    <w:rsid w:val="00BE659B"/>
    <w:rsid w:val="00BE79A8"/>
    <w:rsid w:val="00BF06AC"/>
    <w:rsid w:val="00BF0EAF"/>
    <w:rsid w:val="00BF21BA"/>
    <w:rsid w:val="00BF62B2"/>
    <w:rsid w:val="00BF78AF"/>
    <w:rsid w:val="00C026EB"/>
    <w:rsid w:val="00C02D8E"/>
    <w:rsid w:val="00C03274"/>
    <w:rsid w:val="00C05402"/>
    <w:rsid w:val="00C06CF9"/>
    <w:rsid w:val="00C07B45"/>
    <w:rsid w:val="00C07EC2"/>
    <w:rsid w:val="00C12E42"/>
    <w:rsid w:val="00C16812"/>
    <w:rsid w:val="00C23756"/>
    <w:rsid w:val="00C241CB"/>
    <w:rsid w:val="00C26EC2"/>
    <w:rsid w:val="00C2720A"/>
    <w:rsid w:val="00C27E3B"/>
    <w:rsid w:val="00C3114C"/>
    <w:rsid w:val="00C34A94"/>
    <w:rsid w:val="00C374A5"/>
    <w:rsid w:val="00C37A67"/>
    <w:rsid w:val="00C40930"/>
    <w:rsid w:val="00C40F90"/>
    <w:rsid w:val="00C45E55"/>
    <w:rsid w:val="00C470E9"/>
    <w:rsid w:val="00C4733A"/>
    <w:rsid w:val="00C53351"/>
    <w:rsid w:val="00C55EAE"/>
    <w:rsid w:val="00C57BDE"/>
    <w:rsid w:val="00C60713"/>
    <w:rsid w:val="00C6074A"/>
    <w:rsid w:val="00C64C22"/>
    <w:rsid w:val="00C6724B"/>
    <w:rsid w:val="00C7006D"/>
    <w:rsid w:val="00C73E80"/>
    <w:rsid w:val="00C7506B"/>
    <w:rsid w:val="00C751B1"/>
    <w:rsid w:val="00C7602E"/>
    <w:rsid w:val="00C77747"/>
    <w:rsid w:val="00C80216"/>
    <w:rsid w:val="00C813C2"/>
    <w:rsid w:val="00C81ACA"/>
    <w:rsid w:val="00C81E27"/>
    <w:rsid w:val="00C81E4C"/>
    <w:rsid w:val="00C82352"/>
    <w:rsid w:val="00C83D5B"/>
    <w:rsid w:val="00C85A96"/>
    <w:rsid w:val="00C85E47"/>
    <w:rsid w:val="00C86946"/>
    <w:rsid w:val="00C87002"/>
    <w:rsid w:val="00C90AF1"/>
    <w:rsid w:val="00C950A0"/>
    <w:rsid w:val="00C954F8"/>
    <w:rsid w:val="00C958B0"/>
    <w:rsid w:val="00C961D2"/>
    <w:rsid w:val="00C9766A"/>
    <w:rsid w:val="00C97E04"/>
    <w:rsid w:val="00CA656A"/>
    <w:rsid w:val="00CA6DE6"/>
    <w:rsid w:val="00CB09D2"/>
    <w:rsid w:val="00CB33BF"/>
    <w:rsid w:val="00CB4D96"/>
    <w:rsid w:val="00CB5145"/>
    <w:rsid w:val="00CB6D41"/>
    <w:rsid w:val="00CB7D4E"/>
    <w:rsid w:val="00CC1B2D"/>
    <w:rsid w:val="00CC6D83"/>
    <w:rsid w:val="00CC70BF"/>
    <w:rsid w:val="00CC71FC"/>
    <w:rsid w:val="00CC77B6"/>
    <w:rsid w:val="00CD1083"/>
    <w:rsid w:val="00CD1620"/>
    <w:rsid w:val="00CD48CB"/>
    <w:rsid w:val="00CD5331"/>
    <w:rsid w:val="00CD5B24"/>
    <w:rsid w:val="00CD6666"/>
    <w:rsid w:val="00CD7404"/>
    <w:rsid w:val="00CE1038"/>
    <w:rsid w:val="00CE1149"/>
    <w:rsid w:val="00CE1489"/>
    <w:rsid w:val="00CE2072"/>
    <w:rsid w:val="00CE5D86"/>
    <w:rsid w:val="00CE60F3"/>
    <w:rsid w:val="00CE6442"/>
    <w:rsid w:val="00CF047B"/>
    <w:rsid w:val="00CF4949"/>
    <w:rsid w:val="00CF5597"/>
    <w:rsid w:val="00CF62E0"/>
    <w:rsid w:val="00CF698D"/>
    <w:rsid w:val="00CF7617"/>
    <w:rsid w:val="00CF76B5"/>
    <w:rsid w:val="00CF782E"/>
    <w:rsid w:val="00D03CE4"/>
    <w:rsid w:val="00D0769F"/>
    <w:rsid w:val="00D11258"/>
    <w:rsid w:val="00D11D73"/>
    <w:rsid w:val="00D12854"/>
    <w:rsid w:val="00D203BF"/>
    <w:rsid w:val="00D256AF"/>
    <w:rsid w:val="00D25F86"/>
    <w:rsid w:val="00D32D0D"/>
    <w:rsid w:val="00D3360F"/>
    <w:rsid w:val="00D346F8"/>
    <w:rsid w:val="00D36925"/>
    <w:rsid w:val="00D36997"/>
    <w:rsid w:val="00D43B9F"/>
    <w:rsid w:val="00D43D10"/>
    <w:rsid w:val="00D43F24"/>
    <w:rsid w:val="00D44330"/>
    <w:rsid w:val="00D44E4E"/>
    <w:rsid w:val="00D45290"/>
    <w:rsid w:val="00D45C2F"/>
    <w:rsid w:val="00D47C65"/>
    <w:rsid w:val="00D50AE6"/>
    <w:rsid w:val="00D51DF7"/>
    <w:rsid w:val="00D51ECF"/>
    <w:rsid w:val="00D57D43"/>
    <w:rsid w:val="00D61E3C"/>
    <w:rsid w:val="00D61EC6"/>
    <w:rsid w:val="00D628E7"/>
    <w:rsid w:val="00D64069"/>
    <w:rsid w:val="00D644EA"/>
    <w:rsid w:val="00D677F9"/>
    <w:rsid w:val="00D70441"/>
    <w:rsid w:val="00D761A3"/>
    <w:rsid w:val="00D763DB"/>
    <w:rsid w:val="00D778BF"/>
    <w:rsid w:val="00D807A0"/>
    <w:rsid w:val="00D80B24"/>
    <w:rsid w:val="00D811F9"/>
    <w:rsid w:val="00D83143"/>
    <w:rsid w:val="00D8342A"/>
    <w:rsid w:val="00D855CC"/>
    <w:rsid w:val="00D86824"/>
    <w:rsid w:val="00D86D76"/>
    <w:rsid w:val="00D93837"/>
    <w:rsid w:val="00D942C7"/>
    <w:rsid w:val="00D94DF6"/>
    <w:rsid w:val="00DA40CD"/>
    <w:rsid w:val="00DA5217"/>
    <w:rsid w:val="00DA5F71"/>
    <w:rsid w:val="00DB0DCF"/>
    <w:rsid w:val="00DB0EA9"/>
    <w:rsid w:val="00DB3A43"/>
    <w:rsid w:val="00DB3F49"/>
    <w:rsid w:val="00DB6E16"/>
    <w:rsid w:val="00DB6F81"/>
    <w:rsid w:val="00DB71EC"/>
    <w:rsid w:val="00DC03AB"/>
    <w:rsid w:val="00DC19B8"/>
    <w:rsid w:val="00DC2370"/>
    <w:rsid w:val="00DC3319"/>
    <w:rsid w:val="00DC405C"/>
    <w:rsid w:val="00DC67EE"/>
    <w:rsid w:val="00DC7836"/>
    <w:rsid w:val="00DD0EE7"/>
    <w:rsid w:val="00DD1054"/>
    <w:rsid w:val="00DD4434"/>
    <w:rsid w:val="00DE05CB"/>
    <w:rsid w:val="00DE0CB7"/>
    <w:rsid w:val="00DE477A"/>
    <w:rsid w:val="00DF13B0"/>
    <w:rsid w:val="00DF3A6A"/>
    <w:rsid w:val="00DF7DBE"/>
    <w:rsid w:val="00E00D93"/>
    <w:rsid w:val="00E03A16"/>
    <w:rsid w:val="00E053D2"/>
    <w:rsid w:val="00E06C8F"/>
    <w:rsid w:val="00E10671"/>
    <w:rsid w:val="00E12A38"/>
    <w:rsid w:val="00E143CC"/>
    <w:rsid w:val="00E14E47"/>
    <w:rsid w:val="00E1769F"/>
    <w:rsid w:val="00E23877"/>
    <w:rsid w:val="00E25304"/>
    <w:rsid w:val="00E25484"/>
    <w:rsid w:val="00E26715"/>
    <w:rsid w:val="00E2743D"/>
    <w:rsid w:val="00E3362F"/>
    <w:rsid w:val="00E36C5F"/>
    <w:rsid w:val="00E40602"/>
    <w:rsid w:val="00E42E6A"/>
    <w:rsid w:val="00E42FE8"/>
    <w:rsid w:val="00E4553E"/>
    <w:rsid w:val="00E46D03"/>
    <w:rsid w:val="00E5563C"/>
    <w:rsid w:val="00E56E2C"/>
    <w:rsid w:val="00E605BB"/>
    <w:rsid w:val="00E60E4D"/>
    <w:rsid w:val="00E6129B"/>
    <w:rsid w:val="00E7454A"/>
    <w:rsid w:val="00E7692D"/>
    <w:rsid w:val="00E77FBD"/>
    <w:rsid w:val="00E80D1F"/>
    <w:rsid w:val="00E858DA"/>
    <w:rsid w:val="00E85C58"/>
    <w:rsid w:val="00E86A5B"/>
    <w:rsid w:val="00E8705B"/>
    <w:rsid w:val="00E9174B"/>
    <w:rsid w:val="00E9282D"/>
    <w:rsid w:val="00EA32C2"/>
    <w:rsid w:val="00EA39EB"/>
    <w:rsid w:val="00EA3C15"/>
    <w:rsid w:val="00EA47B7"/>
    <w:rsid w:val="00EA493C"/>
    <w:rsid w:val="00EA73CC"/>
    <w:rsid w:val="00EB0C7F"/>
    <w:rsid w:val="00EB0EEF"/>
    <w:rsid w:val="00EB1338"/>
    <w:rsid w:val="00EB2013"/>
    <w:rsid w:val="00EB2BC0"/>
    <w:rsid w:val="00EB37C4"/>
    <w:rsid w:val="00EB4152"/>
    <w:rsid w:val="00EB52A1"/>
    <w:rsid w:val="00EB52A7"/>
    <w:rsid w:val="00EB5878"/>
    <w:rsid w:val="00EC0AD2"/>
    <w:rsid w:val="00EC0CA4"/>
    <w:rsid w:val="00EC1C29"/>
    <w:rsid w:val="00EC69D1"/>
    <w:rsid w:val="00EC6AEB"/>
    <w:rsid w:val="00EC7F66"/>
    <w:rsid w:val="00ED04D1"/>
    <w:rsid w:val="00ED0ABD"/>
    <w:rsid w:val="00ED28B5"/>
    <w:rsid w:val="00ED3302"/>
    <w:rsid w:val="00ED35E5"/>
    <w:rsid w:val="00ED5002"/>
    <w:rsid w:val="00EE2027"/>
    <w:rsid w:val="00EE7DAC"/>
    <w:rsid w:val="00EE7F60"/>
    <w:rsid w:val="00EF3123"/>
    <w:rsid w:val="00EF38D4"/>
    <w:rsid w:val="00EF3CF7"/>
    <w:rsid w:val="00EF416E"/>
    <w:rsid w:val="00EF4D6D"/>
    <w:rsid w:val="00EF5270"/>
    <w:rsid w:val="00F00A49"/>
    <w:rsid w:val="00F0442B"/>
    <w:rsid w:val="00F055DC"/>
    <w:rsid w:val="00F05A19"/>
    <w:rsid w:val="00F075C9"/>
    <w:rsid w:val="00F12828"/>
    <w:rsid w:val="00F12CE2"/>
    <w:rsid w:val="00F16053"/>
    <w:rsid w:val="00F20D98"/>
    <w:rsid w:val="00F2181A"/>
    <w:rsid w:val="00F21CC0"/>
    <w:rsid w:val="00F22984"/>
    <w:rsid w:val="00F22F62"/>
    <w:rsid w:val="00F23953"/>
    <w:rsid w:val="00F300CF"/>
    <w:rsid w:val="00F36E0E"/>
    <w:rsid w:val="00F436E5"/>
    <w:rsid w:val="00F453E4"/>
    <w:rsid w:val="00F45E0C"/>
    <w:rsid w:val="00F46345"/>
    <w:rsid w:val="00F47857"/>
    <w:rsid w:val="00F50D67"/>
    <w:rsid w:val="00F511DF"/>
    <w:rsid w:val="00F5338D"/>
    <w:rsid w:val="00F542BC"/>
    <w:rsid w:val="00F6170A"/>
    <w:rsid w:val="00F61A77"/>
    <w:rsid w:val="00F6285D"/>
    <w:rsid w:val="00F63D34"/>
    <w:rsid w:val="00F65B07"/>
    <w:rsid w:val="00F74EF7"/>
    <w:rsid w:val="00F775B5"/>
    <w:rsid w:val="00F80191"/>
    <w:rsid w:val="00F80978"/>
    <w:rsid w:val="00F82BC4"/>
    <w:rsid w:val="00F83158"/>
    <w:rsid w:val="00F83B1E"/>
    <w:rsid w:val="00F84034"/>
    <w:rsid w:val="00F860D1"/>
    <w:rsid w:val="00F86A4B"/>
    <w:rsid w:val="00F9499D"/>
    <w:rsid w:val="00F94C21"/>
    <w:rsid w:val="00F952C7"/>
    <w:rsid w:val="00F95D1B"/>
    <w:rsid w:val="00F962CC"/>
    <w:rsid w:val="00F96A9D"/>
    <w:rsid w:val="00FA12AF"/>
    <w:rsid w:val="00FA15C2"/>
    <w:rsid w:val="00FA226F"/>
    <w:rsid w:val="00FA4280"/>
    <w:rsid w:val="00FA6252"/>
    <w:rsid w:val="00FA6EB5"/>
    <w:rsid w:val="00FA7DE7"/>
    <w:rsid w:val="00FB0ADD"/>
    <w:rsid w:val="00FB66F4"/>
    <w:rsid w:val="00FB7905"/>
    <w:rsid w:val="00FB79C3"/>
    <w:rsid w:val="00FC0224"/>
    <w:rsid w:val="00FC281A"/>
    <w:rsid w:val="00FC3453"/>
    <w:rsid w:val="00FC5A1B"/>
    <w:rsid w:val="00FC7098"/>
    <w:rsid w:val="00FD019E"/>
    <w:rsid w:val="00FD158A"/>
    <w:rsid w:val="00FD329B"/>
    <w:rsid w:val="00FD603C"/>
    <w:rsid w:val="00FE3533"/>
    <w:rsid w:val="00FE4549"/>
    <w:rsid w:val="00FE4E47"/>
    <w:rsid w:val="00FF1FBC"/>
    <w:rsid w:val="00FF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E47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E14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character" w:customStyle="1" w:styleId="HeaderChar1">
    <w:name w:val="Header Char1"/>
    <w:link w:val="Header"/>
    <w:uiPriority w:val="99"/>
    <w:locked/>
    <w:rsid w:val="00E14E47"/>
    <w:rPr>
      <w:rFonts w:ascii="Calibri" w:eastAsia="宋体" w:hAnsi="Calibri"/>
      <w:kern w:val="2"/>
      <w:sz w:val="18"/>
      <w:lang w:val="en-US" w:eastAsia="zh-CN"/>
    </w:rPr>
  </w:style>
  <w:style w:type="paragraph" w:styleId="Footer">
    <w:name w:val="footer"/>
    <w:basedOn w:val="Normal"/>
    <w:link w:val="FooterChar"/>
    <w:uiPriority w:val="99"/>
    <w:rsid w:val="003750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  <w:style w:type="table" w:styleId="TableGrid">
    <w:name w:val="Table Grid"/>
    <w:basedOn w:val="TableNormal"/>
    <w:uiPriority w:val="99"/>
    <w:rsid w:val="006C72E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C72E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80D1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libri" w:hAnsi="Calibri" w:cs="Times New Roman"/>
      <w:sz w:val="2"/>
    </w:rPr>
  </w:style>
  <w:style w:type="paragraph" w:customStyle="1" w:styleId="3">
    <w:name w:val="教育部3"/>
    <w:basedOn w:val="Normal"/>
    <w:uiPriority w:val="99"/>
    <w:rsid w:val="00A6222D"/>
    <w:pPr>
      <w:widowControl/>
      <w:spacing w:line="440" w:lineRule="exact"/>
      <w:jc w:val="center"/>
    </w:pPr>
    <w:rPr>
      <w:rFonts w:ascii="方正小标宋_GBK" w:eastAsia="方正小标宋_GBK" w:hAnsi="Times New Roman"/>
      <w:bCs/>
      <w:kern w:val="0"/>
      <w:sz w:val="32"/>
      <w:szCs w:val="21"/>
    </w:rPr>
  </w:style>
  <w:style w:type="character" w:styleId="Hyperlink">
    <w:name w:val="Hyperlink"/>
    <w:basedOn w:val="DefaultParagraphFont"/>
    <w:uiPriority w:val="99"/>
    <w:rsid w:val="007D3BD0"/>
    <w:rPr>
      <w:rFonts w:cs="Times New Roman"/>
      <w:color w:val="056BC9"/>
      <w:u w:val="none"/>
      <w:effect w:val="none"/>
    </w:rPr>
  </w:style>
  <w:style w:type="character" w:styleId="CommentReference">
    <w:name w:val="annotation reference"/>
    <w:basedOn w:val="DefaultParagraphFont"/>
    <w:uiPriority w:val="99"/>
    <w:rsid w:val="008E7CCA"/>
    <w:rPr>
      <w:rFonts w:cs="Times New Roman"/>
      <w:sz w:val="21"/>
    </w:rPr>
  </w:style>
  <w:style w:type="paragraph" w:styleId="CommentText">
    <w:name w:val="annotation text"/>
    <w:basedOn w:val="Normal"/>
    <w:link w:val="CommentTextChar1"/>
    <w:uiPriority w:val="99"/>
    <w:rsid w:val="008E7CCA"/>
    <w:pPr>
      <w:jc w:val="left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alibri" w:hAnsi="Calibri" w:cs="Times New Roman"/>
    </w:rPr>
  </w:style>
  <w:style w:type="character" w:customStyle="1" w:styleId="CommentTextChar1">
    <w:name w:val="Comment Text Char1"/>
    <w:link w:val="CommentText"/>
    <w:uiPriority w:val="99"/>
    <w:locked/>
    <w:rsid w:val="008E7CCA"/>
    <w:rPr>
      <w:rFonts w:ascii="Calibri" w:hAnsi="Calibri"/>
      <w:kern w:val="2"/>
      <w:sz w:val="22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8E7CCA"/>
    <w:rPr>
      <w:b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locked/>
    <w:rPr>
      <w:rFonts w:cs="Times New Roman"/>
      <w:b/>
      <w:bCs/>
    </w:rPr>
  </w:style>
  <w:style w:type="character" w:customStyle="1" w:styleId="CommentSubjectChar1">
    <w:name w:val="Comment Subject Char1"/>
    <w:link w:val="CommentSubject"/>
    <w:uiPriority w:val="99"/>
    <w:locked/>
    <w:rsid w:val="008E7CCA"/>
    <w:rPr>
      <w:rFonts w:ascii="Calibri" w:hAnsi="Calibri"/>
      <w:b/>
      <w:kern w:val="2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4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25</Pages>
  <Words>3274</Words>
  <Characters>18663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江苏省公务员招录考试专业参考目录（四稿）</dc:title>
  <dc:subject/>
  <dc:creator>User</dc:creator>
  <cp:keywords/>
  <dc:description/>
  <cp:lastModifiedBy>微软用户</cp:lastModifiedBy>
  <cp:revision>3</cp:revision>
  <dcterms:created xsi:type="dcterms:W3CDTF">2019-03-04T04:27:00Z</dcterms:created>
  <dcterms:modified xsi:type="dcterms:W3CDTF">2019-03-05T03:36:00Z</dcterms:modified>
</cp:coreProperties>
</file>