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C4" w:rsidRPr="00FF1DC4" w:rsidRDefault="00FF1DC4" w:rsidP="00FF1DC4">
      <w:pPr>
        <w:pStyle w:val="ac"/>
      </w:pPr>
      <w:r w:rsidRPr="00FF1DC4">
        <w:rPr>
          <w:rFonts w:hint="eastAsia"/>
        </w:rPr>
        <w:t>附件</w:t>
      </w:r>
    </w:p>
    <w:p w:rsidR="00FF1DC4" w:rsidRPr="00FF1DC4" w:rsidRDefault="00FF1DC4" w:rsidP="00FF1DC4">
      <w:pPr>
        <w:ind w:firstLine="640"/>
        <w:rPr>
          <w:lang w:eastAsia="zh-CN"/>
        </w:rPr>
      </w:pPr>
      <w:r w:rsidRPr="00FF1DC4">
        <w:rPr>
          <w:rFonts w:hint="eastAsia"/>
          <w:lang w:eastAsia="zh-CN"/>
        </w:rPr>
        <w:t xml:space="preserve"> </w:t>
      </w:r>
      <w:bookmarkStart w:id="0" w:name="_GoBack"/>
      <w:bookmarkEnd w:id="0"/>
    </w:p>
    <w:p w:rsidR="00FF1DC4" w:rsidRPr="00FF1DC4" w:rsidRDefault="00FF1DC4" w:rsidP="00FF1DC4">
      <w:pPr>
        <w:pStyle w:val="11"/>
      </w:pPr>
      <w:r w:rsidRPr="00FF1DC4">
        <w:rPr>
          <w:rFonts w:hint="eastAsia"/>
        </w:rPr>
        <w:t>眉山市东</w:t>
      </w:r>
      <w:proofErr w:type="gramStart"/>
      <w:r w:rsidRPr="00FF1DC4">
        <w:rPr>
          <w:rFonts w:hint="eastAsia"/>
        </w:rPr>
        <w:t>坡文化</w:t>
      </w:r>
      <w:proofErr w:type="gramEnd"/>
      <w:r w:rsidRPr="00FF1DC4">
        <w:rPr>
          <w:rFonts w:hint="eastAsia"/>
        </w:rPr>
        <w:t>旅游景区管理委员会</w:t>
      </w:r>
    </w:p>
    <w:p w:rsidR="00FF1DC4" w:rsidRPr="00FF1DC4" w:rsidRDefault="00FF1DC4" w:rsidP="00FF1DC4">
      <w:pPr>
        <w:pStyle w:val="11"/>
      </w:pPr>
      <w:r w:rsidRPr="008B1C93">
        <w:rPr>
          <w:rFonts w:ascii="方正小标宋简体" w:hint="eastAsia"/>
        </w:rPr>
        <w:t>2019年上半</w:t>
      </w:r>
      <w:r w:rsidRPr="00FF1DC4">
        <w:rPr>
          <w:rFonts w:hint="eastAsia"/>
        </w:rPr>
        <w:t>年赴省内知名高校公开引进优秀人才拟聘用人员名单</w:t>
      </w:r>
    </w:p>
    <w:tbl>
      <w:tblPr>
        <w:tblW w:w="14194" w:type="dxa"/>
        <w:jc w:val="center"/>
        <w:tblInd w:w="-91" w:type="dxa"/>
        <w:tblLayout w:type="fixed"/>
        <w:tblLook w:val="04A0" w:firstRow="1" w:lastRow="0" w:firstColumn="1" w:lastColumn="0" w:noHBand="0" w:noVBand="1"/>
      </w:tblPr>
      <w:tblGrid>
        <w:gridCol w:w="1519"/>
        <w:gridCol w:w="727"/>
        <w:gridCol w:w="1261"/>
        <w:gridCol w:w="829"/>
        <w:gridCol w:w="1402"/>
        <w:gridCol w:w="802"/>
        <w:gridCol w:w="1601"/>
        <w:gridCol w:w="2095"/>
        <w:gridCol w:w="1900"/>
        <w:gridCol w:w="1267"/>
        <w:gridCol w:w="791"/>
      </w:tblGrid>
      <w:tr w:rsidR="00FF1DC4" w:rsidRPr="00FF1DC4" w:rsidTr="003D38EB">
        <w:trPr>
          <w:trHeight w:val="949"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招聘单位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序号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岗位代码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招聘名额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姓名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性别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出生年月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学历（学位）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毕业院校及专业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考核结果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排名</w:t>
            </w:r>
          </w:p>
        </w:tc>
      </w:tr>
      <w:tr w:rsidR="00FF1DC4" w:rsidRPr="00FF1DC4" w:rsidTr="003D38EB">
        <w:trPr>
          <w:trHeight w:val="1496"/>
          <w:jc w:val="center"/>
        </w:trPr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眉山市东</w:t>
            </w:r>
            <w:proofErr w:type="gramStart"/>
            <w:r w:rsidRPr="008B1C93">
              <w:rPr>
                <w:rFonts w:ascii="仿宋_GB2312" w:hint="eastAsia"/>
              </w:rPr>
              <w:t>坡文化</w:t>
            </w:r>
            <w:proofErr w:type="gramEnd"/>
            <w:r w:rsidRPr="008B1C93">
              <w:rPr>
                <w:rFonts w:ascii="仿宋_GB2312" w:hint="eastAsia"/>
              </w:rPr>
              <w:t>旅游景区管理委员会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1902009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严文丽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女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1994.07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研究生</w:t>
            </w:r>
          </w:p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（风景园林硕士）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四川农业大学</w:t>
            </w:r>
          </w:p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风景园林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</w:t>
            </w:r>
          </w:p>
        </w:tc>
      </w:tr>
      <w:tr w:rsidR="00FF1DC4" w:rsidRPr="00FF1DC4" w:rsidTr="003D38EB">
        <w:trPr>
          <w:trHeight w:val="1518"/>
          <w:jc w:val="center"/>
        </w:trPr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1902010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李佳鑫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男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1988.06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研究生</w:t>
            </w:r>
          </w:p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（文物与博物馆硕士）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四川大学</w:t>
            </w:r>
          </w:p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文物与博物馆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</w:t>
            </w:r>
          </w:p>
        </w:tc>
      </w:tr>
      <w:tr w:rsidR="00FF1DC4" w:rsidRPr="00FF1DC4" w:rsidTr="003D38EB">
        <w:trPr>
          <w:trHeight w:val="1299"/>
          <w:jc w:val="center"/>
        </w:trPr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1902011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proofErr w:type="gramStart"/>
            <w:r w:rsidRPr="008B1C93">
              <w:rPr>
                <w:rFonts w:ascii="仿宋_GB2312" w:hint="eastAsia"/>
              </w:rPr>
              <w:t>朱颖涛</w:t>
            </w:r>
            <w:proofErr w:type="gramEnd"/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女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1987.08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研究生</w:t>
            </w:r>
          </w:p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（艺术硕士）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四川师范大学</w:t>
            </w:r>
          </w:p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艺术设计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C4" w:rsidRPr="008B1C93" w:rsidRDefault="00FF1DC4" w:rsidP="00FF1DC4">
            <w:pPr>
              <w:pStyle w:val="af3"/>
              <w:rPr>
                <w:rFonts w:ascii="仿宋_GB2312" w:hint="eastAsia"/>
              </w:rPr>
            </w:pPr>
            <w:r w:rsidRPr="008B1C93">
              <w:rPr>
                <w:rFonts w:ascii="仿宋_GB2312" w:hint="eastAsia"/>
              </w:rPr>
              <w:t>1</w:t>
            </w:r>
          </w:p>
        </w:tc>
      </w:tr>
    </w:tbl>
    <w:p w:rsidR="00FF1DC4" w:rsidRPr="00FF1DC4" w:rsidRDefault="00FF1DC4" w:rsidP="00FF1DC4">
      <w:pPr>
        <w:ind w:firstLine="640"/>
      </w:pPr>
      <w:r w:rsidRPr="00FF1DC4">
        <w:rPr>
          <w:rFonts w:hint="eastAsia"/>
        </w:rPr>
        <w:t xml:space="preserve"> </w:t>
      </w:r>
    </w:p>
    <w:p w:rsidR="00C12D95" w:rsidRPr="00C12D95" w:rsidRDefault="00FF1DC4" w:rsidP="00C12D95">
      <w:pPr>
        <w:ind w:firstLine="640"/>
      </w:pPr>
      <w:r w:rsidRPr="00FF1DC4">
        <w:rPr>
          <w:rFonts w:hint="eastAsia"/>
        </w:rPr>
        <w:t xml:space="preserve"> </w:t>
      </w:r>
    </w:p>
    <w:sectPr w:rsidR="00C12D95" w:rsidRPr="00C12D95" w:rsidSect="00D429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5C7" w:rsidRDefault="00DF35C7" w:rsidP="00EE2019">
      <w:pPr>
        <w:spacing w:line="240" w:lineRule="auto"/>
        <w:ind w:firstLine="640"/>
      </w:pPr>
      <w:r>
        <w:separator/>
      </w:r>
    </w:p>
  </w:endnote>
  <w:endnote w:type="continuationSeparator" w:id="0">
    <w:p w:rsidR="00DF35C7" w:rsidRDefault="00DF35C7" w:rsidP="00EE2019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019" w:rsidRDefault="00EE2019" w:rsidP="00EE2019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9F1" w:rsidRDefault="00DF35C7">
    <w:pPr>
      <w:pStyle w:val="10"/>
      <w:ind w:left="320" w:right="320" w:firstLine="5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80" type="#_x0000_t202" style="position:absolute;left:0;text-align:left;margin-left:235.1pt;margin-top:745.65pt;width:81.05pt;height:18pt;z-index:251657728;mso-wrap-style:none;mso-position-horizontal:outside;mso-position-horizontal-relative:margin;mso-position-vertical-relative:page" filled="f" stroked="f">
          <v:textbox style="mso-fit-shape-to-text:t" inset="0,0,0,0">
            <w:txbxContent>
              <w:p w:rsidR="00D429F1" w:rsidRDefault="00893E88">
                <w:pPr>
                  <w:spacing w:line="360" w:lineRule="exact"/>
                  <w:ind w:left="320" w:right="320" w:firstLineChars="0" w:firstLine="0"/>
                  <w:contextualSpacing/>
                  <w:jc w:val="right"/>
                  <w:outlineLvl w:val="7"/>
                  <w:rPr>
                    <w:rFonts w:ascii="宋体" w:eastAsia="宋体" w:hAnsi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  <w:lang w:eastAsia="zh-CN"/>
                  </w:rPr>
                  <w:t xml:space="preserve">— </w:t>
                </w:r>
                <w:r w:rsidR="0084746E">
                  <w:rPr>
                    <w:rFonts w:ascii="宋体" w:eastAsia="宋体" w:hAnsi="宋体" w:cs="宋体"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 w:rsidR="0084746E">
                  <w:rPr>
                    <w:rFonts w:ascii="宋体" w:eastAsia="宋体" w:hAnsi="宋体" w:cs="宋体" w:hint="eastAsia"/>
                    <w:sz w:val="28"/>
                    <w:szCs w:val="28"/>
                    <w:lang w:eastAsia="zh-CN"/>
                  </w:rPr>
                  <w:fldChar w:fldCharType="separate"/>
                </w:r>
                <w:r w:rsidR="008B1C93" w:rsidRPr="008B1C93">
                  <w:rPr>
                    <w:rFonts w:ascii="宋体" w:hAnsi="宋体"/>
                    <w:noProof/>
                    <w:sz w:val="28"/>
                    <w:szCs w:val="28"/>
                  </w:rPr>
                  <w:t>1</w:t>
                </w:r>
                <w:r w:rsidR="0084746E">
                  <w:rPr>
                    <w:rFonts w:ascii="宋体" w:eastAsia="宋体" w:hAnsi="宋体" w:cs="宋体" w:hint="eastAsia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  <w:lang w:eastAsia="zh-CN"/>
                  </w:rPr>
                  <w:t xml:space="preserve"> —</w:t>
                </w:r>
              </w:p>
            </w:txbxContent>
          </v:textbox>
          <w10:wrap anchorx="margin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019" w:rsidRDefault="00EE2019" w:rsidP="00EE2019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5C7" w:rsidRDefault="00DF35C7" w:rsidP="00EE2019">
      <w:pPr>
        <w:spacing w:line="240" w:lineRule="auto"/>
        <w:ind w:firstLine="640"/>
      </w:pPr>
      <w:r>
        <w:separator/>
      </w:r>
    </w:p>
  </w:footnote>
  <w:footnote w:type="continuationSeparator" w:id="0">
    <w:p w:rsidR="00DF35C7" w:rsidRDefault="00DF35C7" w:rsidP="00EE2019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019" w:rsidRDefault="00EE2019" w:rsidP="00EE2019">
    <w:pPr>
      <w:pStyle w:val="af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9F1" w:rsidRDefault="00D429F1" w:rsidP="00FF1DC4">
    <w:pPr>
      <w:ind w:left="320" w:right="320"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019" w:rsidRDefault="00EE2019" w:rsidP="00EE2019">
    <w:pPr>
      <w:pStyle w:val="af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0"/>
  <w:drawingGridHorizontalSpacing w:val="160"/>
  <w:drawingGridVerticalSpacing w:val="219"/>
  <w:displayHorizontalDrawingGridEvery w:val="0"/>
  <w:displayVerticalDrawingGridEvery w:val="2"/>
  <w:characterSpacingControl w:val="compressPunctuation"/>
  <w:hdrShapeDefaults>
    <o:shapedefaults v:ext="edit" spidmax="308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417F"/>
    <w:rsid w:val="000057EA"/>
    <w:rsid w:val="00011E3D"/>
    <w:rsid w:val="0001219F"/>
    <w:rsid w:val="00016484"/>
    <w:rsid w:val="00031CF5"/>
    <w:rsid w:val="00044AAF"/>
    <w:rsid w:val="000521EB"/>
    <w:rsid w:val="000524B8"/>
    <w:rsid w:val="0008495A"/>
    <w:rsid w:val="000C1F7C"/>
    <w:rsid w:val="000F6E4C"/>
    <w:rsid w:val="00121FD2"/>
    <w:rsid w:val="00147B6D"/>
    <w:rsid w:val="00153781"/>
    <w:rsid w:val="00157CF7"/>
    <w:rsid w:val="00164012"/>
    <w:rsid w:val="00164523"/>
    <w:rsid w:val="0018107E"/>
    <w:rsid w:val="001A19F5"/>
    <w:rsid w:val="001A7D33"/>
    <w:rsid w:val="001C74C5"/>
    <w:rsid w:val="001F79AE"/>
    <w:rsid w:val="00216175"/>
    <w:rsid w:val="00221C03"/>
    <w:rsid w:val="00241BFA"/>
    <w:rsid w:val="00245E9B"/>
    <w:rsid w:val="002573C0"/>
    <w:rsid w:val="002719AA"/>
    <w:rsid w:val="002821E6"/>
    <w:rsid w:val="00282F6F"/>
    <w:rsid w:val="00283830"/>
    <w:rsid w:val="002A4E01"/>
    <w:rsid w:val="002A6681"/>
    <w:rsid w:val="002B414E"/>
    <w:rsid w:val="002B7039"/>
    <w:rsid w:val="002C0540"/>
    <w:rsid w:val="002C0D54"/>
    <w:rsid w:val="002C5748"/>
    <w:rsid w:val="002D56D1"/>
    <w:rsid w:val="002D6088"/>
    <w:rsid w:val="002E6946"/>
    <w:rsid w:val="00304701"/>
    <w:rsid w:val="0030626C"/>
    <w:rsid w:val="00334198"/>
    <w:rsid w:val="0036739F"/>
    <w:rsid w:val="00370F54"/>
    <w:rsid w:val="003A7A15"/>
    <w:rsid w:val="003B0375"/>
    <w:rsid w:val="003C5292"/>
    <w:rsid w:val="003D12A4"/>
    <w:rsid w:val="003D1BB1"/>
    <w:rsid w:val="003D38EB"/>
    <w:rsid w:val="003D7CD5"/>
    <w:rsid w:val="00404635"/>
    <w:rsid w:val="00410F62"/>
    <w:rsid w:val="0041354C"/>
    <w:rsid w:val="0041417F"/>
    <w:rsid w:val="00414A2F"/>
    <w:rsid w:val="00425CD0"/>
    <w:rsid w:val="004311B3"/>
    <w:rsid w:val="004313EC"/>
    <w:rsid w:val="00433C58"/>
    <w:rsid w:val="004701C8"/>
    <w:rsid w:val="00494747"/>
    <w:rsid w:val="0049543F"/>
    <w:rsid w:val="004978E9"/>
    <w:rsid w:val="004E793D"/>
    <w:rsid w:val="004F522C"/>
    <w:rsid w:val="0050693C"/>
    <w:rsid w:val="00516D59"/>
    <w:rsid w:val="00523C79"/>
    <w:rsid w:val="00534CB2"/>
    <w:rsid w:val="005402E9"/>
    <w:rsid w:val="00546C6F"/>
    <w:rsid w:val="005524CD"/>
    <w:rsid w:val="00557A22"/>
    <w:rsid w:val="00557BDE"/>
    <w:rsid w:val="00582B91"/>
    <w:rsid w:val="00587789"/>
    <w:rsid w:val="005919C9"/>
    <w:rsid w:val="00594B6B"/>
    <w:rsid w:val="005A36CE"/>
    <w:rsid w:val="005F1192"/>
    <w:rsid w:val="006118A4"/>
    <w:rsid w:val="00613596"/>
    <w:rsid w:val="00625C21"/>
    <w:rsid w:val="0062642C"/>
    <w:rsid w:val="00637335"/>
    <w:rsid w:val="00637FD9"/>
    <w:rsid w:val="006565FF"/>
    <w:rsid w:val="00672069"/>
    <w:rsid w:val="006B57FA"/>
    <w:rsid w:val="006B6E23"/>
    <w:rsid w:val="006C42C8"/>
    <w:rsid w:val="006C61A7"/>
    <w:rsid w:val="006D4292"/>
    <w:rsid w:val="006D4B8C"/>
    <w:rsid w:val="0070562F"/>
    <w:rsid w:val="007100FD"/>
    <w:rsid w:val="00724668"/>
    <w:rsid w:val="00747E46"/>
    <w:rsid w:val="00752529"/>
    <w:rsid w:val="00774B0C"/>
    <w:rsid w:val="00782CF0"/>
    <w:rsid w:val="00793115"/>
    <w:rsid w:val="007A3AC7"/>
    <w:rsid w:val="007B0CA7"/>
    <w:rsid w:val="007B1177"/>
    <w:rsid w:val="007D0330"/>
    <w:rsid w:val="007E09EB"/>
    <w:rsid w:val="007E27FC"/>
    <w:rsid w:val="0080594C"/>
    <w:rsid w:val="00810A80"/>
    <w:rsid w:val="0082350F"/>
    <w:rsid w:val="008404AB"/>
    <w:rsid w:val="0084746E"/>
    <w:rsid w:val="0087790A"/>
    <w:rsid w:val="008823E5"/>
    <w:rsid w:val="008843C0"/>
    <w:rsid w:val="00893E88"/>
    <w:rsid w:val="008B1C93"/>
    <w:rsid w:val="008B270B"/>
    <w:rsid w:val="008B5CD9"/>
    <w:rsid w:val="008C5914"/>
    <w:rsid w:val="008C6A50"/>
    <w:rsid w:val="008E7A48"/>
    <w:rsid w:val="00925A82"/>
    <w:rsid w:val="00940863"/>
    <w:rsid w:val="00966F12"/>
    <w:rsid w:val="0097154C"/>
    <w:rsid w:val="009C32A3"/>
    <w:rsid w:val="009C49E5"/>
    <w:rsid w:val="009E3CED"/>
    <w:rsid w:val="009E3DBA"/>
    <w:rsid w:val="00A2413D"/>
    <w:rsid w:val="00A308EC"/>
    <w:rsid w:val="00A377AF"/>
    <w:rsid w:val="00A45A9C"/>
    <w:rsid w:val="00A55DF0"/>
    <w:rsid w:val="00A62E1C"/>
    <w:rsid w:val="00A970E1"/>
    <w:rsid w:val="00AA2F7B"/>
    <w:rsid w:val="00AB121B"/>
    <w:rsid w:val="00AC0326"/>
    <w:rsid w:val="00AC0B0E"/>
    <w:rsid w:val="00AD7FC2"/>
    <w:rsid w:val="00AE3448"/>
    <w:rsid w:val="00AE4551"/>
    <w:rsid w:val="00AF2930"/>
    <w:rsid w:val="00B00231"/>
    <w:rsid w:val="00B2752B"/>
    <w:rsid w:val="00B41CA7"/>
    <w:rsid w:val="00B435F7"/>
    <w:rsid w:val="00B51806"/>
    <w:rsid w:val="00B84A47"/>
    <w:rsid w:val="00B871D2"/>
    <w:rsid w:val="00BA5A90"/>
    <w:rsid w:val="00BC0B4D"/>
    <w:rsid w:val="00BC4914"/>
    <w:rsid w:val="00BE6057"/>
    <w:rsid w:val="00C06118"/>
    <w:rsid w:val="00C06602"/>
    <w:rsid w:val="00C12D95"/>
    <w:rsid w:val="00C14E8C"/>
    <w:rsid w:val="00C2089F"/>
    <w:rsid w:val="00C21220"/>
    <w:rsid w:val="00C33B9D"/>
    <w:rsid w:val="00CC21BA"/>
    <w:rsid w:val="00CE125C"/>
    <w:rsid w:val="00CE6EBF"/>
    <w:rsid w:val="00CF03CA"/>
    <w:rsid w:val="00CF3852"/>
    <w:rsid w:val="00D153CC"/>
    <w:rsid w:val="00D224AC"/>
    <w:rsid w:val="00D429F1"/>
    <w:rsid w:val="00D51EC8"/>
    <w:rsid w:val="00D73798"/>
    <w:rsid w:val="00DB7C0D"/>
    <w:rsid w:val="00DF1983"/>
    <w:rsid w:val="00DF35C7"/>
    <w:rsid w:val="00E03A24"/>
    <w:rsid w:val="00E1615E"/>
    <w:rsid w:val="00E2035E"/>
    <w:rsid w:val="00E306CF"/>
    <w:rsid w:val="00E31C14"/>
    <w:rsid w:val="00E756A6"/>
    <w:rsid w:val="00E8626B"/>
    <w:rsid w:val="00E86A2B"/>
    <w:rsid w:val="00E902C2"/>
    <w:rsid w:val="00E9510D"/>
    <w:rsid w:val="00EC14A3"/>
    <w:rsid w:val="00ED406E"/>
    <w:rsid w:val="00ED7BF3"/>
    <w:rsid w:val="00EE2019"/>
    <w:rsid w:val="00EE77C3"/>
    <w:rsid w:val="00EF7FC3"/>
    <w:rsid w:val="00F165D9"/>
    <w:rsid w:val="00F24897"/>
    <w:rsid w:val="00F33DB0"/>
    <w:rsid w:val="00F362F9"/>
    <w:rsid w:val="00F4279C"/>
    <w:rsid w:val="00F44943"/>
    <w:rsid w:val="00F477FF"/>
    <w:rsid w:val="00F51A7A"/>
    <w:rsid w:val="00F57FCD"/>
    <w:rsid w:val="00F74E76"/>
    <w:rsid w:val="00F76CB2"/>
    <w:rsid w:val="00F77CCE"/>
    <w:rsid w:val="00F96DCC"/>
    <w:rsid w:val="00FB1E5D"/>
    <w:rsid w:val="00FB5C62"/>
    <w:rsid w:val="00FE6032"/>
    <w:rsid w:val="00FF1DC4"/>
    <w:rsid w:val="00FF640C"/>
    <w:rsid w:val="00FF7F03"/>
    <w:rsid w:val="03D07E51"/>
    <w:rsid w:val="050522A8"/>
    <w:rsid w:val="05FD7D7E"/>
    <w:rsid w:val="06961B12"/>
    <w:rsid w:val="06D630F3"/>
    <w:rsid w:val="08941C34"/>
    <w:rsid w:val="0D29667F"/>
    <w:rsid w:val="0D627704"/>
    <w:rsid w:val="12045025"/>
    <w:rsid w:val="12A22DB7"/>
    <w:rsid w:val="13C04EAC"/>
    <w:rsid w:val="17E061C5"/>
    <w:rsid w:val="1F2D7050"/>
    <w:rsid w:val="1F5A4962"/>
    <w:rsid w:val="245F4FBF"/>
    <w:rsid w:val="2485730B"/>
    <w:rsid w:val="2B6A7E66"/>
    <w:rsid w:val="2BD24D1A"/>
    <w:rsid w:val="348C27E0"/>
    <w:rsid w:val="35037C12"/>
    <w:rsid w:val="36096234"/>
    <w:rsid w:val="3A8F5AA3"/>
    <w:rsid w:val="3C161C31"/>
    <w:rsid w:val="3CD84B68"/>
    <w:rsid w:val="3DE748EA"/>
    <w:rsid w:val="447D20B3"/>
    <w:rsid w:val="459834AE"/>
    <w:rsid w:val="45D90FAB"/>
    <w:rsid w:val="4DCD7113"/>
    <w:rsid w:val="51634A9E"/>
    <w:rsid w:val="518D17A5"/>
    <w:rsid w:val="52BB23DF"/>
    <w:rsid w:val="534E6CD5"/>
    <w:rsid w:val="56497682"/>
    <w:rsid w:val="58B83316"/>
    <w:rsid w:val="5D031F66"/>
    <w:rsid w:val="5E6224F4"/>
    <w:rsid w:val="60557543"/>
    <w:rsid w:val="628E34C8"/>
    <w:rsid w:val="649610A8"/>
    <w:rsid w:val="68430E5B"/>
    <w:rsid w:val="6C7B313C"/>
    <w:rsid w:val="74713F74"/>
    <w:rsid w:val="784237E3"/>
    <w:rsid w:val="793276E6"/>
    <w:rsid w:val="7BA87E5A"/>
    <w:rsid w:val="7C045039"/>
    <w:rsid w:val="7E58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/>
    <w:lsdException w:name="heading 3" w:semiHidden="0" w:uiPriority="9"/>
    <w:lsdException w:name="heading 4" w:semiHidden="0" w:uiPriority="9"/>
    <w:lsdException w:name="heading 5" w:semiHidden="0" w:uiPriority="9"/>
    <w:lsdException w:name="heading 6" w:semiHidden="0" w:uiPriority="9"/>
    <w:lsdException w:name="heading 7" w:semiHidden="0" w:uiPriority="9"/>
    <w:lsdException w:name="heading 8" w:semiHidden="0" w:uiPriority="9"/>
    <w:lsdException w:name="heading 9" w:semiHidden="0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/>
    <w:lsdException w:name="Title" w:semiHidden="0" w:uiPriority="10" w:unhideWhenUsed="0"/>
    <w:lsdException w:name="Default Paragraph Font" w:semiHidden="0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019"/>
    <w:pPr>
      <w:widowControl w:val="0"/>
      <w:overflowPunct w:val="0"/>
      <w:spacing w:line="580" w:lineRule="exact"/>
      <w:ind w:firstLineChars="200" w:firstLine="200"/>
      <w:jc w:val="both"/>
    </w:pPr>
    <w:rPr>
      <w:rFonts w:ascii="Times New Roman" w:eastAsia="仿宋_GB2312" w:hAnsi="Times New Roman"/>
      <w:sz w:val="32"/>
      <w:szCs w:val="24"/>
      <w:lang w:eastAsia="en-US" w:bidi="en-US"/>
    </w:rPr>
  </w:style>
  <w:style w:type="paragraph" w:styleId="1">
    <w:name w:val="heading 1"/>
    <w:basedOn w:val="a"/>
    <w:next w:val="a"/>
    <w:link w:val="1Char"/>
    <w:uiPriority w:val="9"/>
    <w:rsid w:val="00D429F1"/>
    <w:pPr>
      <w:ind w:firstLine="640"/>
      <w:outlineLvl w:val="0"/>
    </w:pPr>
    <w:rPr>
      <w:rFonts w:eastAsia="黑体"/>
      <w:bCs/>
      <w:szCs w:val="32"/>
    </w:rPr>
  </w:style>
  <w:style w:type="paragraph" w:styleId="2">
    <w:name w:val="heading 2"/>
    <w:basedOn w:val="a"/>
    <w:next w:val="a"/>
    <w:link w:val="2Char"/>
    <w:uiPriority w:val="9"/>
    <w:unhideWhenUsed/>
    <w:rsid w:val="00D429F1"/>
    <w:pPr>
      <w:outlineLvl w:val="1"/>
    </w:pPr>
    <w:rPr>
      <w:rFonts w:eastAsia="楷体_GB2312"/>
      <w:bCs/>
      <w:iCs/>
      <w:szCs w:val="28"/>
    </w:rPr>
  </w:style>
  <w:style w:type="paragraph" w:styleId="3">
    <w:name w:val="heading 3"/>
    <w:basedOn w:val="a"/>
    <w:next w:val="a"/>
    <w:link w:val="3Char"/>
    <w:uiPriority w:val="9"/>
    <w:unhideWhenUsed/>
    <w:rsid w:val="00D429F1"/>
    <w:pPr>
      <w:keepNext/>
      <w:spacing w:before="240" w:after="60"/>
      <w:outlineLvl w:val="2"/>
    </w:pPr>
    <w:rPr>
      <w:rFonts w:ascii="Cambria" w:eastAsia="宋体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rsid w:val="00D429F1"/>
    <w:pPr>
      <w:keepNext/>
      <w:spacing w:before="240" w:after="60"/>
      <w:outlineLvl w:val="3"/>
    </w:pPr>
    <w:rPr>
      <w:rFonts w:ascii="Calibri" w:eastAsia="宋体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rsid w:val="00D429F1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rsid w:val="00D429F1"/>
    <w:pPr>
      <w:spacing w:before="240" w:after="60"/>
      <w:outlineLvl w:val="5"/>
    </w:pPr>
    <w:rPr>
      <w:rFonts w:ascii="Calibri" w:eastAsia="宋体" w:hAnsi="Calibr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rsid w:val="00D429F1"/>
    <w:pPr>
      <w:spacing w:before="240" w:after="60"/>
      <w:outlineLvl w:val="6"/>
    </w:pPr>
    <w:rPr>
      <w:rFonts w:ascii="Calibri" w:eastAsia="宋体" w:hAnsi="Calibri"/>
      <w:sz w:val="24"/>
    </w:rPr>
  </w:style>
  <w:style w:type="paragraph" w:styleId="8">
    <w:name w:val="heading 8"/>
    <w:basedOn w:val="a"/>
    <w:next w:val="a"/>
    <w:link w:val="8Char"/>
    <w:uiPriority w:val="9"/>
    <w:unhideWhenUsed/>
    <w:rsid w:val="00D429F1"/>
    <w:pPr>
      <w:spacing w:before="240" w:after="60"/>
      <w:outlineLvl w:val="7"/>
    </w:pPr>
    <w:rPr>
      <w:rFonts w:ascii="Calibri" w:eastAsia="宋体" w:hAnsi="Calibri"/>
      <w:i/>
      <w:iCs/>
      <w:sz w:val="24"/>
    </w:rPr>
  </w:style>
  <w:style w:type="paragraph" w:styleId="9">
    <w:name w:val="heading 9"/>
    <w:basedOn w:val="a"/>
    <w:next w:val="a"/>
    <w:link w:val="9Char"/>
    <w:uiPriority w:val="9"/>
    <w:unhideWhenUsed/>
    <w:rsid w:val="00D429F1"/>
    <w:pPr>
      <w:spacing w:before="240" w:after="60"/>
      <w:outlineLvl w:val="8"/>
    </w:pPr>
    <w:rPr>
      <w:rFonts w:ascii="Cambria" w:eastAsia="宋体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429F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napToGrid w:val="0"/>
      <w:sz w:val="18"/>
      <w:szCs w:val="18"/>
    </w:rPr>
  </w:style>
  <w:style w:type="paragraph" w:styleId="a4">
    <w:name w:val="Subtitle"/>
    <w:next w:val="a"/>
    <w:link w:val="Char0"/>
    <w:uiPriority w:val="11"/>
    <w:rsid w:val="00D429F1"/>
    <w:pPr>
      <w:widowControl w:val="0"/>
      <w:overflowPunct w:val="0"/>
      <w:spacing w:line="600" w:lineRule="exact"/>
      <w:jc w:val="center"/>
      <w:outlineLvl w:val="3"/>
    </w:pPr>
    <w:rPr>
      <w:rFonts w:ascii="Times New Roman" w:eastAsia="楷体_GB2312" w:hAnsi="Times New Roman"/>
      <w:snapToGrid w:val="0"/>
      <w:sz w:val="30"/>
      <w:szCs w:val="22"/>
      <w:lang w:eastAsia="en-US" w:bidi="en-US"/>
    </w:rPr>
  </w:style>
  <w:style w:type="paragraph" w:styleId="a5">
    <w:name w:val="Title"/>
    <w:next w:val="a"/>
    <w:link w:val="Char1"/>
    <w:uiPriority w:val="10"/>
    <w:rsid w:val="00D429F1"/>
    <w:pPr>
      <w:widowControl w:val="0"/>
      <w:overflowPunct w:val="0"/>
      <w:spacing w:line="700" w:lineRule="exact"/>
      <w:jc w:val="center"/>
      <w:outlineLvl w:val="0"/>
    </w:pPr>
    <w:rPr>
      <w:rFonts w:ascii="Times New Roman" w:eastAsia="方正小标宋简体" w:hAnsi="Times New Roman"/>
      <w:bCs/>
      <w:sz w:val="44"/>
      <w:szCs w:val="32"/>
      <w:lang w:eastAsia="en-US" w:bidi="en-US"/>
    </w:rPr>
  </w:style>
  <w:style w:type="character" w:styleId="a6">
    <w:name w:val="Strong"/>
    <w:basedOn w:val="a0"/>
    <w:uiPriority w:val="22"/>
    <w:rsid w:val="00D429F1"/>
    <w:rPr>
      <w:b/>
      <w:bCs/>
    </w:rPr>
  </w:style>
  <w:style w:type="character" w:styleId="a7">
    <w:name w:val="Emphasis"/>
    <w:basedOn w:val="a0"/>
    <w:uiPriority w:val="20"/>
    <w:rsid w:val="00D429F1"/>
    <w:rPr>
      <w:rFonts w:ascii="Calibri" w:hAnsi="Calibri"/>
      <w:b/>
      <w:i/>
      <w:iCs/>
    </w:rPr>
  </w:style>
  <w:style w:type="table" w:styleId="a8">
    <w:name w:val="Table Grid"/>
    <w:basedOn w:val="a1"/>
    <w:uiPriority w:val="59"/>
    <w:qFormat/>
    <w:rsid w:val="00D429F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最后编号上"/>
    <w:link w:val="Char2"/>
    <w:autoRedefine/>
    <w:qFormat/>
    <w:rsid w:val="00EE2019"/>
    <w:pPr>
      <w:widowControl w:val="0"/>
      <w:overflowPunct w:val="0"/>
      <w:spacing w:line="580" w:lineRule="exact"/>
      <w:ind w:leftChars="100" w:left="320" w:rightChars="100" w:right="320"/>
      <w:jc w:val="both"/>
    </w:pPr>
    <w:rPr>
      <w:rFonts w:ascii="Times New Roman" w:eastAsia="仿宋_GB2312" w:hAnsi="Times New Roman"/>
      <w:sz w:val="32"/>
      <w:szCs w:val="24"/>
      <w:lang w:bidi="en-US"/>
    </w:rPr>
  </w:style>
  <w:style w:type="paragraph" w:customStyle="1" w:styleId="aa">
    <w:basedOn w:val="1"/>
    <w:next w:val="a"/>
    <w:uiPriority w:val="39"/>
    <w:unhideWhenUsed/>
    <w:rsid w:val="00D429F1"/>
    <w:pPr>
      <w:outlineLvl w:val="9"/>
    </w:pPr>
  </w:style>
  <w:style w:type="paragraph" w:customStyle="1" w:styleId="ab">
    <w:name w:val="最后编号"/>
    <w:basedOn w:val="a"/>
    <w:link w:val="Char3"/>
    <w:autoRedefine/>
    <w:qFormat/>
    <w:rsid w:val="00EE2019"/>
    <w:pPr>
      <w:spacing w:line="600" w:lineRule="exact"/>
      <w:ind w:firstLineChars="0" w:firstLine="0"/>
      <w:jc w:val="center"/>
    </w:pPr>
    <w:rPr>
      <w:lang w:eastAsia="zh-CN"/>
    </w:rPr>
  </w:style>
  <w:style w:type="paragraph" w:customStyle="1" w:styleId="-">
    <w:name w:val="正文-落款"/>
    <w:basedOn w:val="a"/>
    <w:link w:val="-Char"/>
    <w:autoRedefine/>
    <w:qFormat/>
    <w:rsid w:val="00EE2019"/>
    <w:pPr>
      <w:ind w:rightChars="200" w:right="200" w:firstLineChars="0" w:firstLine="0"/>
      <w:jc w:val="right"/>
    </w:pPr>
    <w:rPr>
      <w:lang w:eastAsia="zh-CN"/>
    </w:rPr>
  </w:style>
  <w:style w:type="paragraph" w:customStyle="1" w:styleId="ac">
    <w:name w:val="附件"/>
    <w:basedOn w:val="1"/>
    <w:link w:val="Char4"/>
    <w:autoRedefine/>
    <w:qFormat/>
    <w:rsid w:val="00EE2019"/>
    <w:pPr>
      <w:ind w:firstLineChars="0" w:firstLine="0"/>
    </w:pPr>
    <w:rPr>
      <w:lang w:eastAsia="zh-CN"/>
    </w:rPr>
  </w:style>
  <w:style w:type="paragraph" w:customStyle="1" w:styleId="-0">
    <w:name w:val="正文-头"/>
    <w:basedOn w:val="a"/>
    <w:link w:val="-Char0"/>
    <w:rsid w:val="00D429F1"/>
    <w:pPr>
      <w:ind w:firstLineChars="0" w:firstLine="0"/>
    </w:pPr>
  </w:style>
  <w:style w:type="paragraph" w:customStyle="1" w:styleId="ad">
    <w:name w:val="最表格对齐"/>
    <w:link w:val="Char5"/>
    <w:autoRedefine/>
    <w:qFormat/>
    <w:rsid w:val="00AD7FC2"/>
    <w:pPr>
      <w:widowControl w:val="0"/>
      <w:spacing w:line="280" w:lineRule="exact"/>
      <w:jc w:val="center"/>
    </w:pPr>
    <w:rPr>
      <w:rFonts w:ascii="Times New Roman" w:eastAsia="仿宋_GB2312" w:hAnsi="Times New Roman" w:cs="Calibri"/>
      <w:sz w:val="24"/>
      <w:szCs w:val="30"/>
      <w:lang w:bidi="en-US"/>
    </w:rPr>
  </w:style>
  <w:style w:type="paragraph" w:customStyle="1" w:styleId="10">
    <w:name w:val="页码1"/>
    <w:basedOn w:val="9"/>
    <w:link w:val="1Char0"/>
    <w:rsid w:val="00D429F1"/>
    <w:pPr>
      <w:spacing w:before="0" w:after="0" w:line="14" w:lineRule="exact"/>
      <w:contextualSpacing/>
    </w:pPr>
    <w:rPr>
      <w:rFonts w:ascii="Times New Roman" w:hAnsi="Times New Roman"/>
      <w:snapToGrid w:val="0"/>
      <w:sz w:val="28"/>
    </w:rPr>
  </w:style>
  <w:style w:type="paragraph" w:customStyle="1" w:styleId="20">
    <w:name w:val="标2"/>
    <w:basedOn w:val="a4"/>
    <w:link w:val="2Char0"/>
    <w:qFormat/>
    <w:rsid w:val="00EE2019"/>
    <w:rPr>
      <w:lang w:eastAsia="zh-CN"/>
    </w:rPr>
  </w:style>
  <w:style w:type="paragraph" w:customStyle="1" w:styleId="-1">
    <w:name w:val="正文-开头"/>
    <w:basedOn w:val="a"/>
    <w:link w:val="-Char1"/>
    <w:autoRedefine/>
    <w:qFormat/>
    <w:rsid w:val="00EE2019"/>
    <w:pPr>
      <w:ind w:firstLineChars="0" w:firstLine="0"/>
    </w:pPr>
  </w:style>
  <w:style w:type="paragraph" w:customStyle="1" w:styleId="ae">
    <w:name w:val="最中黑"/>
    <w:basedOn w:val="30"/>
    <w:link w:val="Char6"/>
    <w:qFormat/>
    <w:rsid w:val="00EE2019"/>
    <w:pPr>
      <w:ind w:firstLineChars="0" w:firstLine="0"/>
      <w:jc w:val="center"/>
    </w:pPr>
  </w:style>
  <w:style w:type="paragraph" w:customStyle="1" w:styleId="30">
    <w:name w:val="标3"/>
    <w:basedOn w:val="1"/>
    <w:link w:val="3Char0"/>
    <w:qFormat/>
    <w:rsid w:val="00EE2019"/>
    <w:pPr>
      <w:ind w:firstLine="200"/>
    </w:pPr>
    <w:rPr>
      <w:lang w:eastAsia="zh-CN"/>
    </w:rPr>
  </w:style>
  <w:style w:type="paragraph" w:customStyle="1" w:styleId="af">
    <w:name w:val="表格 对齐"/>
    <w:basedOn w:val="af0"/>
    <w:link w:val="Char7"/>
    <w:rsid w:val="00D429F1"/>
    <w:pPr>
      <w:jc w:val="both"/>
    </w:pPr>
  </w:style>
  <w:style w:type="paragraph" w:customStyle="1" w:styleId="af0">
    <w:name w:val="表格"/>
    <w:link w:val="Char8"/>
    <w:rsid w:val="00D429F1"/>
    <w:pPr>
      <w:widowControl w:val="0"/>
      <w:overflowPunct w:val="0"/>
      <w:adjustRightInd w:val="0"/>
      <w:spacing w:line="280" w:lineRule="exact"/>
      <w:jc w:val="center"/>
      <w:textAlignment w:val="center"/>
    </w:pPr>
    <w:rPr>
      <w:rFonts w:ascii="Times New Roman" w:eastAsia="仿宋_GB2312" w:hAnsi="Times New Roman"/>
      <w:sz w:val="24"/>
      <w:szCs w:val="24"/>
      <w:lang w:eastAsia="en-US" w:bidi="en-US"/>
    </w:rPr>
  </w:style>
  <w:style w:type="paragraph" w:customStyle="1" w:styleId="TOC1">
    <w:name w:val="TOC 标题1"/>
    <w:basedOn w:val="1"/>
    <w:next w:val="a"/>
    <w:uiPriority w:val="39"/>
    <w:unhideWhenUsed/>
    <w:rsid w:val="00D429F1"/>
    <w:pPr>
      <w:outlineLvl w:val="9"/>
    </w:pPr>
  </w:style>
  <w:style w:type="paragraph" w:customStyle="1" w:styleId="-2">
    <w:name w:val="正文-日期"/>
    <w:basedOn w:val="a"/>
    <w:link w:val="-Char2"/>
    <w:autoRedefine/>
    <w:qFormat/>
    <w:rsid w:val="00EE2019"/>
    <w:pPr>
      <w:ind w:rightChars="400" w:right="1280" w:firstLineChars="0" w:firstLine="0"/>
      <w:jc w:val="right"/>
    </w:pPr>
    <w:rPr>
      <w:lang w:eastAsia="zh-CN"/>
    </w:rPr>
  </w:style>
  <w:style w:type="paragraph" w:customStyle="1" w:styleId="af1">
    <w:name w:val="最填报"/>
    <w:basedOn w:val="a"/>
    <w:link w:val="Char9"/>
    <w:autoRedefine/>
    <w:qFormat/>
    <w:rsid w:val="00EE2019"/>
    <w:pPr>
      <w:spacing w:line="400" w:lineRule="exact"/>
      <w:ind w:firstLineChars="0" w:firstLine="0"/>
      <w:jc w:val="left"/>
    </w:pPr>
    <w:rPr>
      <w:rFonts w:eastAsia="楷体_GB2312"/>
      <w:sz w:val="28"/>
      <w:szCs w:val="28"/>
    </w:rPr>
  </w:style>
  <w:style w:type="paragraph" w:customStyle="1" w:styleId="40">
    <w:name w:val="标4"/>
    <w:basedOn w:val="2"/>
    <w:link w:val="4Char0"/>
    <w:qFormat/>
    <w:rsid w:val="00EE2019"/>
    <w:rPr>
      <w:lang w:eastAsia="zh-CN"/>
    </w:rPr>
  </w:style>
  <w:style w:type="paragraph" w:customStyle="1" w:styleId="11">
    <w:name w:val="标1"/>
    <w:basedOn w:val="a5"/>
    <w:link w:val="1Char1"/>
    <w:qFormat/>
    <w:rsid w:val="00EE2019"/>
    <w:rPr>
      <w:lang w:eastAsia="zh-CN"/>
    </w:rPr>
  </w:style>
  <w:style w:type="paragraph" w:customStyle="1" w:styleId="af2">
    <w:name w:val="最表格黑"/>
    <w:basedOn w:val="af3"/>
    <w:link w:val="Chara"/>
    <w:autoRedefine/>
    <w:qFormat/>
    <w:rsid w:val="00EE2019"/>
    <w:rPr>
      <w:rFonts w:eastAsia="黑体"/>
    </w:rPr>
  </w:style>
  <w:style w:type="paragraph" w:customStyle="1" w:styleId="af3">
    <w:name w:val="最表格"/>
    <w:link w:val="Charb"/>
    <w:autoRedefine/>
    <w:qFormat/>
    <w:rsid w:val="00EE2019"/>
    <w:pPr>
      <w:widowControl w:val="0"/>
      <w:overflowPunct w:val="0"/>
      <w:adjustRightInd w:val="0"/>
      <w:spacing w:line="280" w:lineRule="exact"/>
      <w:mirrorIndents/>
      <w:jc w:val="center"/>
    </w:pPr>
    <w:rPr>
      <w:rFonts w:ascii="Times New Roman" w:eastAsia="仿宋_GB2312" w:hAnsi="Times New Roman"/>
      <w:sz w:val="24"/>
      <w:szCs w:val="24"/>
      <w:lang w:bidi="en-US"/>
    </w:rPr>
  </w:style>
  <w:style w:type="paragraph" w:customStyle="1" w:styleId="af4">
    <w:name w:val="表格 黑"/>
    <w:basedOn w:val="af0"/>
    <w:link w:val="Charc"/>
    <w:rsid w:val="00D429F1"/>
    <w:rPr>
      <w:rFonts w:eastAsia="黑体"/>
    </w:rPr>
  </w:style>
  <w:style w:type="character" w:customStyle="1" w:styleId="Char4">
    <w:name w:val="附件 Char"/>
    <w:basedOn w:val="a0"/>
    <w:link w:val="ac"/>
    <w:rsid w:val="00EE2019"/>
    <w:rPr>
      <w:rFonts w:ascii="Times New Roman" w:eastAsia="黑体" w:hAnsi="Times New Roman"/>
      <w:bCs/>
      <w:sz w:val="32"/>
      <w:szCs w:val="32"/>
      <w:lang w:eastAsia="zh-CN"/>
    </w:rPr>
  </w:style>
  <w:style w:type="character" w:customStyle="1" w:styleId="4Char">
    <w:name w:val="标题 4 Char"/>
    <w:basedOn w:val="a0"/>
    <w:link w:val="4"/>
    <w:uiPriority w:val="9"/>
    <w:qFormat/>
    <w:rsid w:val="00D429F1"/>
    <w:rPr>
      <w:b/>
      <w:bCs/>
      <w:sz w:val="28"/>
      <w:szCs w:val="28"/>
    </w:rPr>
  </w:style>
  <w:style w:type="character" w:customStyle="1" w:styleId="2Char0">
    <w:name w:val="标2 Char"/>
    <w:basedOn w:val="Char0"/>
    <w:link w:val="20"/>
    <w:rsid w:val="00EE2019"/>
    <w:rPr>
      <w:rFonts w:ascii="Times New Roman" w:eastAsia="楷体_GB2312" w:hAnsi="Times New Roman" w:cs="Times New Roman"/>
      <w:snapToGrid w:val="0"/>
      <w:sz w:val="30"/>
      <w:szCs w:val="22"/>
      <w:lang w:val="en-US" w:eastAsia="zh-CN" w:bidi="en-US"/>
    </w:rPr>
  </w:style>
  <w:style w:type="character" w:customStyle="1" w:styleId="Char0">
    <w:name w:val="副标题 Char"/>
    <w:basedOn w:val="a0"/>
    <w:link w:val="a4"/>
    <w:uiPriority w:val="11"/>
    <w:rsid w:val="00D429F1"/>
    <w:rPr>
      <w:rFonts w:ascii="Times New Roman" w:eastAsia="楷体_GB2312" w:hAnsi="Times New Roman"/>
      <w:snapToGrid w:val="0"/>
      <w:sz w:val="30"/>
      <w:szCs w:val="22"/>
      <w:lang w:val="en-US" w:eastAsia="en-US" w:bidi="en-US"/>
    </w:rPr>
  </w:style>
  <w:style w:type="character" w:customStyle="1" w:styleId="Char8">
    <w:name w:val="表格 Char"/>
    <w:basedOn w:val="a0"/>
    <w:link w:val="af0"/>
    <w:rsid w:val="00D429F1"/>
    <w:rPr>
      <w:rFonts w:ascii="Times New Roman" w:eastAsia="仿宋_GB2312" w:hAnsi="Times New Roman"/>
      <w:sz w:val="24"/>
      <w:szCs w:val="24"/>
      <w:lang w:val="en-US" w:eastAsia="en-US" w:bidi="en-US"/>
    </w:rPr>
  </w:style>
  <w:style w:type="character" w:customStyle="1" w:styleId="Charb">
    <w:name w:val="最表格 Char"/>
    <w:basedOn w:val="a0"/>
    <w:link w:val="af3"/>
    <w:rsid w:val="00EE2019"/>
    <w:rPr>
      <w:rFonts w:ascii="Times New Roman" w:eastAsia="仿宋_GB2312" w:hAnsi="Times New Roman"/>
      <w:sz w:val="24"/>
      <w:szCs w:val="24"/>
      <w:lang w:val="en-US" w:eastAsia="zh-CN" w:bidi="en-US"/>
    </w:rPr>
  </w:style>
  <w:style w:type="character" w:customStyle="1" w:styleId="3Char">
    <w:name w:val="标题 3 Char"/>
    <w:basedOn w:val="a0"/>
    <w:link w:val="3"/>
    <w:uiPriority w:val="9"/>
    <w:semiHidden/>
    <w:qFormat/>
    <w:rsid w:val="00D429F1"/>
    <w:rPr>
      <w:rFonts w:ascii="Cambria" w:eastAsia="宋体" w:hAnsi="Cambria"/>
      <w:b/>
      <w:bCs/>
      <w:sz w:val="26"/>
      <w:szCs w:val="26"/>
    </w:rPr>
  </w:style>
  <w:style w:type="character" w:customStyle="1" w:styleId="Char1">
    <w:name w:val="标题 Char"/>
    <w:basedOn w:val="a0"/>
    <w:link w:val="a5"/>
    <w:uiPriority w:val="10"/>
    <w:rsid w:val="00D429F1"/>
    <w:rPr>
      <w:rFonts w:ascii="Times New Roman" w:eastAsia="方正小标宋简体" w:hAnsi="Times New Roman"/>
      <w:bCs/>
      <w:sz w:val="44"/>
      <w:szCs w:val="32"/>
      <w:lang w:val="en-US" w:eastAsia="en-US" w:bidi="en-US"/>
    </w:rPr>
  </w:style>
  <w:style w:type="character" w:customStyle="1" w:styleId="9Char">
    <w:name w:val="标题 9 Char"/>
    <w:basedOn w:val="a0"/>
    <w:link w:val="9"/>
    <w:uiPriority w:val="9"/>
    <w:rsid w:val="00D429F1"/>
    <w:rPr>
      <w:rFonts w:ascii="Cambria" w:eastAsia="宋体" w:hAnsi="Cambria" w:cs="Times New Roman"/>
    </w:rPr>
  </w:style>
  <w:style w:type="character" w:customStyle="1" w:styleId="5Char">
    <w:name w:val="标题 5 Char"/>
    <w:basedOn w:val="a0"/>
    <w:link w:val="5"/>
    <w:uiPriority w:val="9"/>
    <w:qFormat/>
    <w:rsid w:val="00D429F1"/>
    <w:rPr>
      <w:b/>
      <w:bCs/>
      <w:i/>
      <w:iCs/>
      <w:sz w:val="26"/>
      <w:szCs w:val="26"/>
    </w:rPr>
  </w:style>
  <w:style w:type="character" w:customStyle="1" w:styleId="2Char">
    <w:name w:val="标题 2 Char"/>
    <w:basedOn w:val="a0"/>
    <w:link w:val="2"/>
    <w:uiPriority w:val="9"/>
    <w:rsid w:val="00D429F1"/>
    <w:rPr>
      <w:rFonts w:ascii="Times New Roman" w:eastAsia="楷体_GB2312" w:hAnsi="Times New Roman" w:cs="Times New Roman"/>
      <w:bCs/>
      <w:iCs/>
      <w:sz w:val="32"/>
      <w:szCs w:val="28"/>
    </w:rPr>
  </w:style>
  <w:style w:type="character" w:customStyle="1" w:styleId="Char">
    <w:name w:val="页脚 Char"/>
    <w:basedOn w:val="a0"/>
    <w:link w:val="a3"/>
    <w:uiPriority w:val="99"/>
    <w:semiHidden/>
    <w:rsid w:val="00D429F1"/>
    <w:rPr>
      <w:rFonts w:ascii="Times New Roman" w:eastAsia="仿宋_GB2312" w:hAnsi="Times New Roman" w:cs="Times New Roman"/>
      <w:snapToGrid w:val="0"/>
      <w:kern w:val="0"/>
      <w:sz w:val="18"/>
      <w:szCs w:val="18"/>
      <w:lang w:eastAsia="en-US" w:bidi="en-US"/>
    </w:rPr>
  </w:style>
  <w:style w:type="character" w:customStyle="1" w:styleId="-Char2">
    <w:name w:val="正文-日期 Char"/>
    <w:basedOn w:val="a0"/>
    <w:link w:val="-2"/>
    <w:rsid w:val="00EE2019"/>
    <w:rPr>
      <w:rFonts w:ascii="Times New Roman" w:eastAsia="仿宋_GB2312" w:hAnsi="Times New Roman"/>
      <w:sz w:val="32"/>
      <w:szCs w:val="24"/>
      <w:lang w:eastAsia="zh-CN"/>
    </w:rPr>
  </w:style>
  <w:style w:type="character" w:customStyle="1" w:styleId="7Char">
    <w:name w:val="标题 7 Char"/>
    <w:basedOn w:val="a0"/>
    <w:link w:val="7"/>
    <w:uiPriority w:val="9"/>
    <w:qFormat/>
    <w:rsid w:val="00D429F1"/>
    <w:rPr>
      <w:sz w:val="24"/>
      <w:szCs w:val="24"/>
    </w:rPr>
  </w:style>
  <w:style w:type="character" w:customStyle="1" w:styleId="6Char">
    <w:name w:val="标题 6 Char"/>
    <w:basedOn w:val="a0"/>
    <w:link w:val="6"/>
    <w:uiPriority w:val="9"/>
    <w:qFormat/>
    <w:rsid w:val="00D429F1"/>
    <w:rPr>
      <w:b/>
      <w:bCs/>
    </w:rPr>
  </w:style>
  <w:style w:type="character" w:customStyle="1" w:styleId="8Char">
    <w:name w:val="标题 8 Char"/>
    <w:basedOn w:val="a0"/>
    <w:link w:val="8"/>
    <w:uiPriority w:val="9"/>
    <w:qFormat/>
    <w:rsid w:val="00D429F1"/>
    <w:rPr>
      <w:i/>
      <w:iCs/>
      <w:sz w:val="24"/>
      <w:szCs w:val="24"/>
    </w:rPr>
  </w:style>
  <w:style w:type="character" w:customStyle="1" w:styleId="Char5">
    <w:name w:val="最表格对齐 Char"/>
    <w:basedOn w:val="Charb"/>
    <w:link w:val="ad"/>
    <w:rsid w:val="00AD7FC2"/>
    <w:rPr>
      <w:rFonts w:ascii="Times New Roman" w:eastAsia="仿宋_GB2312" w:hAnsi="Times New Roman" w:cs="Calibri"/>
      <w:sz w:val="24"/>
      <w:szCs w:val="30"/>
      <w:lang w:val="en-US" w:eastAsia="zh-CN" w:bidi="en-US"/>
    </w:rPr>
  </w:style>
  <w:style w:type="character" w:customStyle="1" w:styleId="Chara">
    <w:name w:val="最表格黑 Char"/>
    <w:basedOn w:val="Charb"/>
    <w:link w:val="af2"/>
    <w:rsid w:val="00EE2019"/>
    <w:rPr>
      <w:rFonts w:ascii="Times New Roman" w:eastAsia="黑体" w:hAnsi="Times New Roman"/>
      <w:sz w:val="24"/>
      <w:szCs w:val="24"/>
      <w:lang w:val="en-US" w:eastAsia="zh-CN" w:bidi="en-US"/>
    </w:rPr>
  </w:style>
  <w:style w:type="character" w:customStyle="1" w:styleId="1Char0">
    <w:name w:val="页码1 Char"/>
    <w:basedOn w:val="a0"/>
    <w:link w:val="10"/>
    <w:rsid w:val="00D429F1"/>
    <w:rPr>
      <w:rFonts w:ascii="Times New Roman" w:eastAsia="宋体" w:hAnsi="Times New Roman" w:cs="Times New Roman"/>
      <w:snapToGrid w:val="0"/>
      <w:sz w:val="28"/>
      <w:szCs w:val="22"/>
      <w:lang w:eastAsia="en-US" w:bidi="en-US"/>
    </w:rPr>
  </w:style>
  <w:style w:type="character" w:customStyle="1" w:styleId="Char7">
    <w:name w:val="表格 对齐 Char"/>
    <w:basedOn w:val="Char8"/>
    <w:link w:val="af"/>
    <w:qFormat/>
    <w:rsid w:val="00D429F1"/>
    <w:rPr>
      <w:rFonts w:ascii="Times New Roman" w:eastAsia="仿宋_GB2312" w:hAnsi="Times New Roman"/>
      <w:sz w:val="24"/>
      <w:szCs w:val="24"/>
      <w:lang w:val="en-US" w:eastAsia="en-US" w:bidi="en-US"/>
    </w:rPr>
  </w:style>
  <w:style w:type="character" w:customStyle="1" w:styleId="Charc">
    <w:name w:val="表格 黑 Char"/>
    <w:basedOn w:val="Char8"/>
    <w:link w:val="af4"/>
    <w:rsid w:val="00D429F1"/>
    <w:rPr>
      <w:rFonts w:ascii="Times New Roman" w:eastAsia="黑体" w:hAnsi="Times New Roman"/>
      <w:sz w:val="24"/>
      <w:szCs w:val="24"/>
      <w:lang w:val="en-US" w:eastAsia="en-US" w:bidi="en-US"/>
    </w:rPr>
  </w:style>
  <w:style w:type="character" w:customStyle="1" w:styleId="-Char">
    <w:name w:val="正文-落款 Char"/>
    <w:basedOn w:val="a0"/>
    <w:link w:val="-"/>
    <w:rsid w:val="00EE2019"/>
    <w:rPr>
      <w:rFonts w:ascii="Times New Roman" w:eastAsia="仿宋_GB2312" w:hAnsi="Times New Roman"/>
      <w:sz w:val="32"/>
      <w:szCs w:val="24"/>
      <w:lang w:eastAsia="zh-CN"/>
    </w:rPr>
  </w:style>
  <w:style w:type="character" w:customStyle="1" w:styleId="1Char1">
    <w:name w:val="标1 Char"/>
    <w:basedOn w:val="a0"/>
    <w:link w:val="11"/>
    <w:rsid w:val="00EE2019"/>
    <w:rPr>
      <w:rFonts w:ascii="Times New Roman" w:eastAsia="方正小标宋简体" w:hAnsi="Times New Roman" w:cs="Times New Roman"/>
      <w:bCs/>
      <w:sz w:val="44"/>
      <w:szCs w:val="32"/>
      <w:lang w:eastAsia="zh-CN"/>
    </w:rPr>
  </w:style>
  <w:style w:type="character" w:customStyle="1" w:styleId="-Char1">
    <w:name w:val="正文-开头 Char"/>
    <w:basedOn w:val="a0"/>
    <w:link w:val="-1"/>
    <w:rsid w:val="00EE2019"/>
    <w:rPr>
      <w:rFonts w:ascii="Times New Roman" w:eastAsia="仿宋_GB2312" w:hAnsi="Times New Roman"/>
      <w:sz w:val="32"/>
      <w:szCs w:val="24"/>
    </w:rPr>
  </w:style>
  <w:style w:type="character" w:customStyle="1" w:styleId="Char9">
    <w:name w:val="最填报 Char"/>
    <w:basedOn w:val="a0"/>
    <w:link w:val="af1"/>
    <w:rsid w:val="00EE2019"/>
    <w:rPr>
      <w:rFonts w:ascii="Times New Roman" w:eastAsia="楷体_GB2312" w:hAnsi="Times New Roman"/>
      <w:sz w:val="28"/>
      <w:szCs w:val="28"/>
    </w:rPr>
  </w:style>
  <w:style w:type="character" w:customStyle="1" w:styleId="1Char">
    <w:name w:val="标题 1 Char"/>
    <w:basedOn w:val="a0"/>
    <w:link w:val="1"/>
    <w:uiPriority w:val="9"/>
    <w:rsid w:val="00D429F1"/>
    <w:rPr>
      <w:rFonts w:ascii="Times New Roman" w:eastAsia="黑体" w:hAnsi="Times New Roman"/>
      <w:bCs/>
      <w:sz w:val="32"/>
      <w:szCs w:val="32"/>
    </w:rPr>
  </w:style>
  <w:style w:type="character" w:customStyle="1" w:styleId="3Char0">
    <w:name w:val="标3 Char"/>
    <w:basedOn w:val="a0"/>
    <w:link w:val="30"/>
    <w:rsid w:val="00EE2019"/>
    <w:rPr>
      <w:rFonts w:ascii="Times New Roman" w:eastAsia="黑体" w:hAnsi="Times New Roman"/>
      <w:bCs/>
      <w:sz w:val="32"/>
      <w:szCs w:val="32"/>
      <w:lang w:eastAsia="zh-CN"/>
    </w:rPr>
  </w:style>
  <w:style w:type="character" w:customStyle="1" w:styleId="4Char0">
    <w:name w:val="标4 Char"/>
    <w:basedOn w:val="a0"/>
    <w:link w:val="40"/>
    <w:rsid w:val="00EE2019"/>
    <w:rPr>
      <w:rFonts w:ascii="Times New Roman" w:eastAsia="楷体_GB2312" w:hAnsi="Times New Roman" w:cs="Times New Roman"/>
      <w:bCs/>
      <w:iCs/>
      <w:sz w:val="32"/>
      <w:szCs w:val="28"/>
      <w:lang w:eastAsia="zh-CN"/>
    </w:rPr>
  </w:style>
  <w:style w:type="character" w:customStyle="1" w:styleId="-Char0">
    <w:name w:val="正文-头 Char"/>
    <w:basedOn w:val="a0"/>
    <w:link w:val="-0"/>
    <w:rsid w:val="00D429F1"/>
    <w:rPr>
      <w:rFonts w:ascii="Times New Roman" w:eastAsia="仿宋_GB2312" w:hAnsi="Times New Roman"/>
      <w:sz w:val="32"/>
      <w:szCs w:val="24"/>
    </w:rPr>
  </w:style>
  <w:style w:type="character" w:customStyle="1" w:styleId="Char3">
    <w:name w:val="最后编号 Char"/>
    <w:basedOn w:val="a0"/>
    <w:link w:val="ab"/>
    <w:rsid w:val="00EE2019"/>
    <w:rPr>
      <w:rFonts w:ascii="Times New Roman" w:eastAsia="仿宋_GB2312" w:hAnsi="Times New Roman"/>
      <w:sz w:val="32"/>
      <w:szCs w:val="24"/>
      <w:lang w:eastAsia="zh-CN"/>
    </w:rPr>
  </w:style>
  <w:style w:type="character" w:customStyle="1" w:styleId="Char6">
    <w:name w:val="最中黑 Char"/>
    <w:basedOn w:val="3Char0"/>
    <w:link w:val="ae"/>
    <w:rsid w:val="00EE2019"/>
    <w:rPr>
      <w:rFonts w:ascii="Times New Roman" w:eastAsia="黑体" w:hAnsi="Times New Roman"/>
      <w:bCs/>
      <w:sz w:val="32"/>
      <w:szCs w:val="32"/>
      <w:lang w:eastAsia="zh-CN"/>
    </w:rPr>
  </w:style>
  <w:style w:type="character" w:customStyle="1" w:styleId="Char2">
    <w:name w:val="最后编号上 Char"/>
    <w:basedOn w:val="Char3"/>
    <w:link w:val="a9"/>
    <w:rsid w:val="00EE2019"/>
    <w:rPr>
      <w:rFonts w:ascii="Times New Roman" w:eastAsia="仿宋_GB2312" w:hAnsi="Times New Roman"/>
      <w:sz w:val="32"/>
      <w:szCs w:val="24"/>
      <w:lang w:val="en-US" w:eastAsia="zh-CN" w:bidi="en-US"/>
    </w:rPr>
  </w:style>
  <w:style w:type="paragraph" w:styleId="af5">
    <w:name w:val="header"/>
    <w:basedOn w:val="a"/>
    <w:link w:val="Chard"/>
    <w:uiPriority w:val="99"/>
    <w:semiHidden/>
    <w:unhideWhenUsed/>
    <w:rsid w:val="00EE2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d">
    <w:name w:val="页眉 Char"/>
    <w:basedOn w:val="a0"/>
    <w:link w:val="af5"/>
    <w:uiPriority w:val="99"/>
    <w:semiHidden/>
    <w:rsid w:val="00EE2019"/>
    <w:rPr>
      <w:rFonts w:eastAsia="仿宋_GB2312"/>
      <w:sz w:val="18"/>
      <w:szCs w:val="18"/>
      <w:lang w:eastAsia="en-US" w:bidi="en-US"/>
    </w:rPr>
  </w:style>
  <w:style w:type="paragraph" w:styleId="TOC">
    <w:name w:val="TOC Heading"/>
    <w:basedOn w:val="1"/>
    <w:next w:val="a"/>
    <w:uiPriority w:val="39"/>
    <w:semiHidden/>
    <w:unhideWhenUsed/>
    <w:qFormat/>
    <w:rsid w:val="00EE201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&#30473;&#23665;&#24066;&#25991;&#21270;&#24191;&#30005;&#26032;&#38395;&#20986;&#29256;&#23616;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眉山市文化广电新闻出版局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4</cp:revision>
  <cp:lastPrinted>2019-06-17T08:26:00Z</cp:lastPrinted>
  <dcterms:created xsi:type="dcterms:W3CDTF">2019-06-17T08:25:00Z</dcterms:created>
  <dcterms:modified xsi:type="dcterms:W3CDTF">2019-06-18T02:33:00Z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