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08F" w:rsidRPr="0053762A" w:rsidRDefault="00F7508F" w:rsidP="00C94FE8">
      <w:pPr>
        <w:widowControl/>
        <w:spacing w:line="432" w:lineRule="auto"/>
        <w:jc w:val="center"/>
        <w:rPr>
          <w:rFonts w:ascii="方正小标宋简体" w:eastAsia="方正小标宋简体" w:cs="宋体"/>
          <w:b/>
          <w:kern w:val="0"/>
          <w:sz w:val="32"/>
          <w:szCs w:val="32"/>
        </w:rPr>
      </w:pPr>
      <w:bookmarkStart w:id="0" w:name="_GoBack"/>
      <w:bookmarkEnd w:id="0"/>
      <w:r w:rsidRPr="0053762A">
        <w:rPr>
          <w:rFonts w:ascii="方正小标宋简体" w:eastAsia="方正小标宋简体" w:cs="宋体" w:hint="eastAsia"/>
          <w:b/>
          <w:kern w:val="0"/>
          <w:sz w:val="32"/>
          <w:szCs w:val="32"/>
        </w:rPr>
        <w:t>长沙市</w:t>
      </w:r>
      <w:r>
        <w:rPr>
          <w:rFonts w:ascii="方正小标宋简体" w:eastAsia="方正小标宋简体" w:cs="宋体" w:hint="eastAsia"/>
          <w:b/>
          <w:kern w:val="0"/>
          <w:sz w:val="32"/>
          <w:szCs w:val="32"/>
        </w:rPr>
        <w:t>土地整理中心</w:t>
      </w:r>
    </w:p>
    <w:p w:rsidR="00F7508F" w:rsidRPr="0053762A" w:rsidRDefault="00F7508F" w:rsidP="00C94FE8">
      <w:pPr>
        <w:widowControl/>
        <w:spacing w:line="432" w:lineRule="auto"/>
        <w:jc w:val="center"/>
        <w:rPr>
          <w:rFonts w:ascii="方正小标宋简体" w:eastAsia="方正小标宋简体" w:cs="宋体"/>
          <w:b/>
          <w:kern w:val="0"/>
          <w:sz w:val="32"/>
          <w:szCs w:val="32"/>
        </w:rPr>
      </w:pPr>
      <w:r w:rsidRPr="0053762A">
        <w:rPr>
          <w:rFonts w:ascii="方正小标宋简体" w:eastAsia="方正小标宋简体" w:cs="宋体" w:hint="eastAsia"/>
          <w:b/>
          <w:kern w:val="0"/>
          <w:sz w:val="32"/>
          <w:szCs w:val="32"/>
        </w:rPr>
        <w:t>公开招聘编外合同制工作人员报名表</w:t>
      </w:r>
    </w:p>
    <w:p w:rsidR="00F7508F" w:rsidRPr="0053762A" w:rsidRDefault="00F7508F" w:rsidP="00C94FE8">
      <w:pPr>
        <w:widowControl/>
        <w:spacing w:line="432" w:lineRule="auto"/>
        <w:jc w:val="center"/>
        <w:rPr>
          <w:rFonts w:ascii="方正小标宋简体" w:eastAsia="方正小标宋简体" w:hAnsi="宋体" w:cs="宋体"/>
          <w:b/>
          <w:kern w:val="0"/>
          <w:sz w:val="32"/>
          <w:szCs w:val="32"/>
        </w:rPr>
      </w:pPr>
    </w:p>
    <w:tbl>
      <w:tblPr>
        <w:tblW w:w="96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33"/>
        <w:gridCol w:w="1123"/>
        <w:gridCol w:w="304"/>
        <w:gridCol w:w="152"/>
        <w:gridCol w:w="967"/>
        <w:gridCol w:w="94"/>
        <w:gridCol w:w="362"/>
        <w:gridCol w:w="1024"/>
        <w:gridCol w:w="30"/>
        <w:gridCol w:w="743"/>
        <w:gridCol w:w="39"/>
        <w:gridCol w:w="551"/>
        <w:gridCol w:w="207"/>
        <w:gridCol w:w="270"/>
        <w:gridCol w:w="541"/>
        <w:gridCol w:w="406"/>
        <w:gridCol w:w="1702"/>
      </w:tblGrid>
      <w:tr w:rsidR="00F7508F" w:rsidTr="000832BC">
        <w:trPr>
          <w:trHeight w:val="630"/>
          <w:jc w:val="center"/>
        </w:trPr>
        <w:tc>
          <w:tcPr>
            <w:tcW w:w="1149" w:type="dxa"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姓名</w:t>
            </w:r>
          </w:p>
        </w:tc>
        <w:tc>
          <w:tcPr>
            <w:tcW w:w="1142" w:type="dxa"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28" w:type="dxa"/>
            <w:gridSpan w:val="2"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性别</w:t>
            </w:r>
          </w:p>
        </w:tc>
        <w:tc>
          <w:tcPr>
            <w:tcW w:w="983" w:type="dxa"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民族</w:t>
            </w:r>
          </w:p>
        </w:tc>
        <w:tc>
          <w:tcPr>
            <w:tcW w:w="1041" w:type="dxa"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78" w:type="dxa"/>
            <w:gridSpan w:val="4"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出生年月</w:t>
            </w:r>
          </w:p>
        </w:tc>
        <w:tc>
          <w:tcPr>
            <w:tcW w:w="1442" w:type="dxa"/>
            <w:gridSpan w:val="4"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29" w:type="dxa"/>
            <w:vMerge w:val="restart"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一</w:t>
            </w: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寸</w:t>
            </w: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免</w:t>
            </w: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冠</w:t>
            </w: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照</w:t>
            </w: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片</w:t>
            </w:r>
          </w:p>
        </w:tc>
      </w:tr>
      <w:tr w:rsidR="00F7508F" w:rsidTr="000832BC">
        <w:trPr>
          <w:trHeight w:val="710"/>
          <w:jc w:val="center"/>
        </w:trPr>
        <w:tc>
          <w:tcPr>
            <w:tcW w:w="1149" w:type="dxa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政治面貌</w:t>
            </w:r>
          </w:p>
        </w:tc>
        <w:tc>
          <w:tcPr>
            <w:tcW w:w="1142" w:type="dxa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11" w:type="dxa"/>
            <w:gridSpan w:val="3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身份证</w:t>
            </w:r>
            <w:r>
              <w:rPr>
                <w:rFonts w:cs="宋体"/>
                <w:kern w:val="0"/>
                <w:sz w:val="24"/>
              </w:rPr>
              <w:t xml:space="preserve">   </w:t>
            </w:r>
            <w:r>
              <w:rPr>
                <w:rFonts w:cs="宋体" w:hint="eastAsia"/>
                <w:kern w:val="0"/>
                <w:sz w:val="24"/>
              </w:rPr>
              <w:t>号码</w:t>
            </w:r>
          </w:p>
        </w:tc>
        <w:tc>
          <w:tcPr>
            <w:tcW w:w="2320" w:type="dxa"/>
            <w:gridSpan w:val="6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F7508F" w:rsidRDefault="00F7508F" w:rsidP="0081647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户籍</w:t>
            </w:r>
          </w:p>
          <w:p w:rsidR="00F7508F" w:rsidRDefault="00F7508F" w:rsidP="0081647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所在地</w:t>
            </w:r>
          </w:p>
        </w:tc>
        <w:tc>
          <w:tcPr>
            <w:tcW w:w="1233" w:type="dxa"/>
            <w:gridSpan w:val="3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29" w:type="dxa"/>
            <w:vMerge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818"/>
          <w:jc w:val="center"/>
        </w:trPr>
        <w:tc>
          <w:tcPr>
            <w:tcW w:w="1149" w:type="dxa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6770" w:type="dxa"/>
            <w:gridSpan w:val="15"/>
            <w:vAlign w:val="center"/>
          </w:tcPr>
          <w:p w:rsidR="00F7508F" w:rsidRDefault="00F7508F" w:rsidP="0081647C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29" w:type="dxa"/>
            <w:vMerge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25609B">
        <w:trPr>
          <w:trHeight w:val="50"/>
          <w:jc w:val="center"/>
        </w:trPr>
        <w:tc>
          <w:tcPr>
            <w:tcW w:w="1149" w:type="dxa"/>
            <w:vAlign w:val="center"/>
          </w:tcPr>
          <w:p w:rsidR="00F7508F" w:rsidRDefault="00F7508F" w:rsidP="0081647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毕业证书</w:t>
            </w:r>
          </w:p>
          <w:p w:rsidR="00F7508F" w:rsidRDefault="00F7508F" w:rsidP="0081647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编号</w:t>
            </w:r>
          </w:p>
        </w:tc>
        <w:tc>
          <w:tcPr>
            <w:tcW w:w="6770" w:type="dxa"/>
            <w:gridSpan w:val="15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29" w:type="dxa"/>
            <w:vMerge/>
            <w:tcBorders>
              <w:top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630"/>
          <w:jc w:val="center"/>
        </w:trPr>
        <w:tc>
          <w:tcPr>
            <w:tcW w:w="1149" w:type="dxa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婚姻</w:t>
            </w:r>
            <w:r>
              <w:rPr>
                <w:rFonts w:cs="宋体"/>
                <w:kern w:val="0"/>
                <w:sz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</w:rPr>
              <w:t>状况</w:t>
            </w:r>
          </w:p>
        </w:tc>
        <w:tc>
          <w:tcPr>
            <w:tcW w:w="1362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联系电话</w:t>
            </w:r>
          </w:p>
        </w:tc>
        <w:tc>
          <w:tcPr>
            <w:tcW w:w="3265" w:type="dxa"/>
            <w:gridSpan w:val="8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58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应聘</w:t>
            </w:r>
            <w:r>
              <w:rPr>
                <w:rFonts w:cs="宋体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岗位</w:t>
            </w:r>
          </w:p>
        </w:tc>
        <w:tc>
          <w:tcPr>
            <w:tcW w:w="1729" w:type="dxa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630"/>
          <w:jc w:val="center"/>
        </w:trPr>
        <w:tc>
          <w:tcPr>
            <w:tcW w:w="1149" w:type="dxa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现居住家庭地址</w:t>
            </w:r>
          </w:p>
        </w:tc>
        <w:tc>
          <w:tcPr>
            <w:tcW w:w="8499" w:type="dxa"/>
            <w:gridSpan w:val="16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81647C">
        <w:trPr>
          <w:trHeight w:val="660"/>
          <w:jc w:val="center"/>
        </w:trPr>
        <w:tc>
          <w:tcPr>
            <w:tcW w:w="9648" w:type="dxa"/>
            <w:gridSpan w:val="1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家庭成员情况</w:t>
            </w: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姓名</w:t>
            </w:r>
          </w:p>
        </w:tc>
        <w:tc>
          <w:tcPr>
            <w:tcW w:w="2838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与本人关系</w:t>
            </w:r>
          </w:p>
        </w:tc>
        <w:tc>
          <w:tcPr>
            <w:tcW w:w="2379" w:type="dxa"/>
            <w:gridSpan w:val="6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政治面貌</w:t>
            </w:r>
          </w:p>
        </w:tc>
        <w:tc>
          <w:tcPr>
            <w:tcW w:w="2140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在何地何单位任职</w:t>
            </w: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838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6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838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6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838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6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838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379" w:type="dxa"/>
            <w:gridSpan w:val="6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81647C">
        <w:trPr>
          <w:trHeight w:val="660"/>
          <w:jc w:val="center"/>
        </w:trPr>
        <w:tc>
          <w:tcPr>
            <w:tcW w:w="9648" w:type="dxa"/>
            <w:gridSpan w:val="1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学习简历</w:t>
            </w: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起止时间</w:t>
            </w:r>
          </w:p>
        </w:tc>
        <w:tc>
          <w:tcPr>
            <w:tcW w:w="7357" w:type="dxa"/>
            <w:gridSpan w:val="15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学校及专业</w:t>
            </w: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357" w:type="dxa"/>
            <w:gridSpan w:val="15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357" w:type="dxa"/>
            <w:gridSpan w:val="15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357" w:type="dxa"/>
            <w:gridSpan w:val="15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357" w:type="dxa"/>
            <w:gridSpan w:val="15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66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357" w:type="dxa"/>
            <w:gridSpan w:val="15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81647C">
        <w:trPr>
          <w:trHeight w:val="750"/>
          <w:jc w:val="center"/>
        </w:trPr>
        <w:tc>
          <w:tcPr>
            <w:tcW w:w="9648" w:type="dxa"/>
            <w:gridSpan w:val="1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工作经历</w:t>
            </w:r>
          </w:p>
        </w:tc>
      </w:tr>
      <w:tr w:rsidR="00F7508F" w:rsidTr="000832BC">
        <w:trPr>
          <w:trHeight w:val="75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起止时间</w:t>
            </w:r>
          </w:p>
        </w:tc>
        <w:tc>
          <w:tcPr>
            <w:tcW w:w="3592" w:type="dxa"/>
            <w:gridSpan w:val="8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何单位何部门</w:t>
            </w:r>
          </w:p>
        </w:tc>
        <w:tc>
          <w:tcPr>
            <w:tcW w:w="3765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从事何工作任何职</w:t>
            </w:r>
          </w:p>
        </w:tc>
      </w:tr>
      <w:tr w:rsidR="00F7508F" w:rsidTr="000832BC">
        <w:trPr>
          <w:trHeight w:val="75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592" w:type="dxa"/>
            <w:gridSpan w:val="8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65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75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592" w:type="dxa"/>
            <w:gridSpan w:val="8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65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75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592" w:type="dxa"/>
            <w:gridSpan w:val="8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65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75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592" w:type="dxa"/>
            <w:gridSpan w:val="8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65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75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592" w:type="dxa"/>
            <w:gridSpan w:val="8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65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0832BC">
        <w:trPr>
          <w:trHeight w:val="750"/>
          <w:jc w:val="center"/>
        </w:trPr>
        <w:tc>
          <w:tcPr>
            <w:tcW w:w="2291" w:type="dxa"/>
            <w:gridSpan w:val="2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592" w:type="dxa"/>
            <w:gridSpan w:val="8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65" w:type="dxa"/>
            <w:gridSpan w:val="7"/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7508F" w:rsidTr="0081647C">
        <w:trPr>
          <w:trHeight w:val="1687"/>
          <w:jc w:val="center"/>
        </w:trPr>
        <w:tc>
          <w:tcPr>
            <w:tcW w:w="9648" w:type="dxa"/>
            <w:gridSpan w:val="17"/>
            <w:vAlign w:val="center"/>
          </w:tcPr>
          <w:p w:rsidR="00F7508F" w:rsidRDefault="00F7508F" w:rsidP="0081647C">
            <w:pPr>
              <w:widowControl/>
              <w:ind w:firstLine="435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本人保证以上所填资料全部属实，否则后果自负。</w:t>
            </w:r>
          </w:p>
          <w:p w:rsidR="00F7508F" w:rsidRDefault="00F7508F" w:rsidP="0081647C">
            <w:pPr>
              <w:widowControl/>
              <w:ind w:firstLine="435"/>
              <w:jc w:val="left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ind w:firstLine="435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报考人签名：</w:t>
            </w:r>
          </w:p>
          <w:p w:rsidR="00F7508F" w:rsidRDefault="00F7508F" w:rsidP="00F7508F">
            <w:pPr>
              <w:widowControl/>
              <w:spacing w:beforeLines="50" w:afterLines="50"/>
              <w:ind w:right="480" w:firstLineChars="2350" w:firstLine="316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F7508F" w:rsidTr="000845E9">
        <w:trPr>
          <w:trHeight w:val="2122"/>
          <w:jc w:val="center"/>
        </w:trPr>
        <w:tc>
          <w:tcPr>
            <w:tcW w:w="1149" w:type="dxa"/>
            <w:tcBorders>
              <w:top w:val="single" w:sz="4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资格</w:t>
            </w: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审查</w:t>
            </w: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意见</w:t>
            </w:r>
          </w:p>
        </w:tc>
        <w:tc>
          <w:tcPr>
            <w:tcW w:w="8499" w:type="dxa"/>
            <w:gridSpan w:val="16"/>
            <w:tcBorders>
              <w:top w:val="single" w:sz="4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/>
                <w:kern w:val="0"/>
                <w:sz w:val="24"/>
              </w:rPr>
              <w:t xml:space="preserve">                                        </w:t>
            </w:r>
            <w:r>
              <w:rPr>
                <w:rFonts w:cs="宋体" w:hint="eastAsia"/>
                <w:kern w:val="0"/>
                <w:sz w:val="24"/>
              </w:rPr>
              <w:t>签字盖章</w:t>
            </w: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/>
                <w:kern w:val="0"/>
                <w:sz w:val="24"/>
              </w:rPr>
              <w:t xml:space="preserve">                                        </w:t>
            </w:r>
            <w:r>
              <w:rPr>
                <w:rFonts w:cs="宋体" w:hint="eastAsia"/>
                <w:kern w:val="0"/>
                <w:sz w:val="24"/>
              </w:rPr>
              <w:t>年</w:t>
            </w:r>
            <w:r>
              <w:rPr>
                <w:rFonts w:cs="宋体"/>
                <w:kern w:val="0"/>
                <w:sz w:val="24"/>
              </w:rPr>
              <w:t xml:space="preserve">  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>
              <w:rPr>
                <w:rFonts w:cs="宋体"/>
                <w:kern w:val="0"/>
                <w:sz w:val="24"/>
              </w:rPr>
              <w:t xml:space="preserve">   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  <w:tr w:rsidR="00F7508F" w:rsidTr="000832BC">
        <w:trPr>
          <w:trHeight w:val="596"/>
          <w:jc w:val="center"/>
        </w:trPr>
        <w:tc>
          <w:tcPr>
            <w:tcW w:w="1149" w:type="dxa"/>
            <w:tcBorders>
              <w:bottom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备注</w:t>
            </w: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99" w:type="dxa"/>
            <w:gridSpan w:val="16"/>
            <w:tcBorders>
              <w:bottom w:val="single" w:sz="12" w:space="0" w:color="auto"/>
            </w:tcBorders>
            <w:vAlign w:val="center"/>
          </w:tcPr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 w:rsidR="00F7508F" w:rsidRDefault="00F7508F" w:rsidP="0081647C">
            <w:pPr>
              <w:widowControl/>
              <w:rPr>
                <w:rFonts w:ascii="宋体" w:cs="宋体"/>
                <w:kern w:val="0"/>
                <w:sz w:val="24"/>
              </w:rPr>
            </w:pPr>
          </w:p>
        </w:tc>
      </w:tr>
    </w:tbl>
    <w:p w:rsidR="00F7508F" w:rsidRDefault="00F7508F" w:rsidP="00C94FE8"/>
    <w:p w:rsidR="00F7508F" w:rsidRDefault="00F7508F"/>
    <w:sectPr w:rsidR="00F7508F" w:rsidSect="009379D8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08F" w:rsidRDefault="00F7508F" w:rsidP="009379D8">
      <w:r>
        <w:separator/>
      </w:r>
    </w:p>
  </w:endnote>
  <w:endnote w:type="continuationSeparator" w:id="0">
    <w:p w:rsidR="00F7508F" w:rsidRDefault="00F7508F" w:rsidP="00937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仿宋_GB2312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8F" w:rsidRDefault="00F7508F" w:rsidP="00184E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508F" w:rsidRDefault="00F750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8F" w:rsidRDefault="00F7508F" w:rsidP="00184E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7508F" w:rsidRDefault="00F750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08F" w:rsidRDefault="00F7508F" w:rsidP="009379D8">
      <w:r>
        <w:separator/>
      </w:r>
    </w:p>
  </w:footnote>
  <w:footnote w:type="continuationSeparator" w:id="0">
    <w:p w:rsidR="00F7508F" w:rsidRDefault="00F7508F" w:rsidP="009379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FE8"/>
    <w:rsid w:val="000832BC"/>
    <w:rsid w:val="000845E9"/>
    <w:rsid w:val="00184E84"/>
    <w:rsid w:val="001D02BE"/>
    <w:rsid w:val="0025609B"/>
    <w:rsid w:val="00272D85"/>
    <w:rsid w:val="004856F3"/>
    <w:rsid w:val="004B3D30"/>
    <w:rsid w:val="0053762A"/>
    <w:rsid w:val="00557AFA"/>
    <w:rsid w:val="00675C3B"/>
    <w:rsid w:val="00783945"/>
    <w:rsid w:val="00800553"/>
    <w:rsid w:val="00800848"/>
    <w:rsid w:val="0081647C"/>
    <w:rsid w:val="00895176"/>
    <w:rsid w:val="008E4D5D"/>
    <w:rsid w:val="00922C15"/>
    <w:rsid w:val="009379D8"/>
    <w:rsid w:val="00946961"/>
    <w:rsid w:val="009A781C"/>
    <w:rsid w:val="00A7550C"/>
    <w:rsid w:val="00C46D3B"/>
    <w:rsid w:val="00C94FE8"/>
    <w:rsid w:val="00E3359B"/>
    <w:rsid w:val="00E52CDC"/>
    <w:rsid w:val="00EE2F43"/>
    <w:rsid w:val="00F7508F"/>
    <w:rsid w:val="00FA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FE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94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94FE8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C94FE8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C46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6D3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67</Words>
  <Characters>387</Characters>
  <Application>Microsoft Office Outlook</Application>
  <DocSecurity>0</DocSecurity>
  <Lines>0</Lines>
  <Paragraphs>0</Paragraphs>
  <ScaleCrop>false</ScaleCrop>
  <Company>BNKS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CHENGANG</dc:creator>
  <cp:keywords/>
  <dc:description/>
  <cp:lastModifiedBy>微软用户</cp:lastModifiedBy>
  <cp:revision>6</cp:revision>
  <cp:lastPrinted>2019-10-10T03:22:00Z</cp:lastPrinted>
  <dcterms:created xsi:type="dcterms:W3CDTF">2019-11-04T07:24:00Z</dcterms:created>
  <dcterms:modified xsi:type="dcterms:W3CDTF">2019-11-24T06:05:00Z</dcterms:modified>
</cp:coreProperties>
</file>