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E36" w:rsidRDefault="00631E36">
      <w:pPr>
        <w:spacing w:line="600" w:lineRule="exact"/>
        <w:rPr>
          <w:rFonts w:asci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附件</w:t>
      </w:r>
      <w:r>
        <w:rPr>
          <w:rFonts w:ascii="宋体" w:hAnsi="宋体" w:cs="宋体"/>
          <w:b/>
          <w:bCs/>
          <w:sz w:val="32"/>
          <w:szCs w:val="32"/>
        </w:rPr>
        <w:t>2</w:t>
      </w:r>
      <w:r>
        <w:rPr>
          <w:rFonts w:ascii="宋体" w:hAnsi="宋体" w:cs="宋体" w:hint="eastAsia"/>
          <w:b/>
          <w:bCs/>
          <w:sz w:val="32"/>
          <w:szCs w:val="32"/>
        </w:rPr>
        <w:t>：</w:t>
      </w:r>
    </w:p>
    <w:p w:rsidR="00631E36" w:rsidRDefault="00631E36">
      <w:pPr>
        <w:spacing w:line="600" w:lineRule="exact"/>
        <w:jc w:val="center"/>
        <w:rPr>
          <w:rFonts w:ascii="宋体" w:cs="宋体"/>
          <w:b/>
          <w:bCs/>
          <w:sz w:val="30"/>
          <w:szCs w:val="30"/>
        </w:rPr>
      </w:pPr>
      <w:r>
        <w:rPr>
          <w:rFonts w:ascii="宋体" w:hAnsi="宋体" w:cs="宋体"/>
          <w:b/>
          <w:bCs/>
          <w:sz w:val="30"/>
          <w:szCs w:val="30"/>
        </w:rPr>
        <w:t>2020</w:t>
      </w:r>
      <w:r>
        <w:rPr>
          <w:rFonts w:ascii="宋体" w:hAnsi="宋体" w:cs="宋体" w:hint="eastAsia"/>
          <w:b/>
          <w:bCs/>
          <w:sz w:val="30"/>
          <w:szCs w:val="30"/>
        </w:rPr>
        <w:t>年度来安县疾病预防控制中心</w:t>
      </w:r>
    </w:p>
    <w:p w:rsidR="00631E36" w:rsidRDefault="00631E36">
      <w:pPr>
        <w:spacing w:line="600" w:lineRule="exact"/>
        <w:jc w:val="center"/>
        <w:rPr>
          <w:rFonts w:asci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紧急公开</w:t>
      </w:r>
      <w:bookmarkStart w:id="0" w:name="_GoBack"/>
      <w:bookmarkEnd w:id="0"/>
      <w:r>
        <w:rPr>
          <w:rFonts w:ascii="宋体" w:hAnsi="宋体" w:cs="宋体" w:hint="eastAsia"/>
          <w:b/>
          <w:bCs/>
          <w:sz w:val="30"/>
          <w:szCs w:val="30"/>
        </w:rPr>
        <w:t>招聘工作人员报名表</w:t>
      </w:r>
    </w:p>
    <w:p w:rsidR="00631E36" w:rsidRDefault="00631E36">
      <w:pPr>
        <w:jc w:val="left"/>
        <w:rPr>
          <w:rFonts w:ascii="宋体"/>
          <w:sz w:val="24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8"/>
        <w:gridCol w:w="1559"/>
        <w:gridCol w:w="1984"/>
        <w:gridCol w:w="1560"/>
        <w:gridCol w:w="358"/>
        <w:gridCol w:w="881"/>
        <w:gridCol w:w="1312"/>
      </w:tblGrid>
      <w:tr w:rsidR="00631E36" w:rsidRPr="000C3410">
        <w:trPr>
          <w:trHeight w:val="526"/>
          <w:jc w:val="center"/>
        </w:trPr>
        <w:tc>
          <w:tcPr>
            <w:tcW w:w="1668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姓</w:t>
            </w:r>
            <w:r w:rsidRPr="000C3410">
              <w:rPr>
                <w:rFonts w:ascii="宋体" w:hAnsi="宋体"/>
                <w:sz w:val="24"/>
              </w:rPr>
              <w:t xml:space="preserve">   </w:t>
            </w:r>
            <w:r w:rsidRPr="000C3410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559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1918" w:type="dxa"/>
            <w:gridSpan w:val="2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193" w:type="dxa"/>
            <w:gridSpan w:val="2"/>
            <w:vMerge w:val="restart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</w:tr>
      <w:tr w:rsidR="00631E36" w:rsidRPr="000C3410">
        <w:trPr>
          <w:trHeight w:val="553"/>
          <w:jc w:val="center"/>
        </w:trPr>
        <w:tc>
          <w:tcPr>
            <w:tcW w:w="1668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性</w:t>
            </w:r>
            <w:r w:rsidRPr="000C3410">
              <w:rPr>
                <w:rFonts w:ascii="宋体" w:hAnsi="宋体"/>
                <w:sz w:val="24"/>
              </w:rPr>
              <w:t xml:space="preserve">   </w:t>
            </w:r>
            <w:r w:rsidRPr="000C3410"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1559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民</w:t>
            </w:r>
            <w:r w:rsidRPr="000C3410">
              <w:rPr>
                <w:rFonts w:ascii="宋体" w:hAnsi="宋体"/>
                <w:sz w:val="24"/>
              </w:rPr>
              <w:t xml:space="preserve">   </w:t>
            </w:r>
            <w:r w:rsidRPr="000C3410">
              <w:rPr>
                <w:rFonts w:ascii="宋体" w:hAnsi="宋体" w:hint="eastAsia"/>
                <w:sz w:val="24"/>
              </w:rPr>
              <w:t>族</w:t>
            </w:r>
          </w:p>
        </w:tc>
        <w:tc>
          <w:tcPr>
            <w:tcW w:w="1918" w:type="dxa"/>
            <w:gridSpan w:val="2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193" w:type="dxa"/>
            <w:gridSpan w:val="2"/>
            <w:vMerge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</w:tr>
      <w:tr w:rsidR="00631E36" w:rsidRPr="000C3410">
        <w:trPr>
          <w:trHeight w:val="526"/>
          <w:jc w:val="center"/>
        </w:trPr>
        <w:tc>
          <w:tcPr>
            <w:tcW w:w="1668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1559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1918" w:type="dxa"/>
            <w:gridSpan w:val="2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193" w:type="dxa"/>
            <w:gridSpan w:val="2"/>
            <w:vMerge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</w:tr>
      <w:tr w:rsidR="00631E36" w:rsidRPr="000C3410">
        <w:trPr>
          <w:trHeight w:val="526"/>
          <w:jc w:val="center"/>
        </w:trPr>
        <w:tc>
          <w:tcPr>
            <w:tcW w:w="1668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559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出生地</w:t>
            </w:r>
          </w:p>
        </w:tc>
        <w:tc>
          <w:tcPr>
            <w:tcW w:w="1918" w:type="dxa"/>
            <w:gridSpan w:val="2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193" w:type="dxa"/>
            <w:gridSpan w:val="2"/>
            <w:vMerge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</w:tr>
      <w:tr w:rsidR="00631E36" w:rsidRPr="000C3410">
        <w:trPr>
          <w:trHeight w:val="553"/>
          <w:jc w:val="center"/>
        </w:trPr>
        <w:tc>
          <w:tcPr>
            <w:tcW w:w="1668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学</w:t>
            </w:r>
            <w:r w:rsidRPr="000C3410">
              <w:rPr>
                <w:rFonts w:ascii="宋体" w:hAnsi="宋体"/>
                <w:sz w:val="24"/>
              </w:rPr>
              <w:t xml:space="preserve">   </w:t>
            </w:r>
            <w:r w:rsidRPr="000C3410"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1559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户口所在地</w:t>
            </w:r>
          </w:p>
        </w:tc>
        <w:tc>
          <w:tcPr>
            <w:tcW w:w="1918" w:type="dxa"/>
            <w:gridSpan w:val="2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193" w:type="dxa"/>
            <w:gridSpan w:val="2"/>
            <w:vMerge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</w:tr>
      <w:tr w:rsidR="00631E36" w:rsidRPr="000C3410">
        <w:trPr>
          <w:trHeight w:val="553"/>
          <w:jc w:val="center"/>
        </w:trPr>
        <w:tc>
          <w:tcPr>
            <w:tcW w:w="1668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学</w:t>
            </w:r>
            <w:r w:rsidRPr="000C3410">
              <w:rPr>
                <w:rFonts w:ascii="宋体" w:hAnsi="宋体"/>
                <w:sz w:val="24"/>
              </w:rPr>
              <w:t xml:space="preserve">   </w:t>
            </w:r>
            <w:r w:rsidRPr="000C3410">
              <w:rPr>
                <w:rFonts w:ascii="宋体" w:hAnsi="宋体" w:hint="eastAsia"/>
                <w:sz w:val="24"/>
              </w:rPr>
              <w:t>位</w:t>
            </w:r>
          </w:p>
        </w:tc>
        <w:tc>
          <w:tcPr>
            <w:tcW w:w="1559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报考岗位代码</w:t>
            </w:r>
          </w:p>
        </w:tc>
        <w:tc>
          <w:tcPr>
            <w:tcW w:w="4111" w:type="dxa"/>
            <w:gridSpan w:val="4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</w:tr>
      <w:tr w:rsidR="00631E36" w:rsidRPr="000C3410">
        <w:trPr>
          <w:trHeight w:val="553"/>
          <w:jc w:val="center"/>
        </w:trPr>
        <w:tc>
          <w:tcPr>
            <w:tcW w:w="1668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辅导员姓名</w:t>
            </w:r>
          </w:p>
        </w:tc>
        <w:tc>
          <w:tcPr>
            <w:tcW w:w="1559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4111" w:type="dxa"/>
            <w:gridSpan w:val="4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</w:tr>
      <w:tr w:rsidR="00631E36" w:rsidRPr="000C3410">
        <w:trPr>
          <w:trHeight w:val="526"/>
          <w:jc w:val="center"/>
        </w:trPr>
        <w:tc>
          <w:tcPr>
            <w:tcW w:w="1668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1559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所学专业</w:t>
            </w: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4111" w:type="dxa"/>
            <w:gridSpan w:val="4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</w:tr>
      <w:tr w:rsidR="00631E36" w:rsidRPr="000C3410">
        <w:trPr>
          <w:trHeight w:val="553"/>
          <w:jc w:val="center"/>
        </w:trPr>
        <w:tc>
          <w:tcPr>
            <w:tcW w:w="1668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1559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家庭详细地址</w:t>
            </w:r>
          </w:p>
        </w:tc>
        <w:tc>
          <w:tcPr>
            <w:tcW w:w="4111" w:type="dxa"/>
            <w:gridSpan w:val="4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</w:tr>
      <w:tr w:rsidR="00631E36" w:rsidRPr="000C3410">
        <w:trPr>
          <w:trHeight w:val="606"/>
          <w:jc w:val="center"/>
        </w:trPr>
        <w:tc>
          <w:tcPr>
            <w:tcW w:w="1668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1559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631E36" w:rsidRPr="000C3410" w:rsidRDefault="00631E36">
            <w:pPr>
              <w:ind w:firstLineChars="50" w:firstLine="120"/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固定电话</w:t>
            </w:r>
          </w:p>
        </w:tc>
        <w:tc>
          <w:tcPr>
            <w:tcW w:w="1560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1312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</w:tr>
      <w:tr w:rsidR="00631E36" w:rsidRPr="000C3410">
        <w:trPr>
          <w:trHeight w:val="847"/>
          <w:jc w:val="center"/>
        </w:trPr>
        <w:tc>
          <w:tcPr>
            <w:tcW w:w="1668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专业证书、</w:t>
            </w: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有何特长</w:t>
            </w:r>
          </w:p>
        </w:tc>
        <w:tc>
          <w:tcPr>
            <w:tcW w:w="7654" w:type="dxa"/>
            <w:gridSpan w:val="6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</w:tr>
      <w:tr w:rsidR="00631E36" w:rsidRPr="000C3410">
        <w:trPr>
          <w:trHeight w:val="1702"/>
          <w:jc w:val="center"/>
        </w:trPr>
        <w:tc>
          <w:tcPr>
            <w:tcW w:w="1668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个人</w:t>
            </w: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简历</w:t>
            </w:r>
          </w:p>
        </w:tc>
        <w:tc>
          <w:tcPr>
            <w:tcW w:w="7654" w:type="dxa"/>
            <w:gridSpan w:val="6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</w:tr>
      <w:tr w:rsidR="00631E36" w:rsidRPr="000C3410">
        <w:trPr>
          <w:trHeight w:val="1652"/>
          <w:jc w:val="center"/>
        </w:trPr>
        <w:tc>
          <w:tcPr>
            <w:tcW w:w="1668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与招聘单位关系</w:t>
            </w:r>
          </w:p>
        </w:tc>
        <w:tc>
          <w:tcPr>
            <w:tcW w:w="7654" w:type="dxa"/>
            <w:gridSpan w:val="6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18"/>
                <w:szCs w:val="18"/>
              </w:rPr>
            </w:pPr>
            <w:r w:rsidRPr="000C3410">
              <w:rPr>
                <w:rFonts w:ascii="宋体" w:hAnsi="宋体" w:hint="eastAsia"/>
                <w:sz w:val="18"/>
                <w:szCs w:val="18"/>
              </w:rPr>
              <w:t>（如与招聘单位或上级主管部门干部职工存在亲属关系，必须如实声明。）</w:t>
            </w:r>
          </w:p>
        </w:tc>
      </w:tr>
      <w:tr w:rsidR="00631E36" w:rsidRPr="000C3410">
        <w:trPr>
          <w:trHeight w:val="1652"/>
          <w:jc w:val="center"/>
        </w:trPr>
        <w:tc>
          <w:tcPr>
            <w:tcW w:w="1668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奖惩</w:t>
            </w: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7654" w:type="dxa"/>
            <w:gridSpan w:val="6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</w:tr>
      <w:tr w:rsidR="00631E36" w:rsidRPr="000C3410">
        <w:trPr>
          <w:trHeight w:val="1974"/>
          <w:jc w:val="center"/>
        </w:trPr>
        <w:tc>
          <w:tcPr>
            <w:tcW w:w="1668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直系亲属</w:t>
            </w: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及主要</w:t>
            </w: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社会关系</w:t>
            </w:r>
          </w:p>
        </w:tc>
        <w:tc>
          <w:tcPr>
            <w:tcW w:w="7654" w:type="dxa"/>
            <w:gridSpan w:val="6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</w:p>
        </w:tc>
      </w:tr>
      <w:tr w:rsidR="00631E36" w:rsidRPr="000C3410">
        <w:trPr>
          <w:trHeight w:val="630"/>
          <w:jc w:val="center"/>
        </w:trPr>
        <w:tc>
          <w:tcPr>
            <w:tcW w:w="1668" w:type="dxa"/>
            <w:vAlign w:val="center"/>
          </w:tcPr>
          <w:p w:rsidR="00631E36" w:rsidRPr="000C3410" w:rsidRDefault="00631E36">
            <w:pPr>
              <w:jc w:val="center"/>
              <w:rPr>
                <w:rFonts w:ascii="宋体"/>
                <w:sz w:val="24"/>
              </w:rPr>
            </w:pPr>
            <w:r w:rsidRPr="000C3410"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7654" w:type="dxa"/>
            <w:gridSpan w:val="6"/>
            <w:vAlign w:val="center"/>
          </w:tcPr>
          <w:p w:rsidR="00631E36" w:rsidRPr="000C3410" w:rsidRDefault="00631E36">
            <w:pPr>
              <w:rPr>
                <w:rFonts w:ascii="宋体"/>
                <w:sz w:val="24"/>
              </w:rPr>
            </w:pPr>
          </w:p>
          <w:p w:rsidR="00631E36" w:rsidRPr="000C3410" w:rsidRDefault="00631E36">
            <w:pPr>
              <w:rPr>
                <w:rFonts w:ascii="宋体"/>
                <w:sz w:val="24"/>
              </w:rPr>
            </w:pPr>
          </w:p>
        </w:tc>
      </w:tr>
    </w:tbl>
    <w:p w:rsidR="00631E36" w:rsidRDefault="00631E36">
      <w:pPr>
        <w:spacing w:line="360" w:lineRule="exact"/>
      </w:pPr>
    </w:p>
    <w:p w:rsidR="00631E36" w:rsidRDefault="00631E36" w:rsidP="00D31CFB">
      <w:pPr>
        <w:spacing w:beforeLines="30" w:line="44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说明：</w:t>
      </w:r>
    </w:p>
    <w:p w:rsidR="00631E36" w:rsidRDefault="00631E36">
      <w:pPr>
        <w:spacing w:line="440" w:lineRule="exact"/>
        <w:ind w:leftChars="228" w:left="759" w:hangingChars="100" w:hanging="28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Times New Roman"/>
          <w:sz w:val="28"/>
          <w:szCs w:val="28"/>
        </w:rPr>
        <w:t>1.</w:t>
      </w:r>
      <w:r>
        <w:rPr>
          <w:rFonts w:ascii="仿宋_GB2312" w:eastAsia="仿宋_GB2312" w:hAnsi="宋体" w:hint="eastAsia"/>
          <w:sz w:val="28"/>
          <w:szCs w:val="28"/>
        </w:rPr>
        <w:t>请报考者认真阅读《招聘公告》后如实准确填写。报考者隐瞒有关情况或提供虚假材料的，由聘用主管机关取消其考试或聘用资格，并按有关规定严肃处理。</w:t>
      </w:r>
    </w:p>
    <w:p w:rsidR="00631E36" w:rsidRDefault="00631E36">
      <w:pPr>
        <w:spacing w:line="440" w:lineRule="exact"/>
        <w:ind w:leftChars="228" w:left="759" w:hangingChars="100" w:hanging="28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Times New Roman"/>
          <w:sz w:val="28"/>
          <w:szCs w:val="28"/>
        </w:rPr>
        <w:t>2.</w:t>
      </w:r>
      <w:r>
        <w:rPr>
          <w:rFonts w:ascii="仿宋_GB2312" w:eastAsia="仿宋_GB2312" w:hAnsi="宋体" w:hint="eastAsia"/>
          <w:sz w:val="28"/>
          <w:szCs w:val="28"/>
        </w:rPr>
        <w:t>“直系亲属及主要社会关系”包括夫妻关系、直系血亲关系、三代以内旁系血亲和近姻亲关系。</w:t>
      </w:r>
    </w:p>
    <w:p w:rsidR="00631E36" w:rsidRDefault="00631E36">
      <w:pPr>
        <w:widowControl/>
        <w:jc w:val="left"/>
        <w:rPr>
          <w:rFonts w:ascii="宋体"/>
          <w:sz w:val="24"/>
        </w:rPr>
      </w:pPr>
    </w:p>
    <w:sectPr w:rsidR="00631E36" w:rsidSect="00274B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E36" w:rsidRDefault="00631E36" w:rsidP="00274BB3">
      <w:r>
        <w:separator/>
      </w:r>
    </w:p>
  </w:endnote>
  <w:endnote w:type="continuationSeparator" w:id="0">
    <w:p w:rsidR="00631E36" w:rsidRDefault="00631E36" w:rsidP="00274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E36" w:rsidRDefault="00631E3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E36" w:rsidRDefault="00631E3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E36" w:rsidRDefault="00631E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E36" w:rsidRDefault="00631E36" w:rsidP="00274BB3">
      <w:r>
        <w:separator/>
      </w:r>
    </w:p>
  </w:footnote>
  <w:footnote w:type="continuationSeparator" w:id="0">
    <w:p w:rsidR="00631E36" w:rsidRDefault="00631E36" w:rsidP="00274B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E36" w:rsidRDefault="00631E3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E36" w:rsidRDefault="00631E36" w:rsidP="00D31CFB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E36" w:rsidRDefault="00631E3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4571"/>
    <w:rsid w:val="000074E7"/>
    <w:rsid w:val="0001502C"/>
    <w:rsid w:val="00015DB8"/>
    <w:rsid w:val="00016433"/>
    <w:rsid w:val="0003219F"/>
    <w:rsid w:val="00032E4C"/>
    <w:rsid w:val="00043DEF"/>
    <w:rsid w:val="00051236"/>
    <w:rsid w:val="000516B8"/>
    <w:rsid w:val="000527ED"/>
    <w:rsid w:val="000651E0"/>
    <w:rsid w:val="00067595"/>
    <w:rsid w:val="0008140C"/>
    <w:rsid w:val="00084C28"/>
    <w:rsid w:val="0008568E"/>
    <w:rsid w:val="00090DF1"/>
    <w:rsid w:val="00094E74"/>
    <w:rsid w:val="000A5370"/>
    <w:rsid w:val="000B3B1B"/>
    <w:rsid w:val="000C2F5F"/>
    <w:rsid w:val="000C3410"/>
    <w:rsid w:val="000D7B76"/>
    <w:rsid w:val="000E2740"/>
    <w:rsid w:val="000E4E1D"/>
    <w:rsid w:val="000E6226"/>
    <w:rsid w:val="000E7040"/>
    <w:rsid w:val="000E7245"/>
    <w:rsid w:val="000E7691"/>
    <w:rsid w:val="000F1F1F"/>
    <w:rsid w:val="001001F8"/>
    <w:rsid w:val="00107A6F"/>
    <w:rsid w:val="00111384"/>
    <w:rsid w:val="0011674A"/>
    <w:rsid w:val="00121AB6"/>
    <w:rsid w:val="001222D5"/>
    <w:rsid w:val="0012254B"/>
    <w:rsid w:val="00123D7F"/>
    <w:rsid w:val="001347FF"/>
    <w:rsid w:val="0014178B"/>
    <w:rsid w:val="001432F8"/>
    <w:rsid w:val="00145765"/>
    <w:rsid w:val="00145E85"/>
    <w:rsid w:val="001474A6"/>
    <w:rsid w:val="00151FF2"/>
    <w:rsid w:val="001528A1"/>
    <w:rsid w:val="00153DBC"/>
    <w:rsid w:val="0015573F"/>
    <w:rsid w:val="00157B78"/>
    <w:rsid w:val="0016308D"/>
    <w:rsid w:val="00173B00"/>
    <w:rsid w:val="00183D92"/>
    <w:rsid w:val="0018611B"/>
    <w:rsid w:val="00192848"/>
    <w:rsid w:val="001A3876"/>
    <w:rsid w:val="001A563E"/>
    <w:rsid w:val="001A691C"/>
    <w:rsid w:val="001A6968"/>
    <w:rsid w:val="001B0ABD"/>
    <w:rsid w:val="001B2B13"/>
    <w:rsid w:val="001B430A"/>
    <w:rsid w:val="001B6498"/>
    <w:rsid w:val="001B7FE5"/>
    <w:rsid w:val="001C1A8F"/>
    <w:rsid w:val="001C2936"/>
    <w:rsid w:val="001C3BF7"/>
    <w:rsid w:val="001E3BA5"/>
    <w:rsid w:val="001E59AA"/>
    <w:rsid w:val="001E5C61"/>
    <w:rsid w:val="001E6802"/>
    <w:rsid w:val="002110F1"/>
    <w:rsid w:val="00217375"/>
    <w:rsid w:val="00223A6B"/>
    <w:rsid w:val="002247C6"/>
    <w:rsid w:val="00225863"/>
    <w:rsid w:val="002278FA"/>
    <w:rsid w:val="00227AC6"/>
    <w:rsid w:val="00232785"/>
    <w:rsid w:val="00233D51"/>
    <w:rsid w:val="0024153E"/>
    <w:rsid w:val="00247A4C"/>
    <w:rsid w:val="00254B12"/>
    <w:rsid w:val="0025546B"/>
    <w:rsid w:val="00256483"/>
    <w:rsid w:val="00257AA2"/>
    <w:rsid w:val="00270133"/>
    <w:rsid w:val="00274625"/>
    <w:rsid w:val="00274BB3"/>
    <w:rsid w:val="00283E13"/>
    <w:rsid w:val="00287961"/>
    <w:rsid w:val="002928F1"/>
    <w:rsid w:val="00297071"/>
    <w:rsid w:val="002A7C22"/>
    <w:rsid w:val="002C4FF3"/>
    <w:rsid w:val="002C7639"/>
    <w:rsid w:val="002D0FD6"/>
    <w:rsid w:val="002D1400"/>
    <w:rsid w:val="002D1FCF"/>
    <w:rsid w:val="002D4837"/>
    <w:rsid w:val="002D58DF"/>
    <w:rsid w:val="002D763E"/>
    <w:rsid w:val="002E0792"/>
    <w:rsid w:val="002E0CE6"/>
    <w:rsid w:val="002E11F7"/>
    <w:rsid w:val="002F3CF1"/>
    <w:rsid w:val="003046FC"/>
    <w:rsid w:val="003104BC"/>
    <w:rsid w:val="00312F80"/>
    <w:rsid w:val="003144B7"/>
    <w:rsid w:val="0033075D"/>
    <w:rsid w:val="003449B5"/>
    <w:rsid w:val="003527D5"/>
    <w:rsid w:val="00354A9D"/>
    <w:rsid w:val="00362476"/>
    <w:rsid w:val="00365392"/>
    <w:rsid w:val="00370F78"/>
    <w:rsid w:val="00371067"/>
    <w:rsid w:val="00374A24"/>
    <w:rsid w:val="00392B27"/>
    <w:rsid w:val="00395559"/>
    <w:rsid w:val="003A0E32"/>
    <w:rsid w:val="003A1820"/>
    <w:rsid w:val="003A7C09"/>
    <w:rsid w:val="003B217E"/>
    <w:rsid w:val="003C02F1"/>
    <w:rsid w:val="003C0F8B"/>
    <w:rsid w:val="003C4DA8"/>
    <w:rsid w:val="003E785A"/>
    <w:rsid w:val="003F1A69"/>
    <w:rsid w:val="003F2B59"/>
    <w:rsid w:val="003F6A5F"/>
    <w:rsid w:val="00402AEE"/>
    <w:rsid w:val="00411328"/>
    <w:rsid w:val="00411FCE"/>
    <w:rsid w:val="00415D33"/>
    <w:rsid w:val="00422E53"/>
    <w:rsid w:val="00425D55"/>
    <w:rsid w:val="00426531"/>
    <w:rsid w:val="00434C43"/>
    <w:rsid w:val="00437325"/>
    <w:rsid w:val="004444E3"/>
    <w:rsid w:val="00454D79"/>
    <w:rsid w:val="004560D9"/>
    <w:rsid w:val="00461E84"/>
    <w:rsid w:val="00470D26"/>
    <w:rsid w:val="004739E0"/>
    <w:rsid w:val="00473FE2"/>
    <w:rsid w:val="0047650C"/>
    <w:rsid w:val="00482286"/>
    <w:rsid w:val="00483B48"/>
    <w:rsid w:val="00483C9B"/>
    <w:rsid w:val="00484848"/>
    <w:rsid w:val="00486511"/>
    <w:rsid w:val="004931EB"/>
    <w:rsid w:val="00494137"/>
    <w:rsid w:val="004972D9"/>
    <w:rsid w:val="004A3A0B"/>
    <w:rsid w:val="004A68EB"/>
    <w:rsid w:val="004C1EB6"/>
    <w:rsid w:val="004C233E"/>
    <w:rsid w:val="004C6BA2"/>
    <w:rsid w:val="004D1417"/>
    <w:rsid w:val="004D246F"/>
    <w:rsid w:val="004D4F43"/>
    <w:rsid w:val="004D7094"/>
    <w:rsid w:val="004D7744"/>
    <w:rsid w:val="004E05DB"/>
    <w:rsid w:val="004E33D2"/>
    <w:rsid w:val="004F144B"/>
    <w:rsid w:val="004F18A4"/>
    <w:rsid w:val="004F2292"/>
    <w:rsid w:val="004F47FD"/>
    <w:rsid w:val="00503E61"/>
    <w:rsid w:val="0050589C"/>
    <w:rsid w:val="005140FE"/>
    <w:rsid w:val="005256CD"/>
    <w:rsid w:val="00525960"/>
    <w:rsid w:val="005325A4"/>
    <w:rsid w:val="005333BB"/>
    <w:rsid w:val="00536658"/>
    <w:rsid w:val="005410F9"/>
    <w:rsid w:val="005532A8"/>
    <w:rsid w:val="00553B38"/>
    <w:rsid w:val="005601B7"/>
    <w:rsid w:val="00566AA3"/>
    <w:rsid w:val="00566FE6"/>
    <w:rsid w:val="00575E8C"/>
    <w:rsid w:val="005819D7"/>
    <w:rsid w:val="00583429"/>
    <w:rsid w:val="00585BA7"/>
    <w:rsid w:val="005941D3"/>
    <w:rsid w:val="00596D33"/>
    <w:rsid w:val="005970FF"/>
    <w:rsid w:val="005A0494"/>
    <w:rsid w:val="005A07F6"/>
    <w:rsid w:val="005C6E8C"/>
    <w:rsid w:val="005D1BA9"/>
    <w:rsid w:val="005D6B0D"/>
    <w:rsid w:val="005E061C"/>
    <w:rsid w:val="00600D5F"/>
    <w:rsid w:val="006064BA"/>
    <w:rsid w:val="00610A31"/>
    <w:rsid w:val="00620E24"/>
    <w:rsid w:val="00623525"/>
    <w:rsid w:val="00625C9A"/>
    <w:rsid w:val="006314DA"/>
    <w:rsid w:val="00631E36"/>
    <w:rsid w:val="00632860"/>
    <w:rsid w:val="0064152F"/>
    <w:rsid w:val="00643F5A"/>
    <w:rsid w:val="00644845"/>
    <w:rsid w:val="0065095C"/>
    <w:rsid w:val="0065576A"/>
    <w:rsid w:val="00662FB0"/>
    <w:rsid w:val="006724B2"/>
    <w:rsid w:val="00680470"/>
    <w:rsid w:val="00696E15"/>
    <w:rsid w:val="006A102F"/>
    <w:rsid w:val="006A1B2B"/>
    <w:rsid w:val="006A458E"/>
    <w:rsid w:val="006A54B4"/>
    <w:rsid w:val="006A6853"/>
    <w:rsid w:val="006B7B53"/>
    <w:rsid w:val="006C4CA4"/>
    <w:rsid w:val="006D50CA"/>
    <w:rsid w:val="006D7C85"/>
    <w:rsid w:val="006E3323"/>
    <w:rsid w:val="006E50EB"/>
    <w:rsid w:val="006F28C7"/>
    <w:rsid w:val="006F6B80"/>
    <w:rsid w:val="006F7CA6"/>
    <w:rsid w:val="0070138C"/>
    <w:rsid w:val="0070246D"/>
    <w:rsid w:val="007062B5"/>
    <w:rsid w:val="0071032E"/>
    <w:rsid w:val="00712578"/>
    <w:rsid w:val="00716622"/>
    <w:rsid w:val="00717C15"/>
    <w:rsid w:val="00722D9A"/>
    <w:rsid w:val="00725090"/>
    <w:rsid w:val="0072598E"/>
    <w:rsid w:val="0073331B"/>
    <w:rsid w:val="00734DF3"/>
    <w:rsid w:val="00742B86"/>
    <w:rsid w:val="00742EEB"/>
    <w:rsid w:val="0075695B"/>
    <w:rsid w:val="007569EB"/>
    <w:rsid w:val="00763F76"/>
    <w:rsid w:val="00774700"/>
    <w:rsid w:val="00774DC8"/>
    <w:rsid w:val="00784DA6"/>
    <w:rsid w:val="007A2687"/>
    <w:rsid w:val="007A3B75"/>
    <w:rsid w:val="007A737E"/>
    <w:rsid w:val="007B17FE"/>
    <w:rsid w:val="007B4550"/>
    <w:rsid w:val="007C1E61"/>
    <w:rsid w:val="007C5EC6"/>
    <w:rsid w:val="007D0648"/>
    <w:rsid w:val="007D4553"/>
    <w:rsid w:val="007D7F4C"/>
    <w:rsid w:val="007E06E2"/>
    <w:rsid w:val="007E1B51"/>
    <w:rsid w:val="007E382F"/>
    <w:rsid w:val="007E737E"/>
    <w:rsid w:val="007F385B"/>
    <w:rsid w:val="007F64EE"/>
    <w:rsid w:val="008027CB"/>
    <w:rsid w:val="00820C12"/>
    <w:rsid w:val="00821344"/>
    <w:rsid w:val="00830AC5"/>
    <w:rsid w:val="0083295F"/>
    <w:rsid w:val="008436E6"/>
    <w:rsid w:val="008469ED"/>
    <w:rsid w:val="00847086"/>
    <w:rsid w:val="00847E98"/>
    <w:rsid w:val="008706F6"/>
    <w:rsid w:val="00870B3E"/>
    <w:rsid w:val="00873706"/>
    <w:rsid w:val="00875A4A"/>
    <w:rsid w:val="00875CBC"/>
    <w:rsid w:val="00881B6B"/>
    <w:rsid w:val="008864B6"/>
    <w:rsid w:val="008958D9"/>
    <w:rsid w:val="008A3143"/>
    <w:rsid w:val="008A615D"/>
    <w:rsid w:val="008B036C"/>
    <w:rsid w:val="008B08B3"/>
    <w:rsid w:val="008B211D"/>
    <w:rsid w:val="008C3075"/>
    <w:rsid w:val="008C3A2D"/>
    <w:rsid w:val="008C4F7F"/>
    <w:rsid w:val="008D60FA"/>
    <w:rsid w:val="008D796A"/>
    <w:rsid w:val="008E0F02"/>
    <w:rsid w:val="008E3870"/>
    <w:rsid w:val="008F15F6"/>
    <w:rsid w:val="008F2CB7"/>
    <w:rsid w:val="009021E3"/>
    <w:rsid w:val="00904A1E"/>
    <w:rsid w:val="00905185"/>
    <w:rsid w:val="00921C34"/>
    <w:rsid w:val="00922240"/>
    <w:rsid w:val="00926E14"/>
    <w:rsid w:val="00933847"/>
    <w:rsid w:val="0093650E"/>
    <w:rsid w:val="009470C4"/>
    <w:rsid w:val="0095307F"/>
    <w:rsid w:val="00953BAD"/>
    <w:rsid w:val="00954D6B"/>
    <w:rsid w:val="00960233"/>
    <w:rsid w:val="00963105"/>
    <w:rsid w:val="00964EA3"/>
    <w:rsid w:val="0099077B"/>
    <w:rsid w:val="00996F2A"/>
    <w:rsid w:val="0099773F"/>
    <w:rsid w:val="009A7BAB"/>
    <w:rsid w:val="009B3868"/>
    <w:rsid w:val="009B4334"/>
    <w:rsid w:val="009B4C69"/>
    <w:rsid w:val="009C0415"/>
    <w:rsid w:val="009C0E17"/>
    <w:rsid w:val="009C2EAA"/>
    <w:rsid w:val="009C4EDC"/>
    <w:rsid w:val="009C7775"/>
    <w:rsid w:val="009D60EA"/>
    <w:rsid w:val="00A00E0D"/>
    <w:rsid w:val="00A02528"/>
    <w:rsid w:val="00A06733"/>
    <w:rsid w:val="00A120F8"/>
    <w:rsid w:val="00A1350E"/>
    <w:rsid w:val="00A13F44"/>
    <w:rsid w:val="00A20DCA"/>
    <w:rsid w:val="00A2165F"/>
    <w:rsid w:val="00A21A47"/>
    <w:rsid w:val="00A21BA9"/>
    <w:rsid w:val="00A3029E"/>
    <w:rsid w:val="00A3127E"/>
    <w:rsid w:val="00A36B79"/>
    <w:rsid w:val="00A37088"/>
    <w:rsid w:val="00A5645D"/>
    <w:rsid w:val="00A57642"/>
    <w:rsid w:val="00A6210A"/>
    <w:rsid w:val="00A62F96"/>
    <w:rsid w:val="00A6492C"/>
    <w:rsid w:val="00A658A5"/>
    <w:rsid w:val="00A66791"/>
    <w:rsid w:val="00A81FFE"/>
    <w:rsid w:val="00A8511A"/>
    <w:rsid w:val="00A86317"/>
    <w:rsid w:val="00A922B6"/>
    <w:rsid w:val="00A958DC"/>
    <w:rsid w:val="00A97528"/>
    <w:rsid w:val="00AA15D3"/>
    <w:rsid w:val="00AA21B4"/>
    <w:rsid w:val="00AB1A18"/>
    <w:rsid w:val="00AB5C6B"/>
    <w:rsid w:val="00AC7A01"/>
    <w:rsid w:val="00AD2A3B"/>
    <w:rsid w:val="00AE0411"/>
    <w:rsid w:val="00AF08A4"/>
    <w:rsid w:val="00AF1C38"/>
    <w:rsid w:val="00AF604D"/>
    <w:rsid w:val="00B02052"/>
    <w:rsid w:val="00B04609"/>
    <w:rsid w:val="00B10988"/>
    <w:rsid w:val="00B131DC"/>
    <w:rsid w:val="00B20B42"/>
    <w:rsid w:val="00B24E67"/>
    <w:rsid w:val="00B3081D"/>
    <w:rsid w:val="00B30EFF"/>
    <w:rsid w:val="00B33CF6"/>
    <w:rsid w:val="00B40322"/>
    <w:rsid w:val="00B41609"/>
    <w:rsid w:val="00B4164F"/>
    <w:rsid w:val="00B43407"/>
    <w:rsid w:val="00B513A3"/>
    <w:rsid w:val="00B539CE"/>
    <w:rsid w:val="00B562F2"/>
    <w:rsid w:val="00B66203"/>
    <w:rsid w:val="00B662BA"/>
    <w:rsid w:val="00B700D9"/>
    <w:rsid w:val="00B7159A"/>
    <w:rsid w:val="00B71A3A"/>
    <w:rsid w:val="00B74187"/>
    <w:rsid w:val="00B74571"/>
    <w:rsid w:val="00B82374"/>
    <w:rsid w:val="00B82FF7"/>
    <w:rsid w:val="00B83AA0"/>
    <w:rsid w:val="00B86F54"/>
    <w:rsid w:val="00B913D2"/>
    <w:rsid w:val="00BA7D8F"/>
    <w:rsid w:val="00BB2DBA"/>
    <w:rsid w:val="00BB4923"/>
    <w:rsid w:val="00BB4DA0"/>
    <w:rsid w:val="00BC4FE0"/>
    <w:rsid w:val="00BE1D6E"/>
    <w:rsid w:val="00BE3142"/>
    <w:rsid w:val="00BF6D2D"/>
    <w:rsid w:val="00C02758"/>
    <w:rsid w:val="00C107C3"/>
    <w:rsid w:val="00C318AC"/>
    <w:rsid w:val="00C31F5D"/>
    <w:rsid w:val="00C43D67"/>
    <w:rsid w:val="00C451BE"/>
    <w:rsid w:val="00C479CA"/>
    <w:rsid w:val="00C52255"/>
    <w:rsid w:val="00C5354A"/>
    <w:rsid w:val="00C54731"/>
    <w:rsid w:val="00C54B2A"/>
    <w:rsid w:val="00C60894"/>
    <w:rsid w:val="00C66B5E"/>
    <w:rsid w:val="00C67F02"/>
    <w:rsid w:val="00C76AF1"/>
    <w:rsid w:val="00C76BE0"/>
    <w:rsid w:val="00C80EA0"/>
    <w:rsid w:val="00C83032"/>
    <w:rsid w:val="00C92435"/>
    <w:rsid w:val="00CA00A3"/>
    <w:rsid w:val="00CB01CB"/>
    <w:rsid w:val="00CC29E7"/>
    <w:rsid w:val="00CD066F"/>
    <w:rsid w:val="00CE0B89"/>
    <w:rsid w:val="00CE3F41"/>
    <w:rsid w:val="00CE5F8B"/>
    <w:rsid w:val="00CE725E"/>
    <w:rsid w:val="00CF08CC"/>
    <w:rsid w:val="00CF22CF"/>
    <w:rsid w:val="00CF43C9"/>
    <w:rsid w:val="00CF5D76"/>
    <w:rsid w:val="00D032EF"/>
    <w:rsid w:val="00D10D45"/>
    <w:rsid w:val="00D24FBD"/>
    <w:rsid w:val="00D254DB"/>
    <w:rsid w:val="00D2642F"/>
    <w:rsid w:val="00D31CA1"/>
    <w:rsid w:val="00D31CFB"/>
    <w:rsid w:val="00D47106"/>
    <w:rsid w:val="00D545CB"/>
    <w:rsid w:val="00D55924"/>
    <w:rsid w:val="00D60BBB"/>
    <w:rsid w:val="00D63856"/>
    <w:rsid w:val="00D65617"/>
    <w:rsid w:val="00D701C6"/>
    <w:rsid w:val="00D76CA3"/>
    <w:rsid w:val="00D8193A"/>
    <w:rsid w:val="00D83003"/>
    <w:rsid w:val="00D93AB3"/>
    <w:rsid w:val="00D960EB"/>
    <w:rsid w:val="00DA2A58"/>
    <w:rsid w:val="00DA7D60"/>
    <w:rsid w:val="00DB1964"/>
    <w:rsid w:val="00DB240C"/>
    <w:rsid w:val="00DB6BCD"/>
    <w:rsid w:val="00DB6FA2"/>
    <w:rsid w:val="00DC323E"/>
    <w:rsid w:val="00DC4E9F"/>
    <w:rsid w:val="00DC734A"/>
    <w:rsid w:val="00DC7C98"/>
    <w:rsid w:val="00DD1707"/>
    <w:rsid w:val="00DD2BEB"/>
    <w:rsid w:val="00DE03F5"/>
    <w:rsid w:val="00DE6BB8"/>
    <w:rsid w:val="00E1336F"/>
    <w:rsid w:val="00E14965"/>
    <w:rsid w:val="00E21DD3"/>
    <w:rsid w:val="00E411FE"/>
    <w:rsid w:val="00E466C2"/>
    <w:rsid w:val="00E4767B"/>
    <w:rsid w:val="00E52120"/>
    <w:rsid w:val="00E54094"/>
    <w:rsid w:val="00E55E28"/>
    <w:rsid w:val="00E634F0"/>
    <w:rsid w:val="00E639DC"/>
    <w:rsid w:val="00E6415D"/>
    <w:rsid w:val="00E64AB5"/>
    <w:rsid w:val="00E65344"/>
    <w:rsid w:val="00E702EF"/>
    <w:rsid w:val="00E7424D"/>
    <w:rsid w:val="00E77169"/>
    <w:rsid w:val="00E82B53"/>
    <w:rsid w:val="00E86130"/>
    <w:rsid w:val="00EA61D9"/>
    <w:rsid w:val="00EB21C7"/>
    <w:rsid w:val="00EB4901"/>
    <w:rsid w:val="00EB4D30"/>
    <w:rsid w:val="00EB55E5"/>
    <w:rsid w:val="00EB7E42"/>
    <w:rsid w:val="00EC1986"/>
    <w:rsid w:val="00EC32C0"/>
    <w:rsid w:val="00EC7B97"/>
    <w:rsid w:val="00ED177A"/>
    <w:rsid w:val="00ED5218"/>
    <w:rsid w:val="00ED764F"/>
    <w:rsid w:val="00EE0673"/>
    <w:rsid w:val="00EE6C25"/>
    <w:rsid w:val="00EF0869"/>
    <w:rsid w:val="00F029D4"/>
    <w:rsid w:val="00F041F2"/>
    <w:rsid w:val="00F145F0"/>
    <w:rsid w:val="00F15A52"/>
    <w:rsid w:val="00F22CBE"/>
    <w:rsid w:val="00F37F77"/>
    <w:rsid w:val="00F40F80"/>
    <w:rsid w:val="00F414F5"/>
    <w:rsid w:val="00F43B93"/>
    <w:rsid w:val="00F450F0"/>
    <w:rsid w:val="00F547FC"/>
    <w:rsid w:val="00F72747"/>
    <w:rsid w:val="00F7444D"/>
    <w:rsid w:val="00F76389"/>
    <w:rsid w:val="00F805DE"/>
    <w:rsid w:val="00F8267B"/>
    <w:rsid w:val="00F90FFA"/>
    <w:rsid w:val="00F9580D"/>
    <w:rsid w:val="00F95FC4"/>
    <w:rsid w:val="00FA33C7"/>
    <w:rsid w:val="00FA4A25"/>
    <w:rsid w:val="00FB2483"/>
    <w:rsid w:val="00FB2F01"/>
    <w:rsid w:val="00FB7E58"/>
    <w:rsid w:val="00FC6783"/>
    <w:rsid w:val="00FC79BF"/>
    <w:rsid w:val="00FC7D0F"/>
    <w:rsid w:val="00FD4C94"/>
    <w:rsid w:val="00FD5C7B"/>
    <w:rsid w:val="00FE6085"/>
    <w:rsid w:val="00FE7EAA"/>
    <w:rsid w:val="00FF066E"/>
    <w:rsid w:val="00FF0C99"/>
    <w:rsid w:val="451C774D"/>
    <w:rsid w:val="6CB35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BB3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274B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74BB3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274B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74BB3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65</Words>
  <Characters>371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赵东军</dc:creator>
  <cp:keywords/>
  <dc:description/>
  <cp:lastModifiedBy>dell</cp:lastModifiedBy>
  <cp:revision>11</cp:revision>
  <dcterms:created xsi:type="dcterms:W3CDTF">2020-02-07T03:01:00Z</dcterms:created>
  <dcterms:modified xsi:type="dcterms:W3CDTF">2020-03-02T06:46:00Z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