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AF" w:rsidRDefault="004C72AF">
      <w:pPr>
        <w:spacing w:line="460" w:lineRule="exact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3</w:t>
      </w:r>
    </w:p>
    <w:p w:rsidR="004C72AF" w:rsidRDefault="004C72AF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4C72AF" w:rsidRDefault="004C72AF"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报考诚信承诺书</w:t>
      </w:r>
      <w:r>
        <w:rPr>
          <w:rFonts w:ascii="宋体" w:hAnsi="宋体"/>
          <w:b/>
          <w:sz w:val="44"/>
          <w:szCs w:val="44"/>
        </w:rPr>
        <w:t xml:space="preserve"> </w:t>
      </w:r>
    </w:p>
    <w:p w:rsidR="004C72AF" w:rsidRDefault="004C72AF">
      <w:pPr>
        <w:spacing w:line="560" w:lineRule="exact"/>
        <w:jc w:val="center"/>
        <w:rPr>
          <w:rFonts w:ascii="宋体"/>
          <w:b/>
          <w:sz w:val="44"/>
          <w:szCs w:val="44"/>
        </w:rPr>
      </w:pPr>
    </w:p>
    <w:p w:rsidR="004C72AF" w:rsidRDefault="004C72AF" w:rsidP="009A5585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Pr="009A5585">
        <w:rPr>
          <w:rFonts w:ascii="仿宋_GB2312" w:eastAsia="仿宋_GB2312" w:hint="eastAsia"/>
          <w:color w:val="000000"/>
          <w:sz w:val="32"/>
          <w:szCs w:val="32"/>
        </w:rPr>
        <w:t>马鞍山市退役军人事务局招聘编外聘用工作人员公告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4C72AF" w:rsidRDefault="004C72AF" w:rsidP="009A5585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4C72AF" w:rsidRDefault="004C72AF" w:rsidP="009A5585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4C72AF" w:rsidRDefault="004C72AF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4C72AF" w:rsidRDefault="004C72AF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4C72AF" w:rsidRDefault="004C72AF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4C72AF" w:rsidRDefault="004C72AF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4C72AF" w:rsidRDefault="004C72AF" w:rsidP="00883393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4C72AF" w:rsidRDefault="004C72AF" w:rsidP="009A5585">
      <w:pPr>
        <w:spacing w:line="56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4C72AF" w:rsidRDefault="004C72AF" w:rsidP="009A5585">
      <w:pPr>
        <w:spacing w:line="56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4C72AF" w:rsidRDefault="004C72AF" w:rsidP="009A5585">
      <w:pPr>
        <w:spacing w:line="56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4C72AF" w:rsidRDefault="004C72AF" w:rsidP="009A5585">
      <w:pPr>
        <w:spacing w:line="56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4C72AF" w:rsidRDefault="004C72AF" w:rsidP="009A5585">
      <w:pPr>
        <w:spacing w:line="560" w:lineRule="exact"/>
        <w:ind w:firstLineChars="176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4C72AF" w:rsidRDefault="004C72AF"/>
    <w:sectPr w:rsidR="004C72AF" w:rsidSect="00AB3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2AF" w:rsidRDefault="004C72AF" w:rsidP="00AB3D52">
      <w:r>
        <w:separator/>
      </w:r>
    </w:p>
  </w:endnote>
  <w:endnote w:type="continuationSeparator" w:id="0">
    <w:p w:rsidR="004C72AF" w:rsidRDefault="004C72AF" w:rsidP="00AB3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AF" w:rsidRDefault="004C72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72AF" w:rsidRDefault="004C72A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AF" w:rsidRDefault="004C72A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AF" w:rsidRDefault="004C72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2AF" w:rsidRDefault="004C72AF" w:rsidP="00AB3D52">
      <w:r>
        <w:separator/>
      </w:r>
    </w:p>
  </w:footnote>
  <w:footnote w:type="continuationSeparator" w:id="0">
    <w:p w:rsidR="004C72AF" w:rsidRDefault="004C72AF" w:rsidP="00AB3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AF" w:rsidRDefault="004C72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AF" w:rsidRDefault="004C72AF" w:rsidP="009A558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AF" w:rsidRDefault="004C72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D52"/>
    <w:rsid w:val="0004417C"/>
    <w:rsid w:val="00070B7D"/>
    <w:rsid w:val="00153A90"/>
    <w:rsid w:val="003C25BD"/>
    <w:rsid w:val="004C72AF"/>
    <w:rsid w:val="00523F87"/>
    <w:rsid w:val="006815D5"/>
    <w:rsid w:val="00851B20"/>
    <w:rsid w:val="008533C0"/>
    <w:rsid w:val="00871303"/>
    <w:rsid w:val="00873C81"/>
    <w:rsid w:val="00883393"/>
    <w:rsid w:val="009A5585"/>
    <w:rsid w:val="00AB3D52"/>
    <w:rsid w:val="00AB7563"/>
    <w:rsid w:val="00B26F3E"/>
    <w:rsid w:val="00B423E5"/>
    <w:rsid w:val="00B47C00"/>
    <w:rsid w:val="00B64098"/>
    <w:rsid w:val="00DB1485"/>
    <w:rsid w:val="00E0666C"/>
    <w:rsid w:val="00E128B3"/>
    <w:rsid w:val="00E64752"/>
    <w:rsid w:val="00ED5551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D5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3F87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B3D5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3F8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55</Words>
  <Characters>320</Characters>
  <Application>Microsoft Office Outlook</Application>
  <DocSecurity>0</DocSecurity>
  <Lines>0</Lines>
  <Paragraphs>0</Paragraphs>
  <ScaleCrop>false</ScaleCrop>
  <Company>Far123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Administrator.PC-20120814XYNB</dc:creator>
  <cp:keywords/>
  <dc:description/>
  <cp:lastModifiedBy>崔爱民</cp:lastModifiedBy>
  <cp:revision>5</cp:revision>
  <dcterms:created xsi:type="dcterms:W3CDTF">2019-09-30T03:19:00Z</dcterms:created>
  <dcterms:modified xsi:type="dcterms:W3CDTF">2020-05-07T01:55:00Z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