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inline distT="0" distB="0" distL="114300" distR="114300">
            <wp:extent cx="5271135" cy="4706620"/>
            <wp:effectExtent l="0" t="0" r="5715" b="1778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4706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439283F"/>
    <w:rsid w:val="043928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Office_11.1.0.9912_F1E327BC-269C-435d-A152-05C5408002CA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2020-08-10T06:17:00Z</dcterms:created>
  <dc:creator>那时花开咖啡馆。</dc:creator>
  <cp:lastModifiedBy>那时花开咖啡馆。</cp:lastModifiedBy>
  <dcterms:modified xsi:type="dcterms:W3CDTF">2020-08-10T07:31:52Z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2052-11.1.0.9912</vt:lpwstr>
  </property>
</Properties>
</file>